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16EA184"/>
    <w:p w14:paraId="06825EB5">
      <w:pPr>
        <w:spacing w:line="360" w:lineRule="auto"/>
        <w:ind w:firstLine="315" w:firstLineChars="150"/>
        <w:rPr>
          <w:color w:val="000000"/>
        </w:rPr>
      </w:pPr>
    </w:p>
    <w:p w14:paraId="09529BFF">
      <w:pPr>
        <w:spacing w:line="360" w:lineRule="auto"/>
        <w:ind w:firstLine="315" w:firstLineChars="150"/>
        <w:rPr>
          <w:color w:val="000000"/>
        </w:rPr>
      </w:pPr>
    </w:p>
    <w:p w14:paraId="69CA3F49">
      <w:pPr>
        <w:spacing w:line="360" w:lineRule="auto"/>
        <w:ind w:firstLine="315" w:firstLineChars="150"/>
        <w:rPr>
          <w:color w:val="000000"/>
        </w:rPr>
      </w:pPr>
    </w:p>
    <w:p w14:paraId="2C8F38DB">
      <w:pPr>
        <w:spacing w:line="360" w:lineRule="auto"/>
        <w:ind w:firstLine="315" w:firstLineChars="150"/>
        <w:rPr>
          <w:color w:val="000000"/>
        </w:rPr>
      </w:pPr>
    </w:p>
    <w:p w14:paraId="10D5D289">
      <w:pPr>
        <w:spacing w:line="360" w:lineRule="auto"/>
        <w:ind w:firstLine="315" w:firstLineChars="150"/>
        <w:rPr>
          <w:color w:val="000000"/>
        </w:rPr>
      </w:pPr>
    </w:p>
    <w:p w14:paraId="0D36ED17">
      <w:pPr>
        <w:jc w:val="center"/>
        <w:rPr>
          <w:sz w:val="52"/>
          <w:szCs w:val="52"/>
        </w:rPr>
      </w:pPr>
      <w:r>
        <w:rPr>
          <w:rFonts w:hint="eastAsia" w:eastAsia="黑体"/>
          <w:b/>
          <w:sz w:val="52"/>
          <w:szCs w:val="52"/>
        </w:rPr>
        <w:t>专 业 硕 士 学 位 论 文</w:t>
      </w:r>
    </w:p>
    <w:p w14:paraId="0F24F6FB">
      <w:pPr>
        <w:jc w:val="center"/>
        <w:rPr>
          <w:color w:val="000000"/>
        </w:rPr>
      </w:pPr>
    </w:p>
    <w:p w14:paraId="0EB8E058">
      <w:pPr>
        <w:jc w:val="center"/>
        <w:rPr>
          <w:color w:val="000000"/>
        </w:rPr>
      </w:pPr>
    </w:p>
    <w:p w14:paraId="755BFA8F">
      <w:pPr>
        <w:jc w:val="center"/>
        <w:rPr>
          <w:color w:val="000000"/>
        </w:rPr>
      </w:pPr>
    </w:p>
    <w:p w14:paraId="6756BC4E">
      <w:pPr>
        <w:jc w:val="center"/>
        <w:rPr>
          <w:color w:val="000000"/>
        </w:rPr>
      </w:pPr>
    </w:p>
    <w:p w14:paraId="7DA31C4D">
      <w:pPr>
        <w:jc w:val="center"/>
        <w:rPr>
          <w:color w:val="000000"/>
        </w:rPr>
      </w:pPr>
    </w:p>
    <w:p w14:paraId="5582B760">
      <w:pPr>
        <w:jc w:val="center"/>
        <w:rPr>
          <w:color w:val="000000"/>
        </w:rPr>
      </w:pPr>
    </w:p>
    <w:tbl>
      <w:tblPr>
        <w:tblStyle w:val="26"/>
        <w:tblpPr w:leftFromText="180" w:rightFromText="180" w:vertAnchor="text" w:horzAnchor="page" w:tblpXSpec="center" w:tblpY="300"/>
        <w:tblOverlap w:val="never"/>
        <w:tblW w:w="0" w:type="auto"/>
        <w:jc w:val="center"/>
        <w:tblLayout w:type="fixed"/>
        <w:tblCellMar>
          <w:top w:w="0" w:type="dxa"/>
          <w:left w:w="108" w:type="dxa"/>
          <w:bottom w:w="0" w:type="dxa"/>
          <w:right w:w="108" w:type="dxa"/>
        </w:tblCellMar>
      </w:tblPr>
      <w:tblGrid>
        <w:gridCol w:w="6700"/>
      </w:tblGrid>
      <w:tr w14:paraId="42C6A99B">
        <w:tblPrEx>
          <w:tblCellMar>
            <w:top w:w="0" w:type="dxa"/>
            <w:left w:w="108" w:type="dxa"/>
            <w:bottom w:w="0" w:type="dxa"/>
            <w:right w:w="108" w:type="dxa"/>
          </w:tblCellMar>
        </w:tblPrEx>
        <w:trPr>
          <w:trHeight w:val="2016" w:hRule="atLeast"/>
          <w:jc w:val="center"/>
        </w:trPr>
        <w:tc>
          <w:tcPr>
            <w:tcW w:w="7300" w:type="dxa"/>
            <w:vAlign w:val="center"/>
          </w:tcPr>
          <w:p w14:paraId="1C06C392">
            <w:pPr>
              <w:snapToGrid w:val="0"/>
              <w:spacing w:before="156" w:beforeLines="50" w:line="360" w:lineRule="auto"/>
              <w:jc w:val="both"/>
              <w:rPr>
                <w:rFonts w:ascii="黑体" w:eastAsia="黑体"/>
                <w:b/>
                <w:bCs/>
                <w:sz w:val="36"/>
                <w:szCs w:val="36"/>
              </w:rPr>
            </w:pPr>
            <w:r>
              <w:rPr>
                <w:rFonts w:ascii="黑体" w:eastAsia="黑体"/>
                <w:b/>
                <w:bCs/>
                <w:sz w:val="36"/>
                <w:szCs w:val="36"/>
                <w:u w:val="none"/>
              </w:rPr>
              <w:fldChar w:fldCharType="begin"/>
            </w:r>
            <w:r>
              <w:rPr>
                <w:rFonts w:ascii="黑体" w:eastAsia="黑体"/>
                <w:b/>
                <w:bCs/>
                <w:sz w:val="36"/>
                <w:szCs w:val="36"/>
                <w:u w:val="none"/>
              </w:rPr>
              <w:instrText xml:space="preserve"> </w:instrText>
            </w:r>
            <w:r>
              <w:rPr>
                <w:rFonts w:hint="eastAsia" w:ascii="黑体" w:eastAsia="黑体"/>
                <w:b/>
                <w:bCs/>
                <w:sz w:val="36"/>
                <w:szCs w:val="36"/>
                <w:u w:val="none"/>
              </w:rPr>
              <w:instrText xml:space="preserve">MACROBUTTON  AcceptAllChangesInDoc 点击输入论文题目</w:instrText>
            </w:r>
            <w:r>
              <w:rPr>
                <w:rFonts w:ascii="黑体" w:eastAsia="黑体"/>
                <w:b/>
                <w:bCs/>
                <w:sz w:val="36"/>
                <w:szCs w:val="36"/>
                <w:u w:val="none"/>
              </w:rPr>
              <w:instrText xml:space="preserve"> </w:instrText>
            </w:r>
            <w:r>
              <w:rPr>
                <w:rFonts w:ascii="黑体" w:eastAsia="黑体"/>
                <w:b/>
                <w:bCs/>
                <w:sz w:val="36"/>
                <w:szCs w:val="36"/>
                <w:u w:val="none"/>
              </w:rPr>
              <w:fldChar w:fldCharType="end"/>
            </w:r>
          </w:p>
        </w:tc>
      </w:tr>
    </w:tbl>
    <w:p w14:paraId="1D447F7B">
      <w:pPr>
        <w:jc w:val="center"/>
        <w:rPr>
          <w:color w:val="000000"/>
        </w:rPr>
      </w:pPr>
    </w:p>
    <w:p w14:paraId="462FF000">
      <w:pPr>
        <w:spacing w:line="640" w:lineRule="exact"/>
        <w:jc w:val="center"/>
        <w:rPr>
          <w:b/>
          <w:bCs/>
          <w:sz w:val="32"/>
          <w:szCs w:val="32"/>
        </w:rPr>
      </w:pPr>
    </w:p>
    <w:p w14:paraId="27FD5488">
      <w:pPr>
        <w:spacing w:line="640" w:lineRule="exact"/>
        <w:jc w:val="center"/>
        <w:rPr>
          <w:b/>
          <w:bCs/>
          <w:sz w:val="32"/>
          <w:szCs w:val="32"/>
        </w:rPr>
      </w:pPr>
    </w:p>
    <w:p w14:paraId="1A446E5D">
      <w:pPr>
        <w:spacing w:line="640" w:lineRule="exact"/>
        <w:jc w:val="center"/>
        <w:rPr>
          <w:b/>
          <w:bCs/>
          <w:szCs w:val="21"/>
          <w:u w:val="single"/>
        </w:rPr>
      </w:pPr>
    </w:p>
    <w:p w14:paraId="535F68CF">
      <w:pPr>
        <w:spacing w:line="640" w:lineRule="exact"/>
        <w:jc w:val="center"/>
        <w:rPr>
          <w:b/>
          <w:bCs/>
          <w:szCs w:val="21"/>
          <w:u w:val="single"/>
        </w:rPr>
      </w:pPr>
    </w:p>
    <w:p w14:paraId="1C107292">
      <w:pPr>
        <w:spacing w:line="640" w:lineRule="exact"/>
        <w:jc w:val="center"/>
        <w:rPr>
          <w:b/>
          <w:bCs/>
          <w:szCs w:val="21"/>
          <w:u w:val="single"/>
        </w:rPr>
      </w:pPr>
    </w:p>
    <w:tbl>
      <w:tblPr>
        <w:tblStyle w:val="26"/>
        <w:tblW w:w="0" w:type="auto"/>
        <w:jc w:val="center"/>
        <w:tblLayout w:type="fixed"/>
        <w:tblCellMar>
          <w:top w:w="0" w:type="dxa"/>
          <w:left w:w="108" w:type="dxa"/>
          <w:bottom w:w="0" w:type="dxa"/>
          <w:right w:w="108" w:type="dxa"/>
        </w:tblCellMar>
      </w:tblPr>
      <w:tblGrid>
        <w:gridCol w:w="2746"/>
        <w:gridCol w:w="4532"/>
      </w:tblGrid>
      <w:tr w14:paraId="27FF9222">
        <w:tblPrEx>
          <w:tblCellMar>
            <w:top w:w="0" w:type="dxa"/>
            <w:left w:w="108" w:type="dxa"/>
            <w:bottom w:w="0" w:type="dxa"/>
            <w:right w:w="108" w:type="dxa"/>
          </w:tblCellMar>
        </w:tblPrEx>
        <w:trPr>
          <w:jc w:val="center"/>
        </w:trPr>
        <w:tc>
          <w:tcPr>
            <w:tcW w:w="2746" w:type="dxa"/>
            <w:vAlign w:val="bottom"/>
          </w:tcPr>
          <w:p w14:paraId="78708CEA">
            <w:pPr>
              <w:jc w:val="distribute"/>
              <w:rPr>
                <w:b/>
                <w:bCs/>
                <w:sz w:val="28"/>
                <w:szCs w:val="28"/>
              </w:rPr>
            </w:pPr>
            <w:r>
              <w:rPr>
                <w:rFonts w:hint="eastAsia"/>
                <w:b/>
                <w:bCs/>
                <w:sz w:val="28"/>
                <w:szCs w:val="28"/>
              </w:rPr>
              <w:t>学习方式</w:t>
            </w:r>
          </w:p>
        </w:tc>
        <w:sdt>
          <w:sdtPr>
            <w:rPr>
              <w:b/>
              <w:bCs/>
              <w:sz w:val="28"/>
              <w:szCs w:val="28"/>
            </w:rPr>
            <w:id w:val="4502501"/>
            <w:placeholder>
              <w:docPart w:val="DefaultPlaceholder_22675704"/>
            </w:placeholder>
            <w:showingPlcHdr/>
            <w:dropDownList>
              <w:listItem w:displayText="选择一项。" w:value="选择一项。"/>
              <w:listItem w:displayText="全日制" w:value="全日制"/>
              <w:listItem w:displayText="非全日制" w:value="非全日制"/>
            </w:dropDownList>
          </w:sdtPr>
          <w:sdtEndPr>
            <w:rPr>
              <w:b/>
              <w:bCs/>
              <w:sz w:val="28"/>
              <w:szCs w:val="28"/>
            </w:rPr>
          </w:sdtEndPr>
          <w:sdtContent>
            <w:tc>
              <w:tcPr>
                <w:tcW w:w="4532" w:type="dxa"/>
                <w:tcBorders>
                  <w:bottom w:val="single" w:color="auto" w:sz="4" w:space="0"/>
                </w:tcBorders>
                <w:vAlign w:val="center"/>
              </w:tcPr>
              <w:p w14:paraId="48F2AADE">
                <w:pPr>
                  <w:jc w:val="center"/>
                  <w:rPr>
                    <w:b/>
                    <w:bCs/>
                    <w:sz w:val="28"/>
                    <w:szCs w:val="28"/>
                  </w:rPr>
                </w:pPr>
                <w:r>
                  <w:rPr>
                    <w:rStyle w:val="45"/>
                    <w:rFonts w:hint="eastAsia"/>
                  </w:rPr>
                  <w:t>选择一项。</w:t>
                </w:r>
              </w:p>
            </w:tc>
          </w:sdtContent>
        </w:sdt>
      </w:tr>
      <w:tr w14:paraId="2B873CC2">
        <w:tblPrEx>
          <w:tblCellMar>
            <w:top w:w="0" w:type="dxa"/>
            <w:left w:w="108" w:type="dxa"/>
            <w:bottom w:w="0" w:type="dxa"/>
            <w:right w:w="108" w:type="dxa"/>
          </w:tblCellMar>
        </w:tblPrEx>
        <w:trPr>
          <w:jc w:val="center"/>
        </w:trPr>
        <w:tc>
          <w:tcPr>
            <w:tcW w:w="2746" w:type="dxa"/>
            <w:vAlign w:val="bottom"/>
          </w:tcPr>
          <w:p w14:paraId="61B71268">
            <w:pPr>
              <w:jc w:val="distribute"/>
              <w:rPr>
                <w:rFonts w:ascii="宋体" w:hAnsi="宋体"/>
                <w:sz w:val="32"/>
                <w:szCs w:val="32"/>
              </w:rPr>
            </w:pPr>
            <w:r>
              <w:rPr>
                <w:rFonts w:hint="eastAsia"/>
                <w:b/>
                <w:bCs/>
                <w:kern w:val="0"/>
                <w:sz w:val="28"/>
                <w:szCs w:val="28"/>
              </w:rPr>
              <w:t>学位类别名称</w:t>
            </w:r>
          </w:p>
        </w:tc>
        <w:sdt>
          <w:sdtPr>
            <w:rPr>
              <w:rFonts w:hint="eastAsia" w:ascii="宋体" w:hAnsi="宋体"/>
              <w:b/>
              <w:sz w:val="28"/>
              <w:szCs w:val="32"/>
            </w:rPr>
            <w:id w:val="8640958"/>
            <w:placeholder>
              <w:docPart w:val="DefaultPlaceholder_22675704"/>
            </w:placeholder>
            <w:showingPlcHdr/>
            <w:dropDownList>
              <w:listItem w:displayText="选择一项。" w:value="选择一项。"/>
              <w:listItem w:displayText="数字经济" w:value="数字经济"/>
              <w:listItem w:displayText="体育" w:value="体育"/>
              <w:listItem w:displayText="博物馆" w:value="博物馆"/>
              <w:listItem w:displayText="电子信息" w:value="电子信息"/>
              <w:listItem w:displayText="机械" w:value="机械"/>
              <w:listItem w:displayText="材料与化工" w:value="材料与化工"/>
              <w:listItem w:displayText="资源与环境" w:value="资源与环境"/>
              <w:listItem w:displayText="土木水利" w:value="土木水利"/>
              <w:listItem w:displayText="生物与医药" w:value="生物与医药"/>
              <w:listItem w:displayText="交通运输" w:value="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580F63C1">
                <w:pPr>
                  <w:jc w:val="center"/>
                  <w:rPr>
                    <w:rFonts w:ascii="宋体" w:hAnsi="宋体"/>
                    <w:sz w:val="32"/>
                    <w:szCs w:val="32"/>
                  </w:rPr>
                </w:pPr>
                <w:r>
                  <w:rPr>
                    <w:rStyle w:val="45"/>
                    <w:rFonts w:hint="eastAsia"/>
                  </w:rPr>
                  <w:t>选择一项。</w:t>
                </w:r>
              </w:p>
            </w:tc>
          </w:sdtContent>
        </w:sdt>
      </w:tr>
      <w:tr w14:paraId="355F2179">
        <w:tblPrEx>
          <w:tblCellMar>
            <w:top w:w="0" w:type="dxa"/>
            <w:left w:w="108" w:type="dxa"/>
            <w:bottom w:w="0" w:type="dxa"/>
            <w:right w:w="108" w:type="dxa"/>
          </w:tblCellMar>
        </w:tblPrEx>
        <w:trPr>
          <w:jc w:val="center"/>
        </w:trPr>
        <w:tc>
          <w:tcPr>
            <w:tcW w:w="2746" w:type="dxa"/>
            <w:vAlign w:val="bottom"/>
          </w:tcPr>
          <w:p w14:paraId="7AF252AD">
            <w:pPr>
              <w:jc w:val="distribute"/>
              <w:rPr>
                <w:rFonts w:ascii="宋体" w:hAnsi="宋体"/>
                <w:sz w:val="32"/>
                <w:szCs w:val="32"/>
              </w:rPr>
            </w:pPr>
            <w:r>
              <w:rPr>
                <w:rFonts w:hint="eastAsia"/>
                <w:b/>
                <w:bCs/>
                <w:kern w:val="0"/>
                <w:sz w:val="28"/>
                <w:szCs w:val="28"/>
              </w:rPr>
              <w:t>专业领域名称</w:t>
            </w:r>
          </w:p>
        </w:tc>
        <w:sdt>
          <w:sdtPr>
            <w:rPr>
              <w:rFonts w:hint="eastAsia" w:ascii="宋体" w:hAnsi="宋体"/>
              <w:b/>
              <w:sz w:val="28"/>
              <w:szCs w:val="32"/>
            </w:rPr>
            <w:id w:val="8640971"/>
            <w:placeholder>
              <w:docPart w:val="D7A24B1C35A548EFBAEB6534D70057F5"/>
            </w:placeholder>
            <w:showingPlcHdr/>
            <w:dropDownList>
              <w:listItem w:displayText="选择一项。" w:value="选择一项。"/>
              <w:listItem w:displayText="数字经济" w:value="数字经济"/>
              <w:listItem w:displayText="体育教学" w:value="体育教学"/>
              <w:listItem w:displayText="运动训练" w:value="运动训练"/>
              <w:listItem w:displayText="博物馆" w:value="博物馆"/>
              <w:listItem w:displayText="计算机技术" w:value="计算机技术"/>
              <w:listItem w:displayText="控制工程" w:value="控制工程"/>
              <w:listItem w:displayText="光电信息工程" w:value="光电信息工程"/>
              <w:listItem w:displayText="机械工程" w:value="机械工程"/>
              <w:listItem w:displayText="航空工程" w:value="航空工程"/>
              <w:listItem w:displayText="材料工程" w:value="材料工程"/>
              <w:listItem w:displayText="化学工程" w:value="化学工程"/>
              <w:listItem w:displayText="环境工程" w:value="环境工程"/>
              <w:listItem w:displayText="安全工程" w:value="安全工程"/>
              <w:listItem w:displayText="土木工程" w:value="土木工程"/>
              <w:listItem w:displayText="农田水土工程" w:value="农田水土工程"/>
              <w:listItem w:displayText="生物技术与工程" w:value="生物技术与工程"/>
              <w:listItem w:displayText="食品工程" w:value="食品工程"/>
              <w:listItem w:displayText="航空交通运输" w:value="航空交通运输"/>
              <w:listItem w:displayText="设计" w:value="设计"/>
            </w:dropDownList>
          </w:sdtPr>
          <w:sdtEndPr>
            <w:rPr>
              <w:rFonts w:hint="eastAsia" w:ascii="宋体" w:hAnsi="宋体"/>
              <w:b/>
              <w:sz w:val="28"/>
              <w:szCs w:val="32"/>
            </w:rPr>
          </w:sdtEndPr>
          <w:sdtContent>
            <w:tc>
              <w:tcPr>
                <w:tcW w:w="4532" w:type="dxa"/>
                <w:tcBorders>
                  <w:top w:val="single" w:color="auto" w:sz="4" w:space="0"/>
                  <w:bottom w:val="single" w:color="auto" w:sz="4" w:space="0"/>
                </w:tcBorders>
                <w:vAlign w:val="center"/>
              </w:tcPr>
              <w:p w14:paraId="4204A4AD">
                <w:pPr>
                  <w:jc w:val="center"/>
                  <w:rPr>
                    <w:rFonts w:ascii="宋体" w:hAnsi="宋体"/>
                    <w:sz w:val="32"/>
                    <w:szCs w:val="32"/>
                  </w:rPr>
                </w:pPr>
                <w:r>
                  <w:rPr>
                    <w:rStyle w:val="45"/>
                    <w:rFonts w:hint="eastAsia"/>
                  </w:rPr>
                  <w:t>选择一项。</w:t>
                </w:r>
              </w:p>
            </w:tc>
          </w:sdtContent>
        </w:sdt>
      </w:tr>
    </w:tbl>
    <w:p w14:paraId="06F42804">
      <w:pPr>
        <w:rPr>
          <w:color w:val="000000"/>
          <w:sz w:val="44"/>
          <w:szCs w:val="44"/>
        </w:rPr>
        <w:sectPr>
          <w:footerReference r:id="rId4" w:type="even"/>
          <w:pgSz w:w="11906" w:h="16838"/>
          <w:pgMar w:top="1418" w:right="1701" w:bottom="1418" w:left="1701" w:header="1134" w:footer="1134" w:gutter="0"/>
          <w:cols w:space="720" w:num="1"/>
          <w:docGrid w:type="linesAndChars" w:linePitch="312" w:charSpace="0"/>
        </w:sectPr>
      </w:pPr>
    </w:p>
    <w:p w14:paraId="13FC3D6E">
      <w:pPr>
        <w:jc w:val="center"/>
        <w:rPr>
          <w:color w:val="000000"/>
          <w:sz w:val="44"/>
          <w:szCs w:val="44"/>
        </w:rPr>
      </w:pPr>
    </w:p>
    <w:p w14:paraId="2674A1E6">
      <w:pPr>
        <w:jc w:val="center"/>
        <w:rPr>
          <w:color w:val="000000"/>
          <w:sz w:val="44"/>
          <w:szCs w:val="44"/>
        </w:rPr>
      </w:pPr>
    </w:p>
    <w:p w14:paraId="2EB46B9B">
      <w:pPr>
        <w:jc w:val="center"/>
        <w:rPr>
          <w:color w:val="000000"/>
          <w:sz w:val="48"/>
          <w:szCs w:val="48"/>
        </w:rPr>
      </w:pPr>
      <w:r>
        <w:rPr>
          <w:rFonts w:hint="eastAsia"/>
          <w:color w:val="000000"/>
          <w:sz w:val="48"/>
          <w:szCs w:val="48"/>
        </w:rPr>
        <w:t>硕士学位论文</w:t>
      </w:r>
    </w:p>
    <w:p w14:paraId="67F3BDF1">
      <w:pPr>
        <w:rPr>
          <w:rFonts w:ascii="隶书" w:eastAsia="隶书"/>
          <w:b/>
          <w:color w:val="000000"/>
          <w:sz w:val="48"/>
        </w:rPr>
      </w:pPr>
    </w:p>
    <w:p w14:paraId="64A4C292">
      <w:pPr>
        <w:ind w:firstLine="964"/>
        <w:jc w:val="center"/>
        <w:rPr>
          <w:rFonts w:ascii="隶书" w:eastAsia="隶书"/>
          <w:b/>
          <w:color w:val="000000"/>
          <w:sz w:val="48"/>
        </w:rPr>
      </w:pPr>
    </w:p>
    <w:p w14:paraId="3AB7F44B">
      <w:pPr>
        <w:ind w:firstLine="964"/>
        <w:jc w:val="center"/>
        <w:rPr>
          <w:rFonts w:ascii="隶书" w:eastAsia="隶书"/>
          <w:b/>
          <w:color w:val="000000"/>
          <w:sz w:val="48"/>
        </w:rPr>
      </w:pPr>
    </w:p>
    <w:p w14:paraId="56F4161D">
      <w:pPr>
        <w:ind w:left="1260" w:leftChars="600" w:right="840" w:rightChars="400"/>
        <w:jc w:val="center"/>
        <w:rPr>
          <w:rStyle w:val="34"/>
          <w:color w:val="000000"/>
          <w:sz w:val="48"/>
          <w:szCs w:val="48"/>
        </w:rPr>
      </w:pPr>
      <w:r>
        <w:rPr>
          <w:rFonts w:ascii="宋体" w:hAnsi="宋体"/>
          <w:b/>
          <w:bCs/>
          <w:sz w:val="48"/>
          <w:szCs w:val="48"/>
        </w:rPr>
        <w:fldChar w:fldCharType="begin"/>
      </w:r>
      <w:r>
        <w:rPr>
          <w:rFonts w:ascii="宋体" w:hAnsi="宋体"/>
          <w:b/>
          <w:bCs/>
          <w:sz w:val="48"/>
          <w:szCs w:val="48"/>
        </w:rPr>
        <w:instrText xml:space="preserve"> </w:instrText>
      </w:r>
      <w:r>
        <w:rPr>
          <w:rFonts w:hint="eastAsia" w:ascii="宋体" w:hAnsi="宋体"/>
          <w:b/>
          <w:bCs/>
          <w:sz w:val="48"/>
          <w:szCs w:val="48"/>
        </w:rPr>
        <w:instrText xml:space="preserve">MACROBUTTON  AcceptAllChangesInDoc 点击输入论文题目</w:instrText>
      </w:r>
      <w:r>
        <w:rPr>
          <w:rFonts w:ascii="宋体" w:hAnsi="宋体"/>
          <w:b/>
          <w:bCs/>
          <w:sz w:val="48"/>
          <w:szCs w:val="48"/>
        </w:rPr>
        <w:instrText xml:space="preserve"> </w:instrText>
      </w:r>
      <w:r>
        <w:rPr>
          <w:rFonts w:ascii="宋体" w:hAnsi="宋体"/>
          <w:b/>
          <w:bCs/>
          <w:sz w:val="48"/>
          <w:szCs w:val="48"/>
        </w:rPr>
        <w:fldChar w:fldCharType="end"/>
      </w:r>
    </w:p>
    <w:p w14:paraId="68271351">
      <w:pPr>
        <w:ind w:firstLine="640"/>
        <w:rPr>
          <w:color w:val="000000"/>
          <w:sz w:val="32"/>
        </w:rPr>
      </w:pPr>
    </w:p>
    <w:p w14:paraId="40D257D1">
      <w:pPr>
        <w:rPr>
          <w:color w:val="000000"/>
          <w:sz w:val="32"/>
        </w:rPr>
      </w:pPr>
    </w:p>
    <w:p w14:paraId="641578F4">
      <w:pPr>
        <w:rPr>
          <w:color w:val="000000"/>
          <w:sz w:val="32"/>
        </w:rPr>
      </w:pPr>
    </w:p>
    <w:p w14:paraId="24041F4C">
      <w:pPr>
        <w:rPr>
          <w:color w:val="000000"/>
          <w:sz w:val="32"/>
        </w:rPr>
      </w:pPr>
    </w:p>
    <w:p w14:paraId="1C248895">
      <w:pPr>
        <w:ind w:firstLine="640"/>
        <w:rPr>
          <w:color w:val="000000"/>
          <w:sz w:val="32"/>
        </w:rPr>
      </w:pPr>
    </w:p>
    <w:p w14:paraId="3446A3BF">
      <w:pPr>
        <w:ind w:firstLine="640"/>
        <w:rPr>
          <w:color w:val="000000"/>
          <w:sz w:val="32"/>
        </w:rPr>
      </w:pPr>
    </w:p>
    <w:p w14:paraId="5695FC35">
      <w:pPr>
        <w:ind w:firstLine="1800" w:firstLineChars="500"/>
        <w:rPr>
          <w:color w:val="000000"/>
          <w:sz w:val="36"/>
          <w:szCs w:val="36"/>
        </w:rPr>
      </w:pPr>
      <w:r>
        <w:rPr>
          <w:rFonts w:hint="eastAsia"/>
          <w:color w:val="000000"/>
          <w:sz w:val="36"/>
          <w:szCs w:val="36"/>
        </w:rPr>
        <w:t>学位类别：</w:t>
      </w:r>
      <w:bookmarkStart w:id="0" w:name="_Toc33373797"/>
      <w:r>
        <w:rPr>
          <w:rFonts w:hint="eastAsia"/>
          <w:color w:val="000000"/>
          <w:sz w:val="36"/>
          <w:szCs w:val="36"/>
        </w:rPr>
        <w:t xml:space="preserve"> </w:t>
      </w:r>
      <w:r>
        <w:rPr>
          <w:rFonts w:ascii="宋体" w:hAnsi="宋体"/>
          <w:color w:val="000000"/>
          <w:sz w:val="36"/>
          <w:szCs w:val="36"/>
        </w:rPr>
        <w:fldChar w:fldCharType="begin"/>
      </w:r>
      <w:r>
        <w:rPr>
          <w:rFonts w:ascii="宋体" w:hAnsi="宋体"/>
          <w:color w:val="000000"/>
          <w:sz w:val="36"/>
          <w:szCs w:val="36"/>
        </w:rPr>
        <w:instrText xml:space="preserve"> MACROBUTTON  AcceptAllChangesInDoc 点击输入学位类别名称 </w:instrText>
      </w:r>
      <w:r>
        <w:rPr>
          <w:rFonts w:ascii="宋体" w:hAnsi="宋体"/>
          <w:color w:val="000000"/>
          <w:sz w:val="36"/>
          <w:szCs w:val="36"/>
        </w:rPr>
        <w:fldChar w:fldCharType="end"/>
      </w:r>
    </w:p>
    <w:p w14:paraId="58A138CF">
      <w:pPr>
        <w:ind w:firstLine="1800" w:firstLineChars="500"/>
        <w:rPr>
          <w:color w:val="000000"/>
          <w:sz w:val="36"/>
          <w:szCs w:val="36"/>
        </w:rPr>
      </w:pPr>
      <w:r>
        <w:rPr>
          <w:rFonts w:hint="eastAsia"/>
          <w:color w:val="000000"/>
          <w:sz w:val="36"/>
          <w:szCs w:val="36"/>
        </w:rPr>
        <w:t xml:space="preserve">专业领域： </w:t>
      </w:r>
      <w:r>
        <w:rPr>
          <w:rFonts w:ascii="宋体" w:hAnsi="宋体"/>
          <w:color w:val="000000"/>
          <w:sz w:val="36"/>
          <w:szCs w:val="36"/>
        </w:rPr>
        <w:fldChar w:fldCharType="begin"/>
      </w:r>
      <w:r>
        <w:rPr>
          <w:rFonts w:ascii="宋体" w:hAnsi="宋体"/>
          <w:color w:val="000000"/>
          <w:sz w:val="36"/>
          <w:szCs w:val="36"/>
        </w:rPr>
        <w:instrText xml:space="preserve"> MACROBUTTON  AcceptAllChangesInDoc 点击输入专业领域名称 </w:instrText>
      </w:r>
      <w:r>
        <w:rPr>
          <w:rFonts w:ascii="宋体" w:hAnsi="宋体"/>
          <w:color w:val="000000"/>
          <w:sz w:val="36"/>
          <w:szCs w:val="36"/>
        </w:rPr>
        <w:fldChar w:fldCharType="end"/>
      </w:r>
    </w:p>
    <w:p w14:paraId="57F3DC8C">
      <w:pPr>
        <w:ind w:firstLine="2520" w:firstLineChars="900"/>
        <w:rPr>
          <w:color w:val="000000"/>
          <w:sz w:val="28"/>
        </w:rPr>
      </w:pPr>
    </w:p>
    <w:p w14:paraId="0D74147E">
      <w:pPr>
        <w:ind w:firstLine="2520" w:firstLineChars="900"/>
        <w:rPr>
          <w:color w:val="000000"/>
          <w:sz w:val="28"/>
        </w:rPr>
      </w:pPr>
    </w:p>
    <w:p w14:paraId="5E511C1B">
      <w:pPr>
        <w:ind w:firstLine="2520" w:firstLineChars="900"/>
        <w:rPr>
          <w:color w:val="000000"/>
          <w:sz w:val="28"/>
        </w:rPr>
      </w:pPr>
    </w:p>
    <w:p w14:paraId="248466B3">
      <w:pPr>
        <w:jc w:val="center"/>
        <w:rPr>
          <w:rFonts w:eastAsia="华文楷体"/>
          <w:color w:val="000000"/>
          <w:sz w:val="32"/>
          <w:szCs w:val="32"/>
        </w:rPr>
      </w:pPr>
      <w:r>
        <w:rPr>
          <w:rFonts w:hint="eastAsia"/>
          <w:color w:val="000000"/>
          <w:sz w:val="36"/>
          <w:szCs w:val="36"/>
          <w:lang w:eastAsia="zh-CN"/>
        </w:rPr>
        <w:t>二〇</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年</w:t>
      </w:r>
      <w:r>
        <w:rPr>
          <w:color w:val="000000"/>
          <w:sz w:val="36"/>
          <w:szCs w:val="36"/>
        </w:rPr>
        <w:fldChar w:fldCharType="begin"/>
      </w:r>
      <w:r>
        <w:rPr>
          <w:color w:val="000000"/>
          <w:sz w:val="36"/>
          <w:szCs w:val="36"/>
        </w:rPr>
        <w:instrText xml:space="preserve"> </w:instrText>
      </w:r>
      <w:r>
        <w:rPr>
          <w:rFonts w:hint="eastAsia"/>
          <w:color w:val="000000"/>
          <w:sz w:val="36"/>
          <w:szCs w:val="36"/>
        </w:rPr>
        <w:instrText xml:space="preserve">MACROBUTTON  AcceptAllChangesInDoc 请输入</w:instrText>
      </w:r>
      <w:r>
        <w:rPr>
          <w:color w:val="000000"/>
          <w:sz w:val="36"/>
          <w:szCs w:val="36"/>
        </w:rPr>
        <w:instrText xml:space="preserve"> </w:instrText>
      </w:r>
      <w:r>
        <w:rPr>
          <w:color w:val="000000"/>
          <w:sz w:val="36"/>
          <w:szCs w:val="36"/>
        </w:rPr>
        <w:fldChar w:fldCharType="end"/>
      </w:r>
      <w:r>
        <w:rPr>
          <w:rFonts w:hint="eastAsia"/>
          <w:color w:val="000000"/>
          <w:sz w:val="36"/>
          <w:szCs w:val="36"/>
        </w:rPr>
        <w:t>月</w:t>
      </w:r>
    </w:p>
    <w:p w14:paraId="690D8D24">
      <w:pPr>
        <w:rPr>
          <w:color w:val="000000"/>
          <w:sz w:val="30"/>
        </w:rPr>
      </w:pPr>
      <w:r>
        <w:rPr>
          <w:color w:val="000000"/>
        </w:rPr>
        <w:br w:type="page"/>
      </w:r>
      <w:bookmarkEnd w:id="0"/>
    </w:p>
    <w:p w14:paraId="43C770F8">
      <w:pPr>
        <w:spacing w:line="360" w:lineRule="auto"/>
        <w:jc w:val="center"/>
        <w:rPr>
          <w:color w:val="000000"/>
          <w:sz w:val="44"/>
          <w:szCs w:val="44"/>
        </w:rPr>
      </w:pPr>
      <w:r>
        <w:rPr>
          <w:rFonts w:hint="eastAsia"/>
          <w:color w:val="000000"/>
          <w:sz w:val="44"/>
          <w:szCs w:val="44"/>
        </w:rPr>
        <w:t xml:space="preserve">A Thesis for the Degree of Master </w:t>
      </w:r>
    </w:p>
    <w:p w14:paraId="057F35F9">
      <w:pPr>
        <w:ind w:firstLine="480"/>
        <w:rPr>
          <w:color w:val="000000"/>
        </w:rPr>
      </w:pPr>
    </w:p>
    <w:p w14:paraId="52B7BB8F">
      <w:pPr>
        <w:ind w:firstLine="480"/>
        <w:rPr>
          <w:color w:val="000000"/>
        </w:rPr>
      </w:pPr>
    </w:p>
    <w:p w14:paraId="15D67AB6">
      <w:pPr>
        <w:ind w:firstLine="480"/>
        <w:rPr>
          <w:color w:val="000000"/>
        </w:rPr>
      </w:pPr>
    </w:p>
    <w:p w14:paraId="29A005C8">
      <w:pPr>
        <w:ind w:firstLine="480"/>
        <w:rPr>
          <w:color w:val="000000"/>
        </w:rPr>
      </w:pPr>
    </w:p>
    <w:p w14:paraId="1614BC5A">
      <w:pPr>
        <w:ind w:firstLine="480"/>
        <w:rPr>
          <w:color w:val="000000"/>
        </w:rPr>
      </w:pPr>
    </w:p>
    <w:p w14:paraId="73F820D1">
      <w:pPr>
        <w:spacing w:line="360" w:lineRule="auto"/>
        <w:rPr>
          <w:b/>
          <w:bCs/>
          <w:color w:val="000000"/>
          <w:sz w:val="52"/>
          <w:szCs w:val="52"/>
        </w:rPr>
      </w:pPr>
    </w:p>
    <w:p w14:paraId="7E6D9AA3">
      <w:pPr>
        <w:ind w:left="1260" w:leftChars="600" w:right="840" w:rightChars="400"/>
        <w:jc w:val="center"/>
        <w:rPr>
          <w:color w:val="000000"/>
        </w:rPr>
      </w:pPr>
      <w:r>
        <w:rPr>
          <w:b/>
          <w:bCs/>
          <w:color w:val="000000"/>
          <w:sz w:val="44"/>
          <w:szCs w:val="52"/>
        </w:rPr>
        <w:fldChar w:fldCharType="begin"/>
      </w:r>
      <w:r>
        <w:rPr>
          <w:b/>
          <w:bCs/>
          <w:color w:val="000000"/>
          <w:sz w:val="44"/>
          <w:szCs w:val="52"/>
        </w:rPr>
        <w:instrText xml:space="preserve"> MACROBUTTON  AcceptAllChangesInDoc 点击输入英文题目 </w:instrText>
      </w:r>
      <w:r>
        <w:rPr>
          <w:b/>
          <w:bCs/>
          <w:color w:val="000000"/>
          <w:sz w:val="44"/>
          <w:szCs w:val="52"/>
        </w:rPr>
        <w:fldChar w:fldCharType="end"/>
      </w:r>
    </w:p>
    <w:p w14:paraId="3F7E904E">
      <w:pPr>
        <w:ind w:firstLine="480"/>
        <w:rPr>
          <w:color w:val="000000"/>
        </w:rPr>
      </w:pPr>
    </w:p>
    <w:p w14:paraId="6358C002">
      <w:pPr>
        <w:ind w:firstLine="480"/>
        <w:rPr>
          <w:color w:val="000000"/>
        </w:rPr>
      </w:pPr>
    </w:p>
    <w:p w14:paraId="058C21A4">
      <w:pPr>
        <w:ind w:firstLine="480"/>
        <w:rPr>
          <w:color w:val="000000"/>
        </w:rPr>
      </w:pPr>
    </w:p>
    <w:p w14:paraId="04C6DEB2">
      <w:pPr>
        <w:ind w:firstLine="480"/>
        <w:rPr>
          <w:color w:val="000000"/>
        </w:rPr>
      </w:pPr>
    </w:p>
    <w:p w14:paraId="565388D5">
      <w:pPr>
        <w:ind w:firstLine="480"/>
        <w:rPr>
          <w:color w:val="000000"/>
        </w:rPr>
      </w:pPr>
    </w:p>
    <w:p w14:paraId="6E8B78EB">
      <w:pPr>
        <w:ind w:firstLine="480"/>
        <w:rPr>
          <w:color w:val="000000"/>
        </w:rPr>
      </w:pPr>
    </w:p>
    <w:p w14:paraId="4AA8DE95">
      <w:pPr>
        <w:ind w:firstLine="480"/>
        <w:rPr>
          <w:color w:val="000000"/>
        </w:rPr>
      </w:pPr>
    </w:p>
    <w:p w14:paraId="74C40344">
      <w:pPr>
        <w:ind w:firstLine="480"/>
        <w:rPr>
          <w:color w:val="000000"/>
        </w:rPr>
      </w:pPr>
    </w:p>
    <w:p w14:paraId="1DD98313">
      <w:pPr>
        <w:ind w:firstLine="480"/>
        <w:rPr>
          <w:color w:val="000000"/>
        </w:rPr>
      </w:pPr>
    </w:p>
    <w:p w14:paraId="2CCB78A9">
      <w:pPr>
        <w:ind w:firstLine="480"/>
        <w:rPr>
          <w:color w:val="000000"/>
        </w:rPr>
      </w:pPr>
    </w:p>
    <w:p w14:paraId="56B2EF2D">
      <w:pPr>
        <w:ind w:firstLine="480"/>
        <w:rPr>
          <w:color w:val="000000"/>
        </w:rPr>
      </w:pPr>
    </w:p>
    <w:p w14:paraId="064C2289">
      <w:pPr>
        <w:ind w:firstLine="480"/>
        <w:rPr>
          <w:color w:val="000000"/>
        </w:rPr>
      </w:pPr>
    </w:p>
    <w:p w14:paraId="256125F1">
      <w:pPr>
        <w:ind w:firstLine="480"/>
        <w:rPr>
          <w:color w:val="000000"/>
        </w:rPr>
      </w:pPr>
    </w:p>
    <w:p w14:paraId="2CF9B2D7">
      <w:pPr>
        <w:ind w:firstLine="1174" w:firstLineChars="367"/>
        <w:rPr>
          <w:rFonts w:ascii="宋体" w:hAnsi="宋体" w:cs="宋体"/>
          <w:kern w:val="0"/>
          <w:sz w:val="24"/>
        </w:rPr>
      </w:pPr>
      <w:r>
        <w:rPr>
          <w:color w:val="000000"/>
          <w:sz w:val="32"/>
          <w:szCs w:val="32"/>
        </w:rPr>
        <w:t>Category of degree</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rFonts w:ascii="宋体" w:hAnsi="宋体" w:cs="宋体"/>
          <w:kern w:val="0"/>
          <w:sz w:val="24"/>
        </w:rPr>
        <w:t xml:space="preserve"> </w:t>
      </w:r>
    </w:p>
    <w:p w14:paraId="26C64932">
      <w:pPr>
        <w:ind w:firstLine="1539" w:firstLineChars="481"/>
        <w:rPr>
          <w:color w:val="000000"/>
          <w:sz w:val="32"/>
          <w:szCs w:val="32"/>
        </w:rPr>
      </w:pPr>
      <w:r>
        <w:rPr>
          <w:rFonts w:hint="eastAsia"/>
          <w:color w:val="000000"/>
          <w:sz w:val="32"/>
          <w:szCs w:val="32"/>
        </w:rPr>
        <w:t>F</w:t>
      </w:r>
      <w:r>
        <w:rPr>
          <w:color w:val="000000"/>
          <w:sz w:val="32"/>
          <w:szCs w:val="32"/>
        </w:rPr>
        <w:t>ield of research</w:t>
      </w:r>
      <w:r>
        <w:rPr>
          <w:rFonts w:hint="eastAsia"/>
          <w:color w:val="000000"/>
          <w:sz w:val="32"/>
          <w:szCs w:val="32"/>
        </w:rPr>
        <w:t>：</w:t>
      </w:r>
      <w:r>
        <w:rPr>
          <w:color w:val="000000"/>
          <w:sz w:val="32"/>
          <w:szCs w:val="32"/>
        </w:rPr>
        <w:fldChar w:fldCharType="begin"/>
      </w:r>
      <w:r>
        <w:rPr>
          <w:color w:val="000000"/>
          <w:sz w:val="32"/>
          <w:szCs w:val="32"/>
        </w:rPr>
        <w:instrText xml:space="preserve"> MACROBUTTON  AcceptAllChangesInDoc 点击输入 </w:instrText>
      </w:r>
      <w:r>
        <w:rPr>
          <w:color w:val="000000"/>
          <w:sz w:val="32"/>
          <w:szCs w:val="32"/>
        </w:rPr>
        <w:fldChar w:fldCharType="end"/>
      </w:r>
      <w:r>
        <w:rPr>
          <w:color w:val="000000"/>
          <w:sz w:val="32"/>
          <w:szCs w:val="32"/>
        </w:rPr>
        <w:t xml:space="preserve"> </w:t>
      </w:r>
    </w:p>
    <w:p w14:paraId="1B44C49B">
      <w:pPr>
        <w:ind w:firstLine="2492" w:firstLineChars="890"/>
        <w:rPr>
          <w:color w:val="000000"/>
          <w:sz w:val="28"/>
        </w:rPr>
      </w:pPr>
    </w:p>
    <w:p w14:paraId="270D2104">
      <w:pPr>
        <w:ind w:firstLine="480"/>
        <w:rPr>
          <w:color w:val="000000"/>
        </w:rPr>
      </w:pPr>
    </w:p>
    <w:p w14:paraId="5BC8149A">
      <w:pPr>
        <w:ind w:firstLine="480"/>
        <w:rPr>
          <w:color w:val="000000"/>
        </w:rPr>
      </w:pPr>
    </w:p>
    <w:p w14:paraId="379640AE">
      <w:pPr>
        <w:ind w:firstLine="480"/>
        <w:rPr>
          <w:color w:val="000000"/>
        </w:rPr>
      </w:pPr>
    </w:p>
    <w:p w14:paraId="2B1B5B22">
      <w:pPr>
        <w:ind w:firstLine="480"/>
        <w:rPr>
          <w:color w:val="000000"/>
        </w:rPr>
      </w:pPr>
    </w:p>
    <w:p w14:paraId="430D62F5">
      <w:pPr>
        <w:ind w:firstLine="480"/>
        <w:rPr>
          <w:color w:val="000000"/>
        </w:rPr>
      </w:pPr>
    </w:p>
    <w:p w14:paraId="5AAEE0AD">
      <w:pPr>
        <w:ind w:firstLine="480"/>
        <w:rPr>
          <w:color w:val="000000"/>
        </w:rPr>
      </w:pPr>
    </w:p>
    <w:p w14:paraId="4A55E40B">
      <w:pPr>
        <w:ind w:firstLine="480"/>
        <w:rPr>
          <w:color w:val="000000"/>
        </w:rPr>
      </w:pPr>
    </w:p>
    <w:p w14:paraId="1B90F02A">
      <w:pPr>
        <w:ind w:firstLine="480"/>
        <w:rPr>
          <w:color w:val="000000"/>
        </w:rPr>
      </w:pPr>
    </w:p>
    <w:p w14:paraId="4405EE06">
      <w:pPr>
        <w:ind w:firstLine="480"/>
        <w:rPr>
          <w:color w:val="000000"/>
        </w:rPr>
      </w:pPr>
    </w:p>
    <w:p w14:paraId="2613A4B6">
      <w:pPr>
        <w:pStyle w:val="15"/>
        <w:ind w:left="98" w:leftChars="47"/>
        <w:jc w:val="center"/>
        <w:rPr>
          <w:b/>
          <w:color w:val="000000"/>
          <w:sz w:val="32"/>
          <w:szCs w:val="32"/>
        </w:rPr>
      </w:pPr>
      <w:r>
        <w:rPr>
          <w:b/>
          <w:color w:val="000000"/>
          <w:sz w:val="32"/>
          <w:szCs w:val="32"/>
        </w:rPr>
        <w:fldChar w:fldCharType="begin"/>
      </w:r>
      <w:r>
        <w:rPr>
          <w:b/>
          <w:color w:val="000000"/>
          <w:sz w:val="32"/>
          <w:szCs w:val="32"/>
        </w:rPr>
        <w:instrText xml:space="preserve"> MACROBUTTON  AcceptAllChangesInDoc 请输入英文月 </w:instrText>
      </w:r>
      <w:r>
        <w:rPr>
          <w:b/>
          <w:color w:val="000000"/>
          <w:sz w:val="32"/>
          <w:szCs w:val="32"/>
        </w:rPr>
        <w:fldChar w:fldCharType="end"/>
      </w:r>
      <w:r>
        <w:rPr>
          <w:rFonts w:hint="eastAsia"/>
          <w:b/>
          <w:color w:val="000000"/>
          <w:sz w:val="32"/>
          <w:szCs w:val="32"/>
        </w:rPr>
        <w:t>，</w:t>
      </w:r>
      <w:r>
        <w:rPr>
          <w:b/>
          <w:color w:val="000000"/>
          <w:sz w:val="32"/>
          <w:szCs w:val="32"/>
        </w:rPr>
        <w:fldChar w:fldCharType="begin"/>
      </w:r>
      <w:r>
        <w:rPr>
          <w:b/>
          <w:color w:val="000000"/>
          <w:sz w:val="32"/>
          <w:szCs w:val="32"/>
        </w:rPr>
        <w:instrText xml:space="preserve"> MACROBUTTON  AcceptAllChangesInDoc 请输入英文年 </w:instrText>
      </w:r>
      <w:r>
        <w:rPr>
          <w:b/>
          <w:color w:val="000000"/>
          <w:sz w:val="32"/>
          <w:szCs w:val="32"/>
        </w:rPr>
        <w:fldChar w:fldCharType="end"/>
      </w:r>
    </w:p>
    <w:p w14:paraId="5ECA97BF">
      <w:pPr>
        <w:spacing w:line="440" w:lineRule="exact"/>
        <w:outlineLvl w:val="0"/>
        <w:rPr>
          <w:rFonts w:ascii="黑体" w:eastAsia="黑体"/>
          <w:sz w:val="32"/>
          <w:szCs w:val="32"/>
        </w:rPr>
      </w:pPr>
    </w:p>
    <w:p w14:paraId="531A575A">
      <w:pPr>
        <w:jc w:val="center"/>
        <w:rPr>
          <w:rFonts w:ascii="黑体" w:eastAsia="黑体"/>
          <w:b/>
          <w:bCs/>
          <w:sz w:val="32"/>
          <w:szCs w:val="32"/>
        </w:rPr>
      </w:pPr>
    </w:p>
    <w:p w14:paraId="260A711E">
      <w:pPr>
        <w:jc w:val="center"/>
        <w:rPr>
          <w:rFonts w:ascii="黑体" w:eastAsia="黑体"/>
          <w:b/>
          <w:bCs/>
          <w:sz w:val="32"/>
          <w:szCs w:val="32"/>
        </w:rPr>
      </w:pPr>
      <w:r>
        <w:rPr>
          <w:rFonts w:hint="eastAsia" w:ascii="黑体" w:eastAsia="黑体"/>
          <w:b/>
          <w:bCs/>
          <w:sz w:val="32"/>
          <w:szCs w:val="32"/>
        </w:rPr>
        <w:t>学位论文原创性声明和使用授权说明</w:t>
      </w:r>
    </w:p>
    <w:p w14:paraId="2C11EE9B">
      <w:pPr>
        <w:jc w:val="center"/>
        <w:rPr>
          <w:rFonts w:ascii="黑体" w:eastAsia="黑体"/>
          <w:b/>
          <w:bCs/>
          <w:sz w:val="32"/>
          <w:szCs w:val="32"/>
        </w:rPr>
      </w:pPr>
    </w:p>
    <w:p w14:paraId="5962919C">
      <w:pPr>
        <w:jc w:val="center"/>
        <w:rPr>
          <w:rFonts w:ascii="黑体" w:eastAsia="黑体"/>
          <w:b/>
          <w:sz w:val="28"/>
          <w:szCs w:val="28"/>
        </w:rPr>
      </w:pPr>
      <w:r>
        <w:rPr>
          <w:rFonts w:hint="eastAsia" w:ascii="黑体" w:eastAsia="黑体"/>
          <w:b/>
          <w:sz w:val="28"/>
          <w:szCs w:val="28"/>
        </w:rPr>
        <w:t>学位论文原创性声明</w:t>
      </w:r>
    </w:p>
    <w:p w14:paraId="34128E8D">
      <w:pPr>
        <w:jc w:val="center"/>
        <w:rPr>
          <w:b/>
          <w:bCs/>
          <w:sz w:val="28"/>
        </w:rPr>
      </w:pPr>
    </w:p>
    <w:p w14:paraId="5637E49A">
      <w:pPr>
        <w:spacing w:line="360" w:lineRule="auto"/>
        <w:ind w:firstLine="480" w:firstLineChars="200"/>
        <w:rPr>
          <w:sz w:val="24"/>
        </w:rPr>
      </w:pPr>
      <w:r>
        <w:rPr>
          <w:rFonts w:hint="eastAsia"/>
          <w:sz w:val="24"/>
        </w:rPr>
        <w:t>本人郑重声明：所呈交的论文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14:paraId="0DCB2A5E">
      <w:pPr>
        <w:spacing w:line="480" w:lineRule="exact"/>
        <w:rPr>
          <w:sz w:val="28"/>
        </w:rPr>
      </w:pPr>
    </w:p>
    <w:p w14:paraId="19172ABF">
      <w:pPr>
        <w:spacing w:line="360" w:lineRule="auto"/>
        <w:ind w:firstLine="1440" w:firstLineChars="600"/>
        <w:rPr>
          <w:sz w:val="24"/>
        </w:rPr>
      </w:pPr>
      <w:r>
        <w:rPr>
          <w:rFonts w:hint="eastAsia"/>
          <w:sz w:val="24"/>
        </w:rPr>
        <w:t xml:space="preserve">                          日期：    年    月    日</w:t>
      </w:r>
    </w:p>
    <w:p w14:paraId="51154619">
      <w:pPr>
        <w:jc w:val="center"/>
        <w:rPr>
          <w:sz w:val="28"/>
          <w:szCs w:val="20"/>
        </w:rPr>
      </w:pPr>
    </w:p>
    <w:p w14:paraId="2BEDFF23">
      <w:pPr>
        <w:jc w:val="center"/>
        <w:rPr>
          <w:sz w:val="28"/>
          <w:szCs w:val="20"/>
        </w:rPr>
      </w:pPr>
    </w:p>
    <w:p w14:paraId="24BFB3FA">
      <w:pPr>
        <w:jc w:val="center"/>
        <w:rPr>
          <w:rFonts w:ascii="黑体" w:eastAsia="黑体"/>
          <w:b/>
          <w:sz w:val="28"/>
          <w:szCs w:val="28"/>
        </w:rPr>
      </w:pPr>
      <w:r>
        <w:rPr>
          <w:rFonts w:hint="eastAsia" w:ascii="黑体" w:eastAsia="黑体"/>
          <w:b/>
          <w:sz w:val="28"/>
          <w:szCs w:val="28"/>
        </w:rPr>
        <w:t>学位论文版权使用授权书</w:t>
      </w:r>
    </w:p>
    <w:p w14:paraId="36F19921">
      <w:pPr>
        <w:spacing w:line="360" w:lineRule="auto"/>
        <w:ind w:firstLine="480" w:firstLineChars="200"/>
        <w:rPr>
          <w:sz w:val="24"/>
        </w:rPr>
      </w:pPr>
    </w:p>
    <w:p w14:paraId="5F3E2489">
      <w:pPr>
        <w:spacing w:line="360" w:lineRule="auto"/>
        <w:ind w:firstLine="480" w:firstLineChars="200"/>
        <w:rPr>
          <w:sz w:val="24"/>
        </w:rPr>
      </w:pPr>
      <w:r>
        <w:rPr>
          <w:rFonts w:hint="eastAsia"/>
          <w:sz w:val="24"/>
        </w:rPr>
        <w:t>本学位论文作者完全了解学校有关保留、使用学位论文的规定，同意学校保留并向国家有关部门或机构送交论文的复印件和电子版，允许论文被查阅和借阅。本人授权</w:t>
      </w:r>
      <w:r>
        <w:rPr>
          <w:rFonts w:hint="eastAsia" w:ascii="华文行楷" w:eastAsia="华文行楷"/>
          <w:sz w:val="28"/>
          <w:szCs w:val="28"/>
          <w:u w:val="single"/>
        </w:rPr>
        <w:t>□□□□</w:t>
      </w:r>
      <w:r>
        <w:rPr>
          <w:rFonts w:hint="eastAsia"/>
          <w:sz w:val="24"/>
        </w:rPr>
        <w:t>可以将本学位论文的全部或部分内容编入有关数据库进行检索，可以采用影印、缩印或扫描等复制手段保存和汇编本学位论文。</w:t>
      </w:r>
    </w:p>
    <w:p w14:paraId="46AEB10E">
      <w:pPr>
        <w:spacing w:line="360" w:lineRule="auto"/>
        <w:ind w:firstLine="480" w:firstLineChars="200"/>
        <w:rPr>
          <w:sz w:val="24"/>
        </w:rPr>
      </w:pPr>
      <w:r>
        <w:rPr>
          <w:rFonts w:hint="eastAsia"/>
          <w:sz w:val="24"/>
        </w:rPr>
        <w:t xml:space="preserve">                      </w:t>
      </w:r>
    </w:p>
    <w:tbl>
      <w:tblPr>
        <w:tblStyle w:val="26"/>
        <w:tblW w:w="0" w:type="auto"/>
        <w:tblInd w:w="0" w:type="dxa"/>
        <w:tblLayout w:type="fixed"/>
        <w:tblCellMar>
          <w:top w:w="0" w:type="dxa"/>
          <w:left w:w="108" w:type="dxa"/>
          <w:bottom w:w="0" w:type="dxa"/>
          <w:right w:w="108" w:type="dxa"/>
        </w:tblCellMar>
      </w:tblPr>
      <w:tblGrid>
        <w:gridCol w:w="2809"/>
        <w:gridCol w:w="5911"/>
      </w:tblGrid>
      <w:tr w14:paraId="30809D0D">
        <w:tblPrEx>
          <w:tblCellMar>
            <w:top w:w="0" w:type="dxa"/>
            <w:left w:w="108" w:type="dxa"/>
            <w:bottom w:w="0" w:type="dxa"/>
            <w:right w:w="108" w:type="dxa"/>
          </w:tblCellMar>
        </w:tblPrEx>
        <w:tc>
          <w:tcPr>
            <w:tcW w:w="2809" w:type="dxa"/>
            <w:vMerge w:val="restart"/>
            <w:vAlign w:val="center"/>
          </w:tcPr>
          <w:p w14:paraId="09844318">
            <w:pPr>
              <w:spacing w:line="360" w:lineRule="auto"/>
              <w:jc w:val="center"/>
              <w:rPr>
                <w:sz w:val="24"/>
              </w:rPr>
            </w:pPr>
            <w:r>
              <w:rPr>
                <w:rFonts w:hint="eastAsia"/>
                <w:sz w:val="24"/>
              </w:rPr>
              <w:t>本学位论文属于</w:t>
            </w:r>
          </w:p>
        </w:tc>
        <w:tc>
          <w:tcPr>
            <w:tcW w:w="5911" w:type="dxa"/>
          </w:tcPr>
          <w:p w14:paraId="2C309B33">
            <w:pPr>
              <w:spacing w:line="360" w:lineRule="auto"/>
              <w:rPr>
                <w:sz w:val="24"/>
              </w:rPr>
            </w:pPr>
            <w:r>
              <w:rPr>
                <w:rFonts w:hint="eastAsia"/>
                <w:sz w:val="24"/>
              </w:rPr>
              <w:t>保密□，在    年解密后适用本授权书。</w:t>
            </w:r>
          </w:p>
        </w:tc>
      </w:tr>
      <w:tr w14:paraId="435665D1">
        <w:tblPrEx>
          <w:tblCellMar>
            <w:top w:w="0" w:type="dxa"/>
            <w:left w:w="108" w:type="dxa"/>
            <w:bottom w:w="0" w:type="dxa"/>
            <w:right w:w="108" w:type="dxa"/>
          </w:tblCellMar>
        </w:tblPrEx>
        <w:tc>
          <w:tcPr>
            <w:tcW w:w="2809" w:type="dxa"/>
            <w:vMerge w:val="continue"/>
          </w:tcPr>
          <w:p w14:paraId="2BCC2C95">
            <w:pPr>
              <w:spacing w:line="360" w:lineRule="auto"/>
              <w:rPr>
                <w:sz w:val="24"/>
              </w:rPr>
            </w:pPr>
          </w:p>
        </w:tc>
        <w:tc>
          <w:tcPr>
            <w:tcW w:w="5911" w:type="dxa"/>
            <w:vAlign w:val="center"/>
          </w:tcPr>
          <w:p w14:paraId="4E0EBD6C">
            <w:pPr>
              <w:spacing w:line="360" w:lineRule="auto"/>
              <w:rPr>
                <w:sz w:val="24"/>
              </w:rPr>
            </w:pPr>
            <w:r>
              <w:rPr>
                <w:rFonts w:hint="eastAsia"/>
                <w:sz w:val="24"/>
              </w:rPr>
              <w:t>不保密</w:t>
            </w:r>
            <w:r>
              <w:rPr>
                <w:sz w:val="24"/>
              </w:rPr>
              <w:fldChar w:fldCharType="begin"/>
            </w:r>
            <w:r>
              <w:rPr>
                <w:sz w:val="24"/>
              </w:rPr>
              <w:instrText xml:space="preserve"> </w:instrText>
            </w:r>
            <w:r>
              <w:rPr>
                <w:rFonts w:hint="eastAsia"/>
                <w:sz w:val="24"/>
              </w:rPr>
              <w:instrText xml:space="preserve">eq \o\ac(□,</w:instrText>
            </w:r>
            <w:r>
              <w:rPr>
                <w:rFonts w:hint="eastAsia" w:ascii="宋体"/>
                <w:position w:val="2"/>
                <w:sz w:val="16"/>
              </w:rPr>
              <w:instrText xml:space="preserve">√</w:instrText>
            </w:r>
            <w:r>
              <w:rPr>
                <w:rFonts w:hint="eastAsia"/>
                <w:sz w:val="24"/>
              </w:rPr>
              <w:instrText xml:space="preserve">)</w:instrText>
            </w:r>
            <w:r>
              <w:rPr>
                <w:sz w:val="24"/>
              </w:rPr>
              <w:fldChar w:fldCharType="end"/>
            </w:r>
            <w:r>
              <w:rPr>
                <w:rFonts w:hint="eastAsia"/>
                <w:sz w:val="24"/>
              </w:rPr>
              <w:t>。</w:t>
            </w:r>
          </w:p>
        </w:tc>
      </w:tr>
      <w:tr w14:paraId="72B56CC6">
        <w:tblPrEx>
          <w:tblCellMar>
            <w:top w:w="0" w:type="dxa"/>
            <w:left w:w="108" w:type="dxa"/>
            <w:bottom w:w="0" w:type="dxa"/>
            <w:right w:w="108" w:type="dxa"/>
          </w:tblCellMar>
        </w:tblPrEx>
        <w:tc>
          <w:tcPr>
            <w:tcW w:w="8720" w:type="dxa"/>
            <w:gridSpan w:val="2"/>
          </w:tcPr>
          <w:p w14:paraId="2CD4ADCD">
            <w:pPr>
              <w:spacing w:line="360" w:lineRule="auto"/>
              <w:ind w:firstLine="240" w:firstLineChars="100"/>
              <w:rPr>
                <w:sz w:val="24"/>
              </w:rPr>
            </w:pPr>
            <w:r>
              <w:rPr>
                <w:rFonts w:hint="eastAsia"/>
                <w:sz w:val="24"/>
              </w:rPr>
              <w:t>（请在以上相应方框内打“√”）</w:t>
            </w:r>
          </w:p>
        </w:tc>
      </w:tr>
    </w:tbl>
    <w:p w14:paraId="1BF72533">
      <w:pPr>
        <w:spacing w:line="360" w:lineRule="auto"/>
        <w:ind w:firstLine="480" w:firstLineChars="200"/>
        <w:rPr>
          <w:sz w:val="24"/>
        </w:rPr>
      </w:pPr>
    </w:p>
    <w:p w14:paraId="40FAD064">
      <w:pPr>
        <w:spacing w:line="360" w:lineRule="auto"/>
        <w:ind w:firstLine="720" w:firstLineChars="300"/>
        <w:rPr>
          <w:sz w:val="24"/>
        </w:rPr>
        <w:sectPr>
          <w:pgSz w:w="11906" w:h="16838"/>
          <w:pgMar w:top="1418" w:right="1701" w:bottom="1418" w:left="1701" w:header="1134" w:footer="1134" w:gutter="0"/>
          <w:cols w:space="720" w:num="1"/>
          <w:docGrid w:type="linesAndChars" w:linePitch="312" w:charSpace="0"/>
        </w:sectPr>
      </w:pPr>
    </w:p>
    <w:p w14:paraId="5EEB8C7F">
      <w:pPr>
        <w:pStyle w:val="2"/>
        <w:spacing w:before="0" w:after="0" w:line="360" w:lineRule="auto"/>
        <w:jc w:val="center"/>
        <w:rPr>
          <w:rFonts w:ascii="黑体" w:eastAsia="黑体"/>
          <w:b w:val="0"/>
          <w:sz w:val="32"/>
          <w:szCs w:val="32"/>
        </w:rPr>
        <w:sectPr>
          <w:footerReference r:id="rId5" w:type="default"/>
          <w:footerReference r:id="rId6" w:type="even"/>
          <w:type w:val="continuous"/>
          <w:pgSz w:w="11906" w:h="16838"/>
          <w:pgMar w:top="1418" w:right="1701" w:bottom="1418" w:left="1701" w:header="1134" w:footer="1134" w:gutter="0"/>
          <w:pgNumType w:fmt="upperRoman" w:start="1"/>
          <w:cols w:space="720" w:num="1"/>
          <w:docGrid w:type="linesAndChars" w:linePitch="312" w:charSpace="0"/>
        </w:sectPr>
      </w:pPr>
    </w:p>
    <w:p w14:paraId="00317FDA">
      <w:pPr>
        <w:pStyle w:val="2"/>
        <w:spacing w:before="0" w:after="0" w:line="360" w:lineRule="auto"/>
        <w:jc w:val="center"/>
        <w:rPr>
          <w:rFonts w:ascii="黑体" w:eastAsia="黑体"/>
          <w:b w:val="0"/>
          <w:sz w:val="32"/>
          <w:szCs w:val="32"/>
        </w:rPr>
      </w:pPr>
      <w:bookmarkStart w:id="1" w:name="_Toc1639"/>
      <w:r>
        <w:rPr>
          <w:rFonts w:hint="eastAsia" w:ascii="黑体" w:eastAsia="黑体"/>
          <w:b w:val="0"/>
          <w:sz w:val="32"/>
          <w:szCs w:val="32"/>
        </w:rPr>
        <w:t>摘要</w:t>
      </w:r>
      <w:bookmarkEnd w:id="1"/>
    </w:p>
    <w:p w14:paraId="7DEB55AC">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点击输入摘要内容（1000字左右） </w:instrText>
      </w:r>
      <w:r>
        <w:rPr>
          <w:rFonts w:ascii="宋体" w:hAnsi="宋体"/>
          <w:sz w:val="24"/>
        </w:rPr>
        <w:fldChar w:fldCharType="end"/>
      </w:r>
    </w:p>
    <w:p w14:paraId="39B58BE7">
      <w:pPr>
        <w:spacing w:before="156" w:beforeLines="50" w:after="156" w:afterLines="50" w:line="360" w:lineRule="auto"/>
        <w:ind w:firstLine="480" w:firstLineChars="200"/>
        <w:rPr>
          <w:rFonts w:ascii="宋体" w:hAnsi="宋体"/>
          <w:sz w:val="24"/>
        </w:rPr>
      </w:pPr>
      <w:r>
        <w:rPr>
          <w:rFonts w:hint="eastAsia" w:ascii="黑体" w:eastAsia="黑体"/>
          <w:sz w:val="24"/>
        </w:rPr>
        <w:t>关键词</w:t>
      </w:r>
      <w:r>
        <w:rPr>
          <w:rFonts w:hint="eastAsia"/>
        </w:rPr>
        <w:t>：</w:t>
      </w:r>
      <w:r>
        <w:rPr>
          <w:rFonts w:ascii="宋体" w:hAnsi="宋体"/>
          <w:sz w:val="24"/>
        </w:rPr>
        <w:fldChar w:fldCharType="begin"/>
      </w:r>
      <w:r>
        <w:rPr>
          <w:rFonts w:ascii="宋体" w:hAnsi="宋体"/>
          <w:sz w:val="24"/>
        </w:rPr>
        <w:instrText xml:space="preserve"> MACROBUTTON  AcceptAllChangesInDoc 点击输入3-5个关键词，词与词之间用；隔开 </w:instrText>
      </w:r>
      <w:r>
        <w:rPr>
          <w:rFonts w:ascii="宋体" w:hAnsi="宋体"/>
          <w:sz w:val="24"/>
        </w:rPr>
        <w:fldChar w:fldCharType="end"/>
      </w:r>
    </w:p>
    <w:p w14:paraId="1209A6FF">
      <w:pPr>
        <w:spacing w:line="440" w:lineRule="exact"/>
        <w:ind w:firstLine="480" w:firstLineChars="200"/>
        <w:rPr>
          <w:rFonts w:ascii="宋体" w:hAnsi="宋体"/>
          <w:sz w:val="24"/>
        </w:rPr>
      </w:pPr>
      <w:r>
        <w:rPr>
          <w:rFonts w:hint="eastAsia" w:ascii="宋体" w:hAnsi="宋体"/>
          <w:sz w:val="24"/>
          <w:shd w:val="pct10" w:color="auto" w:fill="FFFFFF"/>
        </w:rPr>
        <w:t>论文摘要和正文中，第一次出现缩写应包含全称和缩写，再次出现全部统一使用缩写。如果缩写过多，增加一个全称与缩写一一对应的附录。</w:t>
      </w:r>
    </w:p>
    <w:p w14:paraId="482265DA">
      <w:pPr>
        <w:spacing w:before="156" w:beforeLines="50" w:after="156" w:afterLines="50" w:line="360" w:lineRule="auto"/>
        <w:ind w:firstLine="480" w:firstLineChars="200"/>
        <w:rPr>
          <w:rFonts w:ascii="宋体" w:hAnsi="宋体"/>
          <w:sz w:val="24"/>
        </w:rPr>
      </w:pPr>
    </w:p>
    <w:p w14:paraId="6743C084">
      <w:pPr>
        <w:spacing w:before="156" w:beforeLines="50" w:after="156" w:afterLines="50" w:line="360" w:lineRule="auto"/>
        <w:ind w:firstLine="480" w:firstLineChars="200"/>
        <w:rPr>
          <w:rFonts w:ascii="宋体" w:hAnsi="宋体"/>
          <w:sz w:val="24"/>
        </w:rPr>
      </w:pPr>
    </w:p>
    <w:p w14:paraId="3BB77529">
      <w:pPr>
        <w:spacing w:before="156" w:beforeLines="50" w:after="156" w:afterLines="50" w:line="360" w:lineRule="auto"/>
        <w:ind w:firstLine="480" w:firstLineChars="200"/>
        <w:rPr>
          <w:rFonts w:ascii="宋体" w:hAnsi="宋体"/>
          <w:sz w:val="24"/>
        </w:rPr>
        <w:sectPr>
          <w:footerReference r:id="rId7" w:type="default"/>
          <w:footerReference r:id="rId8" w:type="even"/>
          <w:pgSz w:w="11906" w:h="16838"/>
          <w:pgMar w:top="1418" w:right="1701" w:bottom="1418" w:left="1701" w:header="1134" w:footer="1134" w:gutter="0"/>
          <w:pgNumType w:fmt="upperRoman" w:start="1"/>
          <w:cols w:space="720" w:num="1"/>
          <w:docGrid w:type="linesAndChars" w:linePitch="312" w:charSpace="0"/>
        </w:sectPr>
      </w:pPr>
    </w:p>
    <w:p w14:paraId="2FC99F98">
      <w:pPr>
        <w:pStyle w:val="2"/>
        <w:spacing w:before="156" w:beforeLines="50" w:after="156" w:afterLines="50" w:line="360" w:lineRule="auto"/>
        <w:jc w:val="center"/>
        <w:rPr>
          <w:rFonts w:eastAsia="黑体"/>
          <w:sz w:val="32"/>
          <w:szCs w:val="32"/>
        </w:rPr>
      </w:pPr>
      <w:bookmarkStart w:id="2" w:name="_Toc2867"/>
      <w:r>
        <w:rPr>
          <w:rFonts w:eastAsia="黑体"/>
          <w:sz w:val="32"/>
          <w:szCs w:val="32"/>
        </w:rPr>
        <w:t>Abstract</w:t>
      </w:r>
      <w:bookmarkEnd w:id="2"/>
    </w:p>
    <w:p w14:paraId="63D41189">
      <w:pPr>
        <w:spacing w:line="440" w:lineRule="exact"/>
        <w:ind w:firstLine="424" w:firstLineChars="177"/>
        <w:rPr>
          <w:sz w:val="24"/>
        </w:rPr>
      </w:pPr>
      <w:r>
        <w:rPr>
          <w:sz w:val="24"/>
        </w:rPr>
        <w:fldChar w:fldCharType="begin"/>
      </w:r>
      <w:r>
        <w:rPr>
          <w:sz w:val="24"/>
        </w:rPr>
        <w:instrText xml:space="preserve"> MACROBUTTON  AcceptAllChangesInDoc "Insert the Abstract of Thesis" </w:instrText>
      </w:r>
      <w:r>
        <w:rPr>
          <w:sz w:val="24"/>
        </w:rPr>
        <w:fldChar w:fldCharType="end"/>
      </w:r>
      <w:r>
        <w:rPr>
          <w:rFonts w:hint="eastAsia"/>
          <w:sz w:val="24"/>
        </w:rPr>
        <w:t xml:space="preserve">   </w:t>
      </w:r>
    </w:p>
    <w:p w14:paraId="4BAEE80E">
      <w:pPr>
        <w:spacing w:line="440" w:lineRule="exact"/>
        <w:ind w:firstLine="362" w:firstLineChars="151"/>
        <w:rPr>
          <w:sz w:val="24"/>
        </w:rPr>
      </w:pPr>
      <w:r>
        <w:rPr>
          <w:b/>
          <w:sz w:val="24"/>
        </w:rPr>
        <w:t>KeyWords</w:t>
      </w:r>
      <w:r>
        <w:rPr>
          <w:rFonts w:hint="eastAsia"/>
          <w:b/>
          <w:sz w:val="24"/>
        </w:rPr>
        <w:t>：</w:t>
      </w:r>
      <w:r>
        <w:rPr>
          <w:sz w:val="24"/>
        </w:rPr>
        <w:fldChar w:fldCharType="begin"/>
      </w:r>
      <w:r>
        <w:rPr>
          <w:sz w:val="24"/>
        </w:rPr>
        <w:instrText xml:space="preserve"> MACROBUTTON  AcceptAllChangesInDoc "Insert the Key words" </w:instrText>
      </w:r>
      <w:r>
        <w:rPr>
          <w:sz w:val="24"/>
        </w:rPr>
        <w:fldChar w:fldCharType="end"/>
      </w:r>
    </w:p>
    <w:p w14:paraId="72ADC692">
      <w:pPr>
        <w:spacing w:line="440" w:lineRule="exact"/>
        <w:ind w:firstLine="362" w:firstLineChars="151"/>
        <w:rPr>
          <w:sz w:val="24"/>
        </w:rPr>
      </w:pPr>
    </w:p>
    <w:p w14:paraId="76E45C2A">
      <w:pPr>
        <w:spacing w:line="440" w:lineRule="exact"/>
        <w:ind w:firstLine="362" w:firstLineChars="151"/>
        <w:rPr>
          <w:sz w:val="24"/>
        </w:rPr>
      </w:pPr>
    </w:p>
    <w:p w14:paraId="792E5FA3">
      <w:pPr>
        <w:spacing w:line="440" w:lineRule="exact"/>
        <w:ind w:firstLine="362" w:firstLineChars="151"/>
        <w:rPr>
          <w:sz w:val="24"/>
        </w:rPr>
      </w:pPr>
    </w:p>
    <w:p w14:paraId="49122D2E">
      <w:pPr>
        <w:spacing w:line="440" w:lineRule="exact"/>
        <w:ind w:firstLine="362" w:firstLineChars="151"/>
        <w:rPr>
          <w:sz w:val="24"/>
        </w:rPr>
      </w:pPr>
    </w:p>
    <w:p w14:paraId="46A5238D">
      <w:pPr>
        <w:spacing w:line="440" w:lineRule="exact"/>
        <w:ind w:firstLine="362" w:firstLineChars="151"/>
        <w:rPr>
          <w:sz w:val="24"/>
        </w:rPr>
      </w:pPr>
    </w:p>
    <w:p w14:paraId="513EEC8C">
      <w:pPr>
        <w:spacing w:line="440" w:lineRule="exact"/>
        <w:ind w:firstLine="362" w:firstLineChars="151"/>
        <w:rPr>
          <w:sz w:val="24"/>
        </w:rPr>
      </w:pPr>
    </w:p>
    <w:p w14:paraId="441A00D0">
      <w:pPr>
        <w:spacing w:line="440" w:lineRule="exact"/>
        <w:ind w:firstLine="362" w:firstLineChars="151"/>
        <w:rPr>
          <w:sz w:val="24"/>
        </w:rPr>
      </w:pPr>
    </w:p>
    <w:p w14:paraId="004D40F1">
      <w:pPr>
        <w:spacing w:line="440" w:lineRule="exact"/>
        <w:ind w:firstLine="362" w:firstLineChars="151"/>
        <w:rPr>
          <w:sz w:val="24"/>
        </w:rPr>
      </w:pPr>
    </w:p>
    <w:p w14:paraId="3CBD432C">
      <w:pPr>
        <w:spacing w:line="440" w:lineRule="exact"/>
        <w:ind w:firstLine="362" w:firstLineChars="151"/>
        <w:rPr>
          <w:sz w:val="24"/>
        </w:rPr>
      </w:pPr>
    </w:p>
    <w:p w14:paraId="5ACCD1DF">
      <w:pPr>
        <w:spacing w:line="440" w:lineRule="exact"/>
        <w:ind w:firstLine="362" w:firstLineChars="151"/>
        <w:rPr>
          <w:sz w:val="24"/>
        </w:rPr>
      </w:pPr>
    </w:p>
    <w:p w14:paraId="65A79A39">
      <w:pPr>
        <w:spacing w:line="440" w:lineRule="exact"/>
        <w:ind w:firstLine="362" w:firstLineChars="151"/>
        <w:rPr>
          <w:sz w:val="24"/>
        </w:rPr>
      </w:pPr>
    </w:p>
    <w:p w14:paraId="107C221D">
      <w:pPr>
        <w:spacing w:line="440" w:lineRule="exact"/>
        <w:ind w:firstLine="362" w:firstLineChars="151"/>
        <w:rPr>
          <w:sz w:val="24"/>
        </w:rPr>
      </w:pPr>
    </w:p>
    <w:p w14:paraId="360DC1BC">
      <w:pPr>
        <w:spacing w:line="440" w:lineRule="exact"/>
        <w:ind w:firstLine="362" w:firstLineChars="151"/>
        <w:rPr>
          <w:sz w:val="24"/>
        </w:rPr>
      </w:pPr>
    </w:p>
    <w:p w14:paraId="500D5915">
      <w:pPr>
        <w:spacing w:line="440" w:lineRule="exact"/>
        <w:ind w:firstLine="362" w:firstLineChars="151"/>
        <w:rPr>
          <w:sz w:val="24"/>
        </w:rPr>
      </w:pPr>
    </w:p>
    <w:p w14:paraId="5550365F">
      <w:pPr>
        <w:spacing w:line="440" w:lineRule="exact"/>
        <w:ind w:firstLine="362" w:firstLineChars="151"/>
        <w:rPr>
          <w:sz w:val="24"/>
        </w:rPr>
      </w:pPr>
    </w:p>
    <w:p w14:paraId="31049973">
      <w:pPr>
        <w:spacing w:line="440" w:lineRule="exact"/>
        <w:ind w:firstLine="483" w:firstLineChars="151"/>
        <w:rPr>
          <w:rFonts w:ascii="黑体" w:eastAsia="黑体"/>
          <w:sz w:val="32"/>
          <w:szCs w:val="32"/>
        </w:rPr>
        <w:sectPr>
          <w:pgSz w:w="11906" w:h="16838"/>
          <w:pgMar w:top="1418" w:right="1701" w:bottom="1418" w:left="1701" w:header="1134" w:footer="1134" w:gutter="0"/>
          <w:pgNumType w:fmt="upperRoman"/>
          <w:cols w:space="720" w:num="1"/>
          <w:docGrid w:type="linesAndChars" w:linePitch="312" w:charSpace="0"/>
        </w:sectPr>
      </w:pPr>
    </w:p>
    <w:p w14:paraId="123FEB6F">
      <w:pPr>
        <w:pStyle w:val="2"/>
        <w:spacing w:before="156" w:beforeLines="50" w:after="156" w:afterLines="50" w:line="440" w:lineRule="exact"/>
        <w:jc w:val="center"/>
        <w:rPr>
          <w:rFonts w:ascii="黑体" w:eastAsia="黑体"/>
          <w:sz w:val="32"/>
          <w:szCs w:val="32"/>
        </w:rPr>
      </w:pPr>
      <w:bookmarkStart w:id="3" w:name="_Toc25594"/>
      <w:r>
        <w:rPr>
          <w:rFonts w:hint="eastAsia" w:ascii="黑体" w:eastAsia="黑体"/>
          <w:sz w:val="32"/>
          <w:szCs w:val="32"/>
        </w:rPr>
        <w:t>目录</w:t>
      </w:r>
      <w:bookmarkEnd w:id="3"/>
    </w:p>
    <w:p w14:paraId="302C4B92">
      <w:pPr>
        <w:pStyle w:val="19"/>
        <w:tabs>
          <w:tab w:val="right" w:leader="dot" w:pos="8504"/>
          <w:tab w:val="clear" w:pos="9060"/>
        </w:tabs>
        <w:rPr>
          <w:rFonts w:ascii="Times New Roman" w:hAnsi="Times New Roman"/>
          <w:sz w:val="24"/>
          <w:szCs w:val="24"/>
        </w:rPr>
      </w:pPr>
      <w:r>
        <w:rPr>
          <w:color w:val="000000"/>
          <w:sz w:val="24"/>
          <w:szCs w:val="24"/>
        </w:rPr>
        <w:fldChar w:fldCharType="begin"/>
      </w:r>
      <w:r>
        <w:rPr>
          <w:color w:val="000000"/>
          <w:sz w:val="24"/>
          <w:szCs w:val="24"/>
        </w:rPr>
        <w:instrText xml:space="preserve"> TOC \o "1-4" \h \z \u </w:instrText>
      </w:r>
      <w:r>
        <w:rPr>
          <w:color w:val="000000"/>
          <w:sz w:val="24"/>
          <w:szCs w:val="24"/>
        </w:rPr>
        <w:fldChar w:fldCharType="separate"/>
      </w:r>
      <w:r>
        <w:fldChar w:fldCharType="begin"/>
      </w:r>
      <w:r>
        <w:instrText xml:space="preserve"> HYPERLINK \l "_Toc17930" </w:instrText>
      </w:r>
      <w:r>
        <w:fldChar w:fldCharType="separate"/>
      </w:r>
      <w:r>
        <w:rPr>
          <w:rFonts w:ascii="Times New Roman" w:hAnsi="Times New Roman"/>
          <w:sz w:val="24"/>
          <w:szCs w:val="24"/>
        </w:rPr>
        <w:t>摘要</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_Toc17930 </w:instrText>
      </w:r>
      <w:r>
        <w:rPr>
          <w:rFonts w:ascii="Times New Roman" w:hAnsi="Times New Roman"/>
          <w:sz w:val="24"/>
          <w:szCs w:val="24"/>
        </w:rPr>
        <w:fldChar w:fldCharType="separate"/>
      </w:r>
      <w:r>
        <w:rPr>
          <w:rFonts w:ascii="Times New Roman" w:hAnsi="Times New Roman"/>
          <w:sz w:val="24"/>
          <w:szCs w:val="24"/>
        </w:rPr>
        <w:t>I</w:t>
      </w:r>
      <w:r>
        <w:rPr>
          <w:rFonts w:ascii="Times New Roman" w:hAnsi="Times New Roman"/>
          <w:sz w:val="24"/>
          <w:szCs w:val="24"/>
        </w:rPr>
        <w:fldChar w:fldCharType="end"/>
      </w:r>
      <w:r>
        <w:rPr>
          <w:rFonts w:ascii="Times New Roman" w:hAnsi="Times New Roman"/>
          <w:sz w:val="24"/>
          <w:szCs w:val="24"/>
        </w:rPr>
        <w:fldChar w:fldCharType="end"/>
      </w:r>
    </w:p>
    <w:p w14:paraId="5160F540">
      <w:pPr>
        <w:pStyle w:val="19"/>
        <w:tabs>
          <w:tab w:val="right" w:leader="dot" w:pos="8504"/>
          <w:tab w:val="clear" w:pos="9060"/>
        </w:tabs>
        <w:rPr>
          <w:rFonts w:ascii="Times New Roman" w:hAnsi="Times New Roman"/>
          <w:sz w:val="24"/>
          <w:szCs w:val="24"/>
        </w:rPr>
      </w:pPr>
      <w:r>
        <w:fldChar w:fldCharType="begin"/>
      </w:r>
      <w:r>
        <w:instrText xml:space="preserve"> HYPERLINK \l "_Toc25404" </w:instrText>
      </w:r>
      <w:r>
        <w:fldChar w:fldCharType="separate"/>
      </w:r>
      <w:r>
        <w:rPr>
          <w:rFonts w:ascii="Times New Roman" w:hAnsi="Times New Roman"/>
          <w:sz w:val="24"/>
          <w:szCs w:val="24"/>
        </w:rPr>
        <w:t>Abstract</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_Toc25404 </w:instrText>
      </w:r>
      <w:r>
        <w:rPr>
          <w:rFonts w:ascii="Times New Roman" w:hAnsi="Times New Roman"/>
          <w:sz w:val="24"/>
          <w:szCs w:val="24"/>
        </w:rPr>
        <w:fldChar w:fldCharType="separate"/>
      </w:r>
      <w:r>
        <w:rPr>
          <w:rFonts w:ascii="Times New Roman" w:hAnsi="Times New Roman"/>
          <w:sz w:val="24"/>
          <w:szCs w:val="24"/>
        </w:rPr>
        <w:t>II</w:t>
      </w:r>
      <w:r>
        <w:rPr>
          <w:rFonts w:ascii="Times New Roman" w:hAnsi="Times New Roman"/>
          <w:sz w:val="24"/>
          <w:szCs w:val="24"/>
        </w:rPr>
        <w:fldChar w:fldCharType="end"/>
      </w:r>
      <w:r>
        <w:rPr>
          <w:rFonts w:ascii="Times New Roman" w:hAnsi="Times New Roman"/>
          <w:sz w:val="24"/>
          <w:szCs w:val="24"/>
        </w:rPr>
        <w:fldChar w:fldCharType="end"/>
      </w:r>
    </w:p>
    <w:p w14:paraId="5288BEA1">
      <w:pPr>
        <w:pStyle w:val="19"/>
        <w:tabs>
          <w:tab w:val="right" w:leader="dot" w:pos="8504"/>
          <w:tab w:val="clear" w:pos="9060"/>
        </w:tabs>
        <w:rPr>
          <w:rFonts w:ascii="Times New Roman" w:hAnsi="Times New Roman"/>
          <w:sz w:val="24"/>
          <w:szCs w:val="24"/>
        </w:rPr>
      </w:pPr>
      <w:r>
        <w:fldChar w:fldCharType="begin"/>
      </w:r>
      <w:r>
        <w:instrText xml:space="preserve"> HYPERLINK \l "_Toc25594" </w:instrText>
      </w:r>
      <w:r>
        <w:fldChar w:fldCharType="separate"/>
      </w:r>
      <w:r>
        <w:rPr>
          <w:rFonts w:ascii="Times New Roman" w:hAnsi="Times New Roman"/>
          <w:sz w:val="24"/>
          <w:szCs w:val="24"/>
        </w:rPr>
        <w:t>目录</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_Toc25594 </w:instrText>
      </w:r>
      <w:r>
        <w:rPr>
          <w:rFonts w:ascii="Times New Roman" w:hAnsi="Times New Roman"/>
          <w:sz w:val="24"/>
          <w:szCs w:val="24"/>
        </w:rPr>
        <w:fldChar w:fldCharType="separate"/>
      </w:r>
      <w:r>
        <w:rPr>
          <w:rFonts w:ascii="Times New Roman" w:hAnsi="Times New Roman"/>
          <w:sz w:val="24"/>
          <w:szCs w:val="24"/>
        </w:rPr>
        <w:t>III</w:t>
      </w:r>
      <w:r>
        <w:rPr>
          <w:rFonts w:ascii="Times New Roman" w:hAnsi="Times New Roman"/>
          <w:sz w:val="24"/>
          <w:szCs w:val="24"/>
        </w:rPr>
        <w:fldChar w:fldCharType="end"/>
      </w:r>
      <w:r>
        <w:rPr>
          <w:rFonts w:ascii="Times New Roman" w:hAnsi="Times New Roman"/>
          <w:sz w:val="24"/>
          <w:szCs w:val="24"/>
        </w:rPr>
        <w:fldChar w:fldCharType="end"/>
      </w:r>
    </w:p>
    <w:p w14:paraId="76BB4B07">
      <w:pPr>
        <w:pStyle w:val="19"/>
        <w:tabs>
          <w:tab w:val="right" w:leader="dot" w:pos="8504"/>
          <w:tab w:val="clear" w:pos="9060"/>
        </w:tabs>
        <w:rPr>
          <w:rFonts w:ascii="Times New Roman" w:hAnsi="Times New Roman"/>
          <w:sz w:val="24"/>
          <w:szCs w:val="24"/>
        </w:rPr>
      </w:pPr>
      <w:r>
        <w:fldChar w:fldCharType="begin"/>
      </w:r>
      <w:r>
        <w:instrText xml:space="preserve"> HYPERLINK \l "_Toc18481" </w:instrText>
      </w:r>
      <w:r>
        <w:fldChar w:fldCharType="separate"/>
      </w:r>
      <w:r>
        <w:rPr>
          <w:rFonts w:ascii="Times New Roman" w:hAnsi="Times New Roman"/>
          <w:sz w:val="24"/>
          <w:szCs w:val="24"/>
        </w:rPr>
        <w:fldChar w:fldCharType="begin"/>
      </w:r>
      <w:r>
        <w:rPr>
          <w:rFonts w:ascii="Times New Roman" w:hAnsi="Times New Roman"/>
          <w:sz w:val="24"/>
          <w:szCs w:val="24"/>
        </w:rPr>
        <w:instrText xml:space="preserve"> MACROBUTTON  AcceptAllChangesInDoc 引言/绪论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_Toc18481 </w:instrText>
      </w:r>
      <w:r>
        <w:rPr>
          <w:rFonts w:ascii="Times New Roman" w:hAnsi="Times New Roman"/>
          <w:sz w:val="24"/>
          <w:szCs w:val="24"/>
        </w:rPr>
        <w:fldChar w:fldCharType="separate"/>
      </w:r>
      <w:r>
        <w:rPr>
          <w:rFonts w:ascii="Times New Roman" w:hAnsi="Times New Roman"/>
          <w:sz w:val="24"/>
          <w:szCs w:val="24"/>
        </w:rPr>
        <w:t>1</w:t>
      </w:r>
      <w:r>
        <w:rPr>
          <w:rFonts w:ascii="Times New Roman" w:hAnsi="Times New Roman"/>
          <w:sz w:val="24"/>
          <w:szCs w:val="24"/>
        </w:rPr>
        <w:fldChar w:fldCharType="end"/>
      </w:r>
      <w:r>
        <w:rPr>
          <w:rFonts w:ascii="Times New Roman" w:hAnsi="Times New Roman"/>
          <w:sz w:val="24"/>
          <w:szCs w:val="24"/>
        </w:rPr>
        <w:fldChar w:fldCharType="end"/>
      </w:r>
    </w:p>
    <w:p w14:paraId="707E557F">
      <w:pPr>
        <w:pStyle w:val="19"/>
        <w:tabs>
          <w:tab w:val="right" w:leader="dot" w:pos="8504"/>
          <w:tab w:val="clear" w:pos="9060"/>
        </w:tabs>
        <w:rPr>
          <w:rFonts w:ascii="Times New Roman" w:hAnsi="Times New Roman"/>
          <w:sz w:val="24"/>
          <w:szCs w:val="24"/>
        </w:rPr>
      </w:pPr>
      <w:r>
        <w:fldChar w:fldCharType="begin"/>
      </w:r>
      <w:r>
        <w:instrText xml:space="preserve"> HYPERLINK \l "_Toc23016" </w:instrText>
      </w:r>
      <w:r>
        <w:fldChar w:fldCharType="separate"/>
      </w:r>
      <w:r>
        <w:rPr>
          <w:rFonts w:ascii="Times New Roman" w:hAnsi="Times New Roman"/>
          <w:sz w:val="24"/>
          <w:szCs w:val="24"/>
        </w:rPr>
        <w:t xml:space="preserve">第1章 </w:t>
      </w:r>
      <w:r>
        <w:rPr>
          <w:rFonts w:ascii="Times New Roman" w:hAnsi="Times New Roman"/>
          <w:sz w:val="24"/>
          <w:szCs w:val="24"/>
        </w:rPr>
        <w:fldChar w:fldCharType="begin"/>
      </w:r>
      <w:r>
        <w:rPr>
          <w:rFonts w:ascii="Times New Roman" w:hAnsi="Times New Roman"/>
          <w:sz w:val="24"/>
          <w:szCs w:val="24"/>
        </w:rPr>
        <w:instrText xml:space="preserve"> MACROBUTTON  AcceptAllChangesInDoc 点击输入章标题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_Toc23016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r>
        <w:rPr>
          <w:rFonts w:ascii="Times New Roman" w:hAnsi="Times New Roman"/>
          <w:sz w:val="24"/>
          <w:szCs w:val="24"/>
        </w:rPr>
        <w:fldChar w:fldCharType="end"/>
      </w:r>
    </w:p>
    <w:p w14:paraId="384D0B0C">
      <w:pPr>
        <w:pStyle w:val="22"/>
        <w:tabs>
          <w:tab w:val="right" w:leader="dot" w:pos="8504"/>
          <w:tab w:val="clear" w:pos="420"/>
          <w:tab w:val="clear" w:pos="9060"/>
        </w:tabs>
        <w:spacing w:line="440" w:lineRule="exact"/>
        <w:rPr>
          <w:sz w:val="24"/>
        </w:rPr>
      </w:pPr>
      <w:r>
        <w:fldChar w:fldCharType="begin"/>
      </w:r>
      <w:r>
        <w:instrText xml:space="preserve"> HYPERLINK \l "_Toc21657" </w:instrText>
      </w:r>
      <w:r>
        <w:fldChar w:fldCharType="separate"/>
      </w:r>
      <w:r>
        <w:rPr>
          <w:sz w:val="24"/>
        </w:rPr>
        <w:t xml:space="preserve">1 </w:t>
      </w:r>
      <w:r>
        <w:rPr>
          <w:sz w:val="24"/>
        </w:rPr>
        <w:fldChar w:fldCharType="begin"/>
      </w:r>
      <w:r>
        <w:rPr>
          <w:sz w:val="24"/>
        </w:rPr>
        <w:instrText xml:space="preserve"> MACROBUTTON  AcceptAllChangesInDoc 点击输入一级节标题 </w:instrText>
      </w:r>
      <w:r>
        <w:rPr>
          <w:sz w:val="24"/>
        </w:rPr>
        <w:fldChar w:fldCharType="end"/>
      </w:r>
      <w:r>
        <w:rPr>
          <w:sz w:val="24"/>
        </w:rPr>
        <w:tab/>
      </w:r>
      <w:r>
        <w:rPr>
          <w:sz w:val="24"/>
        </w:rPr>
        <w:fldChar w:fldCharType="begin"/>
      </w:r>
      <w:r>
        <w:rPr>
          <w:sz w:val="24"/>
        </w:rPr>
        <w:instrText xml:space="preserve"> PAGEREF _Toc21657 </w:instrText>
      </w:r>
      <w:r>
        <w:rPr>
          <w:sz w:val="24"/>
        </w:rPr>
        <w:fldChar w:fldCharType="separate"/>
      </w:r>
      <w:r>
        <w:rPr>
          <w:sz w:val="24"/>
        </w:rPr>
        <w:t>2</w:t>
      </w:r>
      <w:r>
        <w:rPr>
          <w:sz w:val="24"/>
        </w:rPr>
        <w:fldChar w:fldCharType="end"/>
      </w:r>
      <w:r>
        <w:rPr>
          <w:sz w:val="24"/>
        </w:rPr>
        <w:fldChar w:fldCharType="end"/>
      </w:r>
    </w:p>
    <w:p w14:paraId="42DE9067">
      <w:pPr>
        <w:pStyle w:val="13"/>
        <w:tabs>
          <w:tab w:val="right" w:leader="dot" w:pos="8504"/>
          <w:tab w:val="clear" w:pos="9060"/>
        </w:tabs>
        <w:spacing w:line="440" w:lineRule="exact"/>
        <w:rPr>
          <w:sz w:val="24"/>
        </w:rPr>
      </w:pPr>
      <w:r>
        <w:fldChar w:fldCharType="begin"/>
      </w:r>
      <w:r>
        <w:instrText xml:space="preserve"> HYPERLINK \l "_Toc21556" </w:instrText>
      </w:r>
      <w:r>
        <w:fldChar w:fldCharType="separate"/>
      </w:r>
      <w:r>
        <w:rPr>
          <w:sz w:val="24"/>
        </w:rPr>
        <w:t xml:space="preserve">1.1 </w:t>
      </w:r>
      <w:r>
        <w:rPr>
          <w:sz w:val="24"/>
        </w:rPr>
        <w:fldChar w:fldCharType="begin"/>
      </w:r>
      <w:r>
        <w:rPr>
          <w:sz w:val="24"/>
        </w:rPr>
        <w:instrText xml:space="preserve"> MACROBUTTON  AcceptAllChangesInDoc 点击输入二级节标题 </w:instrText>
      </w:r>
      <w:r>
        <w:rPr>
          <w:sz w:val="24"/>
        </w:rPr>
        <w:fldChar w:fldCharType="end"/>
      </w:r>
      <w:r>
        <w:rPr>
          <w:sz w:val="24"/>
        </w:rPr>
        <w:tab/>
      </w:r>
      <w:r>
        <w:rPr>
          <w:sz w:val="24"/>
        </w:rPr>
        <w:fldChar w:fldCharType="begin"/>
      </w:r>
      <w:r>
        <w:rPr>
          <w:sz w:val="24"/>
        </w:rPr>
        <w:instrText xml:space="preserve"> PAGEREF _Toc21556 </w:instrText>
      </w:r>
      <w:r>
        <w:rPr>
          <w:sz w:val="24"/>
        </w:rPr>
        <w:fldChar w:fldCharType="separate"/>
      </w:r>
      <w:r>
        <w:rPr>
          <w:sz w:val="24"/>
        </w:rPr>
        <w:t>2</w:t>
      </w:r>
      <w:r>
        <w:rPr>
          <w:sz w:val="24"/>
        </w:rPr>
        <w:fldChar w:fldCharType="end"/>
      </w:r>
      <w:r>
        <w:rPr>
          <w:sz w:val="24"/>
        </w:rPr>
        <w:fldChar w:fldCharType="end"/>
      </w:r>
    </w:p>
    <w:p w14:paraId="03EA304E">
      <w:pPr>
        <w:pStyle w:val="20"/>
        <w:tabs>
          <w:tab w:val="right" w:leader="dot" w:pos="8504"/>
          <w:tab w:val="clear" w:pos="9060"/>
        </w:tabs>
        <w:spacing w:line="440" w:lineRule="exact"/>
        <w:rPr>
          <w:sz w:val="24"/>
        </w:rPr>
      </w:pPr>
      <w:r>
        <w:fldChar w:fldCharType="begin"/>
      </w:r>
      <w:r>
        <w:instrText xml:space="preserve"> HYPERLINK \l "_Toc18634" </w:instrText>
      </w:r>
      <w:r>
        <w:fldChar w:fldCharType="separate"/>
      </w:r>
      <w:r>
        <w:rPr>
          <w:sz w:val="24"/>
        </w:rPr>
        <w:t xml:space="preserve">1.1.1 </w:t>
      </w:r>
      <w:r>
        <w:rPr>
          <w:sz w:val="24"/>
        </w:rPr>
        <w:fldChar w:fldCharType="begin"/>
      </w:r>
      <w:r>
        <w:rPr>
          <w:sz w:val="24"/>
        </w:rPr>
        <w:instrText xml:space="preserve"> MACROBUTTON  AcceptAllChangesInDoc 点击输入三级节标题 </w:instrText>
      </w:r>
      <w:r>
        <w:rPr>
          <w:sz w:val="24"/>
        </w:rPr>
        <w:fldChar w:fldCharType="end"/>
      </w:r>
      <w:r>
        <w:rPr>
          <w:sz w:val="24"/>
        </w:rPr>
        <w:tab/>
      </w:r>
      <w:r>
        <w:rPr>
          <w:sz w:val="24"/>
        </w:rPr>
        <w:fldChar w:fldCharType="begin"/>
      </w:r>
      <w:r>
        <w:rPr>
          <w:sz w:val="24"/>
        </w:rPr>
        <w:instrText xml:space="preserve"> PAGEREF _Toc18634 </w:instrText>
      </w:r>
      <w:r>
        <w:rPr>
          <w:sz w:val="24"/>
        </w:rPr>
        <w:fldChar w:fldCharType="separate"/>
      </w:r>
      <w:r>
        <w:rPr>
          <w:sz w:val="24"/>
        </w:rPr>
        <w:t>2</w:t>
      </w:r>
      <w:r>
        <w:rPr>
          <w:sz w:val="24"/>
        </w:rPr>
        <w:fldChar w:fldCharType="end"/>
      </w:r>
      <w:r>
        <w:rPr>
          <w:sz w:val="24"/>
        </w:rPr>
        <w:fldChar w:fldCharType="end"/>
      </w:r>
    </w:p>
    <w:p w14:paraId="599754B8">
      <w:pPr>
        <w:pStyle w:val="20"/>
        <w:tabs>
          <w:tab w:val="right" w:leader="dot" w:pos="8504"/>
          <w:tab w:val="clear" w:pos="9060"/>
        </w:tabs>
        <w:spacing w:line="440" w:lineRule="exact"/>
        <w:rPr>
          <w:sz w:val="24"/>
        </w:rPr>
      </w:pPr>
      <w:r>
        <w:fldChar w:fldCharType="begin"/>
      </w:r>
      <w:r>
        <w:instrText xml:space="preserve"> HYPERLINK \l "_Toc2438" </w:instrText>
      </w:r>
      <w:r>
        <w:fldChar w:fldCharType="separate"/>
      </w:r>
      <w:r>
        <w:rPr>
          <w:sz w:val="24"/>
        </w:rPr>
        <w:t>1.1.</w:t>
      </w:r>
      <w:r>
        <w:rPr>
          <w:rFonts w:hint="eastAsia"/>
          <w:sz w:val="24"/>
          <w:lang w:val="en-US" w:eastAsia="zh-CN"/>
        </w:rPr>
        <w:t>2</w:t>
      </w:r>
      <w:r>
        <w:rPr>
          <w:sz w:val="24"/>
        </w:rPr>
        <w:t xml:space="preserve"> </w:t>
      </w:r>
      <w:r>
        <w:rPr>
          <w:sz w:val="24"/>
        </w:rPr>
        <w:fldChar w:fldCharType="begin"/>
      </w:r>
      <w:r>
        <w:rPr>
          <w:sz w:val="24"/>
        </w:rPr>
        <w:instrText xml:space="preserve"> MACROBUTTON  AcceptAllChangesInDoc 点击输入三级节标题 </w:instrText>
      </w:r>
      <w:r>
        <w:rPr>
          <w:sz w:val="24"/>
        </w:rPr>
        <w:fldChar w:fldCharType="end"/>
      </w:r>
      <w:r>
        <w:rPr>
          <w:sz w:val="24"/>
        </w:rPr>
        <w:tab/>
      </w:r>
      <w:r>
        <w:rPr>
          <w:sz w:val="24"/>
        </w:rPr>
        <w:fldChar w:fldCharType="begin"/>
      </w:r>
      <w:r>
        <w:rPr>
          <w:sz w:val="24"/>
        </w:rPr>
        <w:instrText xml:space="preserve"> PAGEREF _Toc2438 </w:instrText>
      </w:r>
      <w:r>
        <w:rPr>
          <w:sz w:val="24"/>
        </w:rPr>
        <w:fldChar w:fldCharType="separate"/>
      </w:r>
      <w:r>
        <w:rPr>
          <w:sz w:val="24"/>
        </w:rPr>
        <w:t>2</w:t>
      </w:r>
      <w:r>
        <w:rPr>
          <w:sz w:val="24"/>
        </w:rPr>
        <w:fldChar w:fldCharType="end"/>
      </w:r>
      <w:r>
        <w:rPr>
          <w:sz w:val="24"/>
        </w:rPr>
        <w:fldChar w:fldCharType="end"/>
      </w:r>
    </w:p>
    <w:p w14:paraId="11EACBCB">
      <w:pPr>
        <w:pStyle w:val="13"/>
        <w:tabs>
          <w:tab w:val="right" w:leader="dot" w:pos="8504"/>
          <w:tab w:val="clear" w:pos="9060"/>
        </w:tabs>
        <w:spacing w:line="440" w:lineRule="exact"/>
        <w:rPr>
          <w:sz w:val="24"/>
        </w:rPr>
      </w:pPr>
      <w:r>
        <w:fldChar w:fldCharType="begin"/>
      </w:r>
      <w:r>
        <w:instrText xml:space="preserve"> HYPERLINK \l "_Toc16844" </w:instrText>
      </w:r>
      <w:r>
        <w:fldChar w:fldCharType="separate"/>
      </w:r>
      <w:r>
        <w:rPr>
          <w:sz w:val="24"/>
        </w:rPr>
        <w:t>1.</w:t>
      </w:r>
      <w:r>
        <w:rPr>
          <w:rFonts w:hint="eastAsia"/>
          <w:sz w:val="24"/>
          <w:lang w:val="en-US" w:eastAsia="zh-CN"/>
        </w:rPr>
        <w:t>2</w:t>
      </w:r>
      <w:r>
        <w:rPr>
          <w:sz w:val="24"/>
        </w:rPr>
        <w:t xml:space="preserve"> </w:t>
      </w:r>
      <w:r>
        <w:rPr>
          <w:sz w:val="24"/>
        </w:rPr>
        <w:fldChar w:fldCharType="begin"/>
      </w:r>
      <w:r>
        <w:rPr>
          <w:sz w:val="24"/>
        </w:rPr>
        <w:instrText xml:space="preserve"> MACROBUTTON  AcceptAllChangesInDoc 点击输入二级节标题 </w:instrText>
      </w:r>
      <w:r>
        <w:rPr>
          <w:sz w:val="24"/>
        </w:rPr>
        <w:fldChar w:fldCharType="end"/>
      </w:r>
      <w:r>
        <w:rPr>
          <w:sz w:val="24"/>
        </w:rPr>
        <w:tab/>
      </w:r>
      <w:r>
        <w:rPr>
          <w:sz w:val="24"/>
        </w:rPr>
        <w:fldChar w:fldCharType="begin"/>
      </w:r>
      <w:r>
        <w:rPr>
          <w:sz w:val="24"/>
        </w:rPr>
        <w:instrText xml:space="preserve"> PAGEREF _Toc16844 </w:instrText>
      </w:r>
      <w:r>
        <w:rPr>
          <w:sz w:val="24"/>
        </w:rPr>
        <w:fldChar w:fldCharType="separate"/>
      </w:r>
      <w:r>
        <w:rPr>
          <w:sz w:val="24"/>
        </w:rPr>
        <w:t>2</w:t>
      </w:r>
      <w:r>
        <w:rPr>
          <w:sz w:val="24"/>
        </w:rPr>
        <w:fldChar w:fldCharType="end"/>
      </w:r>
      <w:r>
        <w:rPr>
          <w:sz w:val="24"/>
        </w:rPr>
        <w:fldChar w:fldCharType="end"/>
      </w:r>
    </w:p>
    <w:p w14:paraId="2DF9CE8E">
      <w:pPr>
        <w:pStyle w:val="13"/>
        <w:tabs>
          <w:tab w:val="right" w:leader="dot" w:pos="8504"/>
          <w:tab w:val="clear" w:pos="9060"/>
        </w:tabs>
        <w:spacing w:line="440" w:lineRule="exact"/>
        <w:rPr>
          <w:sz w:val="24"/>
        </w:rPr>
      </w:pPr>
      <w:r>
        <w:fldChar w:fldCharType="begin"/>
      </w:r>
      <w:r>
        <w:instrText xml:space="preserve"> HYPERLINK \l "_Toc26556" </w:instrText>
      </w:r>
      <w:r>
        <w:fldChar w:fldCharType="separate"/>
      </w:r>
      <w:r>
        <w:rPr>
          <w:sz w:val="24"/>
        </w:rPr>
        <w:t>1.</w:t>
      </w:r>
      <w:r>
        <w:rPr>
          <w:rFonts w:hint="eastAsia"/>
          <w:sz w:val="24"/>
          <w:lang w:val="en-US" w:eastAsia="zh-CN"/>
        </w:rPr>
        <w:t>3</w:t>
      </w:r>
      <w:r>
        <w:rPr>
          <w:sz w:val="24"/>
        </w:rPr>
        <w:t xml:space="preserve"> </w:t>
      </w:r>
      <w:r>
        <w:rPr>
          <w:sz w:val="24"/>
        </w:rPr>
        <w:fldChar w:fldCharType="begin"/>
      </w:r>
      <w:r>
        <w:rPr>
          <w:sz w:val="24"/>
        </w:rPr>
        <w:instrText xml:space="preserve"> MACROBUTTON  AcceptAllChangesInDoc 点击输入二级节标题 </w:instrText>
      </w:r>
      <w:r>
        <w:rPr>
          <w:sz w:val="24"/>
        </w:rPr>
        <w:fldChar w:fldCharType="end"/>
      </w:r>
      <w:r>
        <w:rPr>
          <w:sz w:val="24"/>
        </w:rPr>
        <w:tab/>
      </w:r>
      <w:r>
        <w:rPr>
          <w:sz w:val="24"/>
        </w:rPr>
        <w:fldChar w:fldCharType="begin"/>
      </w:r>
      <w:r>
        <w:rPr>
          <w:sz w:val="24"/>
        </w:rPr>
        <w:instrText xml:space="preserve"> PAGEREF _Toc26556 </w:instrText>
      </w:r>
      <w:r>
        <w:rPr>
          <w:sz w:val="24"/>
        </w:rPr>
        <w:fldChar w:fldCharType="separate"/>
      </w:r>
      <w:r>
        <w:rPr>
          <w:sz w:val="24"/>
        </w:rPr>
        <w:t>2</w:t>
      </w:r>
      <w:r>
        <w:rPr>
          <w:sz w:val="24"/>
        </w:rPr>
        <w:fldChar w:fldCharType="end"/>
      </w:r>
      <w:r>
        <w:rPr>
          <w:sz w:val="24"/>
        </w:rPr>
        <w:fldChar w:fldCharType="end"/>
      </w:r>
    </w:p>
    <w:p w14:paraId="3DABF71A">
      <w:pPr>
        <w:pStyle w:val="19"/>
        <w:tabs>
          <w:tab w:val="right" w:leader="dot" w:pos="8504"/>
          <w:tab w:val="clear" w:pos="9060"/>
        </w:tabs>
        <w:rPr>
          <w:rFonts w:ascii="Times New Roman" w:hAnsi="Times New Roman"/>
          <w:sz w:val="24"/>
          <w:szCs w:val="24"/>
        </w:rPr>
      </w:pPr>
      <w:r>
        <w:fldChar w:fldCharType="begin"/>
      </w:r>
      <w:r>
        <w:instrText xml:space="preserve"> HYPERLINK \l "_Toc3860" </w:instrText>
      </w:r>
      <w:r>
        <w:fldChar w:fldCharType="separate"/>
      </w:r>
      <w:r>
        <w:rPr>
          <w:rFonts w:ascii="Times New Roman" w:hAnsi="Times New Roman"/>
          <w:sz w:val="24"/>
          <w:szCs w:val="24"/>
        </w:rPr>
        <w:t xml:space="preserve">第2章 </w:t>
      </w:r>
      <w:r>
        <w:rPr>
          <w:rFonts w:ascii="Times New Roman" w:hAnsi="Times New Roman"/>
          <w:sz w:val="24"/>
          <w:szCs w:val="24"/>
        </w:rPr>
        <w:fldChar w:fldCharType="begin"/>
      </w:r>
      <w:r>
        <w:rPr>
          <w:rFonts w:ascii="Times New Roman" w:hAnsi="Times New Roman"/>
          <w:sz w:val="24"/>
          <w:szCs w:val="24"/>
        </w:rPr>
        <w:instrText xml:space="preserve"> MACROBUTTON  AcceptAllChangesInDoc 点击输入章标题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_Toc3860 </w:instrText>
      </w:r>
      <w:r>
        <w:rPr>
          <w:rFonts w:ascii="Times New Roman" w:hAnsi="Times New Roman"/>
          <w:sz w:val="24"/>
          <w:szCs w:val="24"/>
        </w:rPr>
        <w:fldChar w:fldCharType="separate"/>
      </w:r>
      <w:r>
        <w:rPr>
          <w:rFonts w:ascii="Times New Roman" w:hAnsi="Times New Roman"/>
          <w:sz w:val="24"/>
          <w:szCs w:val="24"/>
        </w:rPr>
        <w:t>3</w:t>
      </w:r>
      <w:r>
        <w:rPr>
          <w:rFonts w:ascii="Times New Roman" w:hAnsi="Times New Roman"/>
          <w:sz w:val="24"/>
          <w:szCs w:val="24"/>
        </w:rPr>
        <w:fldChar w:fldCharType="end"/>
      </w:r>
      <w:r>
        <w:rPr>
          <w:rFonts w:ascii="Times New Roman" w:hAnsi="Times New Roman"/>
          <w:sz w:val="24"/>
          <w:szCs w:val="24"/>
        </w:rPr>
        <w:fldChar w:fldCharType="end"/>
      </w:r>
    </w:p>
    <w:p w14:paraId="57B63354">
      <w:pPr>
        <w:pStyle w:val="19"/>
        <w:tabs>
          <w:tab w:val="right" w:leader="dot" w:pos="8504"/>
          <w:tab w:val="clear" w:pos="9060"/>
        </w:tabs>
        <w:rPr>
          <w:rFonts w:ascii="Times New Roman" w:hAnsi="Times New Roman"/>
          <w:sz w:val="24"/>
          <w:szCs w:val="24"/>
        </w:rPr>
      </w:pPr>
      <w:r>
        <w:fldChar w:fldCharType="begin"/>
      </w:r>
      <w:r>
        <w:instrText xml:space="preserve"> HYPERLINK \l "_Toc32067" </w:instrText>
      </w:r>
      <w:r>
        <w:fldChar w:fldCharType="separate"/>
      </w:r>
      <w:r>
        <w:rPr>
          <w:rFonts w:ascii="Times New Roman" w:hAnsi="Times New Roman"/>
          <w:sz w:val="24"/>
          <w:szCs w:val="24"/>
        </w:rPr>
        <w:t xml:space="preserve">第3章 </w:t>
      </w:r>
      <w:r>
        <w:rPr>
          <w:rFonts w:ascii="Times New Roman" w:hAnsi="Times New Roman"/>
          <w:sz w:val="24"/>
          <w:szCs w:val="24"/>
        </w:rPr>
        <w:fldChar w:fldCharType="begin"/>
      </w:r>
      <w:r>
        <w:rPr>
          <w:rFonts w:ascii="Times New Roman" w:hAnsi="Times New Roman"/>
          <w:sz w:val="24"/>
          <w:szCs w:val="24"/>
        </w:rPr>
        <w:instrText xml:space="preserve"> MACROBUTTON  AcceptAllChangesInDoc 点击输入章标题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_Toc32067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7B66CCF4">
      <w:pPr>
        <w:pStyle w:val="19"/>
        <w:tabs>
          <w:tab w:val="right" w:leader="dot" w:pos="8504"/>
          <w:tab w:val="clear" w:pos="9060"/>
        </w:tabs>
        <w:rPr>
          <w:rFonts w:ascii="Times New Roman" w:hAnsi="Times New Roman"/>
          <w:sz w:val="24"/>
          <w:szCs w:val="24"/>
        </w:rPr>
      </w:pPr>
      <w:r>
        <w:fldChar w:fldCharType="begin"/>
      </w:r>
      <w:r>
        <w:instrText xml:space="preserve"> HYPERLINK \l "_Toc14081" </w:instrText>
      </w:r>
      <w:r>
        <w:fldChar w:fldCharType="separate"/>
      </w:r>
      <w:r>
        <w:rPr>
          <w:rFonts w:ascii="Times New Roman" w:hAnsi="Times New Roman"/>
          <w:sz w:val="24"/>
          <w:szCs w:val="24"/>
        </w:rPr>
        <w:fldChar w:fldCharType="begin"/>
      </w:r>
      <w:r>
        <w:rPr>
          <w:rFonts w:ascii="Times New Roman" w:hAnsi="Times New Roman"/>
          <w:sz w:val="24"/>
          <w:szCs w:val="24"/>
        </w:rPr>
        <w:instrText xml:space="preserve"> MACROBUTTON  AcceptAllChangesInDoc 结论 </w:instrText>
      </w:r>
      <w:r>
        <w:rPr>
          <w:rFonts w:ascii="Times New Roman" w:hAnsi="Times New Roman"/>
          <w:sz w:val="24"/>
          <w:szCs w:val="24"/>
        </w:rPr>
        <w:fldChar w:fldCharType="end"/>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_Toc14081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14:paraId="45487FA3">
      <w:pPr>
        <w:pStyle w:val="19"/>
        <w:tabs>
          <w:tab w:val="right" w:leader="dot" w:pos="8504"/>
          <w:tab w:val="clear" w:pos="9060"/>
        </w:tabs>
        <w:rPr>
          <w:rFonts w:ascii="Times New Roman" w:hAnsi="Times New Roman"/>
          <w:sz w:val="24"/>
          <w:szCs w:val="24"/>
        </w:rPr>
      </w:pPr>
      <w:r>
        <w:fldChar w:fldCharType="begin"/>
      </w:r>
      <w:r>
        <w:instrText xml:space="preserve"> HYPERLINK \l "_Toc10778" </w:instrText>
      </w:r>
      <w:r>
        <w:fldChar w:fldCharType="separate"/>
      </w:r>
      <w:r>
        <w:rPr>
          <w:rFonts w:ascii="Times New Roman" w:hAnsi="Times New Roman"/>
          <w:sz w:val="24"/>
          <w:szCs w:val="24"/>
        </w:rPr>
        <w:t>参考文献</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_Toc10778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14:paraId="6778974C">
      <w:pPr>
        <w:pStyle w:val="19"/>
        <w:tabs>
          <w:tab w:val="right" w:leader="dot" w:pos="8504"/>
          <w:tab w:val="clear" w:pos="9060"/>
        </w:tabs>
        <w:rPr>
          <w:rFonts w:ascii="Times New Roman" w:hAnsi="Times New Roman"/>
          <w:sz w:val="24"/>
          <w:szCs w:val="24"/>
        </w:rPr>
      </w:pPr>
      <w:r>
        <w:fldChar w:fldCharType="begin"/>
      </w:r>
      <w:r>
        <w:instrText xml:space="preserve"> HYPERLINK \l "_Toc10307" </w:instrText>
      </w:r>
      <w:r>
        <w:fldChar w:fldCharType="separate"/>
      </w:r>
      <w:r>
        <w:rPr>
          <w:rFonts w:ascii="Times New Roman" w:hAnsi="Times New Roman"/>
          <w:sz w:val="24"/>
          <w:szCs w:val="24"/>
        </w:rPr>
        <w:t>附录A 阅读</w:t>
      </w:r>
      <w:r>
        <w:rPr>
          <w:rFonts w:hint="eastAsia" w:ascii="Times New Roman" w:hAnsi="Times New Roman"/>
          <w:sz w:val="24"/>
          <w:szCs w:val="24"/>
        </w:rPr>
        <w:t>型</w:t>
      </w:r>
      <w:r>
        <w:rPr>
          <w:rFonts w:ascii="Times New Roman" w:hAnsi="Times New Roman"/>
          <w:sz w:val="24"/>
          <w:szCs w:val="24"/>
        </w:rPr>
        <w:t>参考文献</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_Toc10307 </w:instrText>
      </w:r>
      <w:r>
        <w:rPr>
          <w:rFonts w:ascii="Times New Roman" w:hAnsi="Times New Roman"/>
          <w:sz w:val="24"/>
          <w:szCs w:val="24"/>
        </w:rPr>
        <w:fldChar w:fldCharType="separate"/>
      </w:r>
      <w:r>
        <w:rPr>
          <w:rFonts w:ascii="Times New Roman" w:hAnsi="Times New Roman"/>
          <w:sz w:val="24"/>
          <w:szCs w:val="24"/>
        </w:rPr>
        <w:t>7</w:t>
      </w:r>
      <w:r>
        <w:rPr>
          <w:rFonts w:ascii="Times New Roman" w:hAnsi="Times New Roman"/>
          <w:sz w:val="24"/>
          <w:szCs w:val="24"/>
        </w:rPr>
        <w:fldChar w:fldCharType="end"/>
      </w:r>
      <w:r>
        <w:rPr>
          <w:rFonts w:ascii="Times New Roman" w:hAnsi="Times New Roman"/>
          <w:sz w:val="24"/>
          <w:szCs w:val="24"/>
        </w:rPr>
        <w:fldChar w:fldCharType="end"/>
      </w:r>
    </w:p>
    <w:p w14:paraId="7E956A59">
      <w:pPr>
        <w:pStyle w:val="19"/>
        <w:tabs>
          <w:tab w:val="right" w:leader="dot" w:pos="8504"/>
          <w:tab w:val="clear" w:pos="9060"/>
        </w:tabs>
        <w:rPr>
          <w:rFonts w:ascii="Times New Roman" w:hAnsi="Times New Roman"/>
          <w:sz w:val="24"/>
          <w:szCs w:val="24"/>
        </w:rPr>
      </w:pPr>
      <w:r>
        <w:fldChar w:fldCharType="begin"/>
      </w:r>
      <w:r>
        <w:instrText xml:space="preserve"> HYPERLINK \l "_Toc15895" </w:instrText>
      </w:r>
      <w:r>
        <w:fldChar w:fldCharType="separate"/>
      </w:r>
      <w:r>
        <w:rPr>
          <w:rFonts w:ascii="Times New Roman" w:hAnsi="Times New Roman"/>
          <w:sz w:val="24"/>
          <w:szCs w:val="24"/>
        </w:rPr>
        <w:t>附录B 图、表</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_Toc15895 </w:instrText>
      </w:r>
      <w:r>
        <w:rPr>
          <w:rFonts w:ascii="Times New Roman" w:hAnsi="Times New Roman"/>
          <w:sz w:val="24"/>
          <w:szCs w:val="24"/>
        </w:rPr>
        <w:fldChar w:fldCharType="separate"/>
      </w:r>
      <w:r>
        <w:rPr>
          <w:rFonts w:ascii="Times New Roman" w:hAnsi="Times New Roman"/>
          <w:sz w:val="24"/>
          <w:szCs w:val="24"/>
        </w:rPr>
        <w:t>8</w:t>
      </w:r>
      <w:r>
        <w:rPr>
          <w:rFonts w:ascii="Times New Roman" w:hAnsi="Times New Roman"/>
          <w:sz w:val="24"/>
          <w:szCs w:val="24"/>
        </w:rPr>
        <w:fldChar w:fldCharType="end"/>
      </w:r>
      <w:r>
        <w:rPr>
          <w:rFonts w:ascii="Times New Roman" w:hAnsi="Times New Roman"/>
          <w:sz w:val="24"/>
          <w:szCs w:val="24"/>
        </w:rPr>
        <w:fldChar w:fldCharType="end"/>
      </w:r>
    </w:p>
    <w:p w14:paraId="7B6520F9">
      <w:pPr>
        <w:pStyle w:val="19"/>
        <w:tabs>
          <w:tab w:val="right" w:leader="dot" w:pos="8504"/>
          <w:tab w:val="clear" w:pos="9060"/>
        </w:tabs>
        <w:rPr>
          <w:rFonts w:ascii="Times New Roman" w:hAnsi="Times New Roman"/>
          <w:sz w:val="24"/>
          <w:szCs w:val="24"/>
        </w:rPr>
      </w:pPr>
      <w:r>
        <w:fldChar w:fldCharType="begin"/>
      </w:r>
      <w:r>
        <w:instrText xml:space="preserve"> HYPERLINK \l "_Toc18337" </w:instrText>
      </w:r>
      <w:r>
        <w:fldChar w:fldCharType="separate"/>
      </w:r>
      <w:r>
        <w:rPr>
          <w:rFonts w:ascii="Times New Roman" w:hAnsi="Times New Roman"/>
          <w:sz w:val="24"/>
          <w:szCs w:val="24"/>
        </w:rPr>
        <w:t>致谢</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_Toc18337 </w:instrText>
      </w:r>
      <w:r>
        <w:rPr>
          <w:rFonts w:ascii="Times New Roman" w:hAnsi="Times New Roman"/>
          <w:sz w:val="24"/>
          <w:szCs w:val="24"/>
        </w:rPr>
        <w:fldChar w:fldCharType="separate"/>
      </w:r>
      <w:r>
        <w:rPr>
          <w:rFonts w:ascii="Times New Roman" w:hAnsi="Times New Roman"/>
          <w:sz w:val="24"/>
          <w:szCs w:val="24"/>
        </w:rPr>
        <w:t>9</w:t>
      </w:r>
      <w:r>
        <w:rPr>
          <w:rFonts w:ascii="Times New Roman" w:hAnsi="Times New Roman"/>
          <w:sz w:val="24"/>
          <w:szCs w:val="24"/>
        </w:rPr>
        <w:fldChar w:fldCharType="end"/>
      </w:r>
      <w:r>
        <w:rPr>
          <w:rFonts w:ascii="Times New Roman" w:hAnsi="Times New Roman"/>
          <w:sz w:val="24"/>
          <w:szCs w:val="24"/>
        </w:rPr>
        <w:fldChar w:fldCharType="end"/>
      </w:r>
    </w:p>
    <w:p w14:paraId="61864099">
      <w:pPr>
        <w:pStyle w:val="19"/>
        <w:tabs>
          <w:tab w:val="right" w:leader="dot" w:pos="8504"/>
          <w:tab w:val="clear" w:pos="9060"/>
        </w:tabs>
      </w:pPr>
      <w:r>
        <w:fldChar w:fldCharType="begin"/>
      </w:r>
      <w:r>
        <w:instrText xml:space="preserve"> HYPERLINK \l "_Toc5665" </w:instrText>
      </w:r>
      <w:r>
        <w:fldChar w:fldCharType="separate"/>
      </w:r>
      <w:r>
        <w:rPr>
          <w:rFonts w:ascii="Times New Roman" w:hAnsi="Times New Roman"/>
          <w:sz w:val="24"/>
          <w:szCs w:val="24"/>
        </w:rPr>
        <w:t>作者简历</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_Toc5665 </w:instrText>
      </w:r>
      <w:r>
        <w:rPr>
          <w:rFonts w:ascii="Times New Roman" w:hAnsi="Times New Roman"/>
          <w:sz w:val="24"/>
          <w:szCs w:val="24"/>
        </w:rPr>
        <w:fldChar w:fldCharType="separate"/>
      </w:r>
      <w:r>
        <w:rPr>
          <w:rFonts w:ascii="Times New Roman" w:hAnsi="Times New Roman"/>
          <w:sz w:val="24"/>
          <w:szCs w:val="24"/>
        </w:rPr>
        <w:t>10</w:t>
      </w:r>
      <w:r>
        <w:rPr>
          <w:rFonts w:ascii="Times New Roman" w:hAnsi="Times New Roman"/>
          <w:sz w:val="24"/>
          <w:szCs w:val="24"/>
        </w:rPr>
        <w:fldChar w:fldCharType="end"/>
      </w:r>
      <w:r>
        <w:rPr>
          <w:rFonts w:ascii="Times New Roman" w:hAnsi="Times New Roman"/>
          <w:sz w:val="24"/>
          <w:szCs w:val="24"/>
        </w:rPr>
        <w:fldChar w:fldCharType="end"/>
      </w:r>
    </w:p>
    <w:p w14:paraId="75BABAC9">
      <w:pPr>
        <w:pStyle w:val="19"/>
        <w:rPr>
          <w:color w:val="000000"/>
        </w:rPr>
      </w:pPr>
      <w:r>
        <w:rPr>
          <w:color w:val="000000"/>
          <w:szCs w:val="24"/>
        </w:rPr>
        <w:fldChar w:fldCharType="end"/>
      </w:r>
    </w:p>
    <w:p w14:paraId="1EABA584">
      <w:pPr>
        <w:sectPr>
          <w:footerReference r:id="rId9" w:type="default"/>
          <w:pgSz w:w="11906" w:h="16838"/>
          <w:pgMar w:top="1418" w:right="1701" w:bottom="1418" w:left="1701" w:header="1134" w:footer="1134" w:gutter="0"/>
          <w:pgNumType w:fmt="upperRoman"/>
          <w:cols w:space="720" w:num="1"/>
          <w:docGrid w:type="linesAndChars" w:linePitch="312" w:charSpace="0"/>
        </w:sectPr>
      </w:pPr>
    </w:p>
    <w:p w14:paraId="73517CB6">
      <w:pPr>
        <w:pStyle w:val="2"/>
        <w:spacing w:before="156" w:beforeLines="50" w:after="156" w:afterLines="50" w:line="360" w:lineRule="auto"/>
        <w:jc w:val="center"/>
        <w:rPr>
          <w:rFonts w:ascii="黑体"/>
          <w:sz w:val="28"/>
          <w:szCs w:val="28"/>
        </w:rPr>
      </w:pPr>
      <w:bookmarkStart w:id="4" w:name="_Toc18481"/>
      <w:r>
        <w:rPr>
          <w:rFonts w:ascii="黑体" w:eastAsia="黑体"/>
          <w:b w:val="0"/>
          <w:sz w:val="32"/>
          <w:szCs w:val="32"/>
        </w:rPr>
        <w:fldChar w:fldCharType="begin"/>
      </w:r>
      <w:r>
        <w:rPr>
          <w:rFonts w:ascii="黑体" w:eastAsia="黑体"/>
          <w:b w:val="0"/>
          <w:sz w:val="32"/>
          <w:szCs w:val="32"/>
        </w:rPr>
        <w:instrText xml:space="preserve"> MACROBUTTON  AcceptAllChangesInDoc 引言/绪论 </w:instrText>
      </w:r>
      <w:r>
        <w:rPr>
          <w:rFonts w:ascii="黑体" w:eastAsia="黑体"/>
          <w:b w:val="0"/>
          <w:sz w:val="32"/>
          <w:szCs w:val="32"/>
        </w:rPr>
        <w:fldChar w:fldCharType="end"/>
      </w:r>
      <w:bookmarkEnd w:id="4"/>
    </w:p>
    <w:p w14:paraId="235F4EE7">
      <w:pPr>
        <w:pStyle w:val="2"/>
        <w:spacing w:before="156" w:beforeLines="50" w:after="156" w:afterLines="50" w:line="360" w:lineRule="auto"/>
        <w:jc w:val="center"/>
        <w:rPr>
          <w:rFonts w:ascii="黑体" w:eastAsia="黑体"/>
          <w:b w:val="0"/>
          <w:sz w:val="32"/>
          <w:szCs w:val="32"/>
        </w:rPr>
      </w:pPr>
    </w:p>
    <w:p w14:paraId="3E18275D">
      <w:pPr>
        <w:sectPr>
          <w:headerReference r:id="rId10" w:type="default"/>
          <w:footerReference r:id="rId12" w:type="default"/>
          <w:headerReference r:id="rId11" w:type="even"/>
          <w:footerReference r:id="rId13" w:type="even"/>
          <w:footnotePr>
            <w:numFmt w:val="decimalEnclosedCircleChinese"/>
          </w:footnotePr>
          <w:pgSz w:w="11906" w:h="16838"/>
          <w:pgMar w:top="1418" w:right="1701" w:bottom="1418" w:left="1701" w:header="1134" w:footer="1134" w:gutter="0"/>
          <w:pgNumType w:start="1"/>
          <w:cols w:space="720" w:num="1"/>
          <w:docGrid w:type="linesAndChars" w:linePitch="312" w:charSpace="0"/>
        </w:sectPr>
      </w:pPr>
    </w:p>
    <w:p w14:paraId="1D83ABB5">
      <w:pPr>
        <w:pStyle w:val="2"/>
        <w:spacing w:before="156" w:beforeLines="50" w:after="156" w:afterLines="50" w:line="360" w:lineRule="auto"/>
        <w:jc w:val="center"/>
        <w:rPr>
          <w:rFonts w:ascii="黑体" w:eastAsia="黑体"/>
          <w:b w:val="0"/>
          <w:sz w:val="32"/>
          <w:szCs w:val="32"/>
        </w:rPr>
      </w:pPr>
      <w:bookmarkStart w:id="5" w:name="_Toc23016"/>
      <w:r>
        <w:rPr>
          <w:rFonts w:hint="eastAsia" w:ascii="黑体" w:eastAsia="黑体"/>
          <w:b w:val="0"/>
          <w:sz w:val="32"/>
          <w:szCs w:val="32"/>
        </w:rPr>
        <w:t>第1章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5"/>
    </w:p>
    <w:p w14:paraId="3EE49A54">
      <w:pPr>
        <w:pStyle w:val="3"/>
        <w:spacing w:before="0" w:after="0" w:line="360" w:lineRule="auto"/>
        <w:rPr>
          <w:rFonts w:hint="eastAsia" w:ascii="黑体" w:hAnsi="黑体" w:eastAsia="黑体" w:cs="黑体"/>
          <w:sz w:val="28"/>
          <w:szCs w:val="28"/>
        </w:rPr>
      </w:pPr>
      <w:bookmarkStart w:id="6" w:name="_Toc21657"/>
      <w:r>
        <w:rPr>
          <w:rFonts w:hint="eastAsia" w:ascii="黑体" w:hAnsi="黑体" w:eastAsia="黑体" w:cs="黑体"/>
          <w:sz w:val="28"/>
          <w:szCs w:val="28"/>
        </w:rPr>
        <w:t>1</w:t>
      </w:r>
      <w:r>
        <w:rPr>
          <w:rFonts w:hint="eastAsia" w:ascii="黑体" w:hAnsi="黑体" w:cs="黑体"/>
          <w:sz w:val="28"/>
          <w:szCs w:val="28"/>
          <w:lang w:val="en-US" w:eastAsia="zh-CN"/>
        </w:rPr>
        <w:t xml:space="preserve">  </w:t>
      </w:r>
      <w:r>
        <w:rPr>
          <w:rFonts w:hint="eastAsia" w:ascii="黑体" w:hAnsi="黑体" w:eastAsia="黑体" w:cs="黑体"/>
          <w:b w:val="0"/>
          <w:sz w:val="28"/>
          <w:szCs w:val="28"/>
        </w:rPr>
        <w:fldChar w:fldCharType="begin"/>
      </w:r>
      <w:r>
        <w:rPr>
          <w:rFonts w:hint="eastAsia" w:ascii="黑体" w:hAnsi="黑体" w:eastAsia="黑体" w:cs="黑体"/>
          <w:b w:val="0"/>
          <w:sz w:val="28"/>
          <w:szCs w:val="28"/>
        </w:rPr>
        <w:instrText xml:space="preserve"> MACROBUTTON  AcceptAllChangesInDoc 点击输入一级节标题 </w:instrText>
      </w:r>
      <w:r>
        <w:rPr>
          <w:rFonts w:hint="eastAsia" w:ascii="黑体" w:hAnsi="黑体" w:eastAsia="黑体" w:cs="黑体"/>
          <w:b w:val="0"/>
          <w:sz w:val="28"/>
          <w:szCs w:val="28"/>
        </w:rPr>
        <w:fldChar w:fldCharType="end"/>
      </w:r>
      <w:bookmarkEnd w:id="6"/>
    </w:p>
    <w:p w14:paraId="03A1486A">
      <w:pPr>
        <w:pStyle w:val="4"/>
        <w:spacing w:before="0" w:after="0" w:line="440" w:lineRule="exact"/>
        <w:rPr>
          <w:rFonts w:hint="eastAsia" w:ascii="黑体" w:hAnsi="黑体" w:eastAsia="黑体" w:cs="黑体"/>
          <w:b w:val="0"/>
          <w:sz w:val="24"/>
          <w:szCs w:val="24"/>
        </w:rPr>
      </w:pPr>
      <w:bookmarkStart w:id="7" w:name="_Toc21556"/>
      <w:r>
        <w:rPr>
          <w:rFonts w:hint="eastAsia" w:ascii="黑体" w:hAnsi="黑体" w:eastAsia="黑体" w:cs="黑体"/>
          <w:b w:val="0"/>
          <w:sz w:val="24"/>
          <w:szCs w:val="24"/>
        </w:rPr>
        <w:t>1.1</w:t>
      </w:r>
      <w:r>
        <w:rPr>
          <w:rFonts w:hint="eastAsia" w:ascii="黑体" w:hAnsi="黑体" w:eastAsia="黑体" w:cs="黑体"/>
          <w:b w:val="0"/>
          <w:sz w:val="24"/>
          <w:szCs w:val="24"/>
          <w:lang w:val="en-US" w:eastAsia="zh-CN"/>
        </w:rPr>
        <w:t xml:space="preserve">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点击输入二级节标题 </w:instrText>
      </w:r>
      <w:r>
        <w:rPr>
          <w:rFonts w:hint="eastAsia" w:ascii="黑体" w:hAnsi="黑体" w:eastAsia="黑体" w:cs="黑体"/>
          <w:b w:val="0"/>
          <w:sz w:val="24"/>
          <w:szCs w:val="24"/>
        </w:rPr>
        <w:fldChar w:fldCharType="end"/>
      </w:r>
      <w:bookmarkEnd w:id="7"/>
    </w:p>
    <w:p w14:paraId="447355E0">
      <w:pPr>
        <w:pStyle w:val="5"/>
        <w:spacing w:before="0" w:after="0" w:line="440" w:lineRule="exact"/>
        <w:rPr>
          <w:rFonts w:ascii="Times New Roman" w:hAnsi="Times New Roman"/>
          <w:b w:val="0"/>
          <w:sz w:val="24"/>
          <w:szCs w:val="24"/>
        </w:rPr>
      </w:pPr>
      <w:bookmarkStart w:id="8" w:name="_Toc18634"/>
      <w:r>
        <w:rPr>
          <w:rFonts w:hint="eastAsia" w:ascii="黑体" w:hAnsi="黑体" w:eastAsia="黑体" w:cs="黑体"/>
          <w:b w:val="0"/>
          <w:sz w:val="24"/>
          <w:szCs w:val="24"/>
        </w:rPr>
        <w:t>1.1.1</w:t>
      </w:r>
      <w:r>
        <w:rPr>
          <w:rFonts w:hint="eastAsia" w:ascii="黑体" w:hAnsi="黑体" w:cs="黑体"/>
          <w:b w:val="0"/>
          <w:sz w:val="24"/>
          <w:szCs w:val="24"/>
          <w:lang w:val="en-US" w:eastAsia="zh-CN"/>
        </w:rPr>
        <w:t xml:space="preserve">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点击输入三级节标题 </w:instrText>
      </w:r>
      <w:r>
        <w:rPr>
          <w:rFonts w:hint="eastAsia" w:ascii="黑体" w:hAnsi="黑体" w:eastAsia="黑体" w:cs="黑体"/>
          <w:b w:val="0"/>
          <w:sz w:val="24"/>
          <w:szCs w:val="24"/>
        </w:rPr>
        <w:fldChar w:fldCharType="end"/>
      </w:r>
      <w:bookmarkEnd w:id="8"/>
      <w:r>
        <w:rPr>
          <w:rFonts w:ascii="Times New Roman" w:hAnsi="Times New Roman"/>
          <w:b w:val="0"/>
          <w:sz w:val="24"/>
          <w:szCs w:val="24"/>
        </w:rPr>
        <w:t xml:space="preserve"> </w:t>
      </w:r>
    </w:p>
    <w:p w14:paraId="534E6196">
      <w:pPr>
        <w:spacing w:line="440" w:lineRule="exact"/>
        <w:ind w:firstLine="480" w:firstLineChars="200"/>
        <w:rPr>
          <w:sz w:val="24"/>
        </w:rPr>
      </w:pPr>
      <w:r>
        <w:rPr>
          <w:sz w:val="24"/>
        </w:rPr>
        <w:fldChar w:fldCharType="begin"/>
      </w:r>
      <w:r>
        <w:rPr>
          <w:sz w:val="24"/>
        </w:rPr>
        <w:instrText xml:space="preserve"> MACROBUTTON  AcceptAllChangesInDoc 点击输入内容 </w:instrText>
      </w:r>
      <w:r>
        <w:rPr>
          <w:sz w:val="24"/>
        </w:rPr>
        <w:fldChar w:fldCharType="end"/>
      </w:r>
    </w:p>
    <w:p w14:paraId="30AFB8C0">
      <w:pPr>
        <w:pStyle w:val="5"/>
        <w:spacing w:before="0" w:after="0" w:line="440" w:lineRule="exact"/>
        <w:rPr>
          <w:rFonts w:ascii="Times New Roman" w:hAnsi="Times New Roman"/>
          <w:b w:val="0"/>
          <w:sz w:val="24"/>
          <w:szCs w:val="24"/>
        </w:rPr>
      </w:pPr>
    </w:p>
    <w:p w14:paraId="4A7CBE5C">
      <w:pPr>
        <w:pStyle w:val="5"/>
        <w:spacing w:before="0" w:after="0" w:line="440" w:lineRule="exact"/>
        <w:rPr>
          <w:rFonts w:ascii="Times New Roman" w:hAnsi="Times New Roman"/>
          <w:b w:val="0"/>
          <w:sz w:val="24"/>
          <w:szCs w:val="24"/>
        </w:rPr>
      </w:pPr>
    </w:p>
    <w:p w14:paraId="62C44AA3">
      <w:pPr>
        <w:pStyle w:val="5"/>
        <w:spacing w:before="0" w:after="0" w:line="440" w:lineRule="exact"/>
        <w:rPr>
          <w:rFonts w:ascii="Times New Roman" w:hAnsi="Times New Roman"/>
          <w:b w:val="0"/>
          <w:sz w:val="24"/>
          <w:szCs w:val="24"/>
        </w:rPr>
      </w:pPr>
    </w:p>
    <w:p w14:paraId="198E41F7">
      <w:pPr>
        <w:pStyle w:val="5"/>
        <w:spacing w:before="0" w:after="0" w:line="440" w:lineRule="exact"/>
        <w:rPr>
          <w:rFonts w:hint="eastAsia" w:ascii="黑体" w:hAnsi="黑体" w:eastAsia="黑体" w:cs="黑体"/>
          <w:b w:val="0"/>
          <w:sz w:val="24"/>
          <w:szCs w:val="24"/>
        </w:rPr>
      </w:pPr>
      <w:bookmarkStart w:id="9" w:name="_Toc2438"/>
      <w:r>
        <w:rPr>
          <w:rFonts w:hint="eastAsia" w:ascii="黑体" w:hAnsi="黑体" w:eastAsia="黑体" w:cs="黑体"/>
          <w:b w:val="0"/>
          <w:sz w:val="24"/>
          <w:szCs w:val="24"/>
        </w:rPr>
        <w:t>1.1.</w:t>
      </w:r>
      <w:r>
        <w:rPr>
          <w:rFonts w:hint="eastAsia" w:ascii="黑体" w:hAnsi="黑体" w:eastAsia="黑体" w:cs="黑体"/>
          <w:b w:val="0"/>
          <w:sz w:val="24"/>
          <w:szCs w:val="24"/>
          <w:lang w:val="en-US" w:eastAsia="zh-CN"/>
        </w:rPr>
        <w:t>2</w:t>
      </w:r>
      <w:r>
        <w:rPr>
          <w:rFonts w:hint="eastAsia" w:ascii="黑体" w:hAnsi="黑体" w:cs="黑体"/>
          <w:b w:val="0"/>
          <w:sz w:val="24"/>
          <w:szCs w:val="24"/>
          <w:lang w:val="en-US" w:eastAsia="zh-CN"/>
        </w:rPr>
        <w:t xml:space="preserve">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点击输入三级节标题 </w:instrText>
      </w:r>
      <w:r>
        <w:rPr>
          <w:rFonts w:hint="eastAsia" w:ascii="黑体" w:hAnsi="黑体" w:eastAsia="黑体" w:cs="黑体"/>
          <w:b w:val="0"/>
          <w:sz w:val="24"/>
          <w:szCs w:val="24"/>
        </w:rPr>
        <w:fldChar w:fldCharType="end"/>
      </w:r>
      <w:bookmarkEnd w:id="9"/>
    </w:p>
    <w:p w14:paraId="01DF6FEB">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25DD5311">
      <w:pPr>
        <w:spacing w:line="440" w:lineRule="exact"/>
        <w:ind w:firstLine="480" w:firstLineChars="200"/>
        <w:rPr>
          <w:sz w:val="24"/>
        </w:rPr>
      </w:pPr>
    </w:p>
    <w:p w14:paraId="5A3C9DB9">
      <w:pPr>
        <w:spacing w:line="440" w:lineRule="exact"/>
        <w:ind w:firstLine="480" w:firstLineChars="200"/>
        <w:rPr>
          <w:sz w:val="24"/>
          <w:shd w:val="pct10" w:color="auto" w:fill="FFFFFF"/>
        </w:rPr>
      </w:pPr>
      <w:r>
        <w:rPr>
          <w:rFonts w:hint="eastAsia"/>
          <w:sz w:val="24"/>
          <w:shd w:val="pct10" w:color="auto" w:fill="FFFFFF"/>
        </w:rPr>
        <w:t>以下为文中注释示例，仅供参考格式。</w:t>
      </w:r>
    </w:p>
    <w:p w14:paraId="51305F6E">
      <w:pPr>
        <w:spacing w:line="440" w:lineRule="exact"/>
        <w:ind w:firstLine="480" w:firstLineChars="200"/>
        <w:rPr>
          <w:sz w:val="24"/>
          <w:shd w:val="pct10" w:color="auto" w:fill="FFFFFF"/>
        </w:rPr>
      </w:pPr>
      <w:r>
        <w:rPr>
          <w:rFonts w:hint="eastAsia"/>
          <w:sz w:val="24"/>
          <w:shd w:val="pct10" w:color="auto" w:fill="FFFFFF"/>
        </w:rPr>
        <w:t>这是包含公民隐私权的重要的国际人权法渊源，我国是该宣言的主要起草国，也是最早批准该宣言的国家，</w:t>
      </w:r>
      <w:r>
        <w:rPr>
          <w:rStyle w:val="33"/>
          <w:sz w:val="24"/>
          <w:shd w:val="pct10" w:color="auto" w:fill="FFFFFF"/>
        </w:rPr>
        <w:footnoteReference w:id="0"/>
      </w:r>
      <w:r>
        <w:rPr>
          <w:rFonts w:hint="eastAsia"/>
          <w:sz w:val="24"/>
          <w:shd w:val="pct10" w:color="auto" w:fill="FFFFFF"/>
        </w:rPr>
        <w:t>当然庄严地承诺了这条规定所包含的义务和责任。</w:t>
      </w:r>
    </w:p>
    <w:p w14:paraId="3318AB6A">
      <w:pPr>
        <w:spacing w:line="440" w:lineRule="exact"/>
        <w:ind w:firstLine="480" w:firstLineChars="200"/>
        <w:rPr>
          <w:sz w:val="24"/>
          <w:shd w:val="pct10" w:color="auto" w:fill="FFFFFF"/>
        </w:rPr>
      </w:pPr>
      <w:r>
        <w:rPr>
          <w:rFonts w:hint="eastAsia"/>
          <w:sz w:val="24"/>
          <w:shd w:val="pct10" w:color="auto" w:fill="FFFFFF"/>
        </w:rPr>
        <w:t>这包括如下事实：“未经本人同意，监听、录制或转播私人性质的谈话或秘密谈话；未经本人同意，拍摄、录制或转播个人在私人场所的形象。”</w:t>
      </w:r>
      <w:r>
        <w:rPr>
          <w:rStyle w:val="33"/>
          <w:sz w:val="24"/>
          <w:shd w:val="pct10" w:color="auto" w:fill="FFFFFF"/>
        </w:rPr>
        <w:footnoteReference w:id="1"/>
      </w:r>
    </w:p>
    <w:p w14:paraId="4B672F34">
      <w:pPr>
        <w:spacing w:line="440" w:lineRule="exact"/>
        <w:ind w:firstLine="480" w:firstLineChars="200"/>
        <w:rPr>
          <w:sz w:val="24"/>
          <w:shd w:val="pct10" w:color="auto" w:fill="FFFFFF"/>
        </w:rPr>
      </w:pPr>
      <w:r>
        <w:rPr>
          <w:rFonts w:hint="eastAsia"/>
          <w:sz w:val="24"/>
          <w:shd w:val="pct10" w:color="auto" w:fill="FFFFFF"/>
        </w:rPr>
        <w:t>…………</w:t>
      </w:r>
    </w:p>
    <w:p w14:paraId="174B802A">
      <w:pPr>
        <w:spacing w:line="440" w:lineRule="exact"/>
        <w:ind w:firstLine="480" w:firstLineChars="200"/>
        <w:rPr>
          <w:sz w:val="24"/>
        </w:rPr>
      </w:pPr>
    </w:p>
    <w:p w14:paraId="53448436">
      <w:pPr>
        <w:pStyle w:val="4"/>
        <w:spacing w:before="0" w:after="0" w:line="440" w:lineRule="exact"/>
        <w:rPr>
          <w:rFonts w:eastAsia="Arial Unicode MS"/>
          <w:b w:val="0"/>
          <w:sz w:val="24"/>
          <w:szCs w:val="24"/>
        </w:rPr>
      </w:pPr>
      <w:bookmarkStart w:id="10" w:name="_Toc16844"/>
      <w:r>
        <w:rPr>
          <w:rFonts w:hint="eastAsia" w:ascii="黑体" w:hAnsi="黑体" w:eastAsia="黑体" w:cs="黑体"/>
          <w:b w:val="0"/>
          <w:sz w:val="24"/>
          <w:szCs w:val="24"/>
        </w:rPr>
        <w:t>1</w:t>
      </w:r>
      <w:r>
        <w:rPr>
          <w:rFonts w:hint="eastAsia" w:ascii="黑体" w:hAnsi="黑体" w:eastAsia="黑体" w:cs="黑体"/>
          <w:b w:val="0"/>
          <w:sz w:val="24"/>
          <w:szCs w:val="24"/>
          <w:lang w:val="en-US" w:eastAsia="zh-CN"/>
        </w:rPr>
        <w:t xml:space="preserve">.2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点击输入二级节标题 </w:instrText>
      </w:r>
      <w:r>
        <w:rPr>
          <w:rFonts w:hint="eastAsia" w:ascii="黑体" w:hAnsi="黑体" w:eastAsia="黑体" w:cs="黑体"/>
          <w:b w:val="0"/>
          <w:sz w:val="24"/>
          <w:szCs w:val="24"/>
        </w:rPr>
        <w:fldChar w:fldCharType="end"/>
      </w:r>
      <w:bookmarkEnd w:id="10"/>
    </w:p>
    <w:p w14:paraId="7A378783">
      <w:pPr>
        <w:spacing w:line="440" w:lineRule="exact"/>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0BD7A758">
      <w:pPr>
        <w:spacing w:line="440" w:lineRule="exact"/>
        <w:ind w:firstLine="480" w:firstLineChars="200"/>
        <w:rPr>
          <w:rFonts w:ascii="宋体" w:hAnsi="宋体"/>
          <w:sz w:val="24"/>
        </w:rPr>
      </w:pPr>
    </w:p>
    <w:p w14:paraId="633CBFA8">
      <w:pPr>
        <w:spacing w:line="440" w:lineRule="exact"/>
        <w:ind w:firstLine="480" w:firstLineChars="200"/>
        <w:rPr>
          <w:rFonts w:ascii="宋体" w:hAnsi="宋体"/>
          <w:sz w:val="24"/>
        </w:rPr>
      </w:pPr>
    </w:p>
    <w:p w14:paraId="5555AA5E">
      <w:pPr>
        <w:spacing w:line="440" w:lineRule="exact"/>
        <w:ind w:firstLine="480" w:firstLineChars="200"/>
        <w:rPr>
          <w:sz w:val="24"/>
        </w:rPr>
      </w:pPr>
    </w:p>
    <w:p w14:paraId="20CBD3EB">
      <w:pPr>
        <w:pStyle w:val="4"/>
        <w:spacing w:before="0" w:after="0" w:line="440" w:lineRule="exact"/>
        <w:rPr>
          <w:rFonts w:eastAsia="Arial Unicode MS"/>
          <w:b w:val="0"/>
          <w:sz w:val="24"/>
          <w:szCs w:val="24"/>
        </w:rPr>
      </w:pPr>
      <w:bookmarkStart w:id="11" w:name="_Toc26556"/>
      <w:r>
        <w:rPr>
          <w:rFonts w:hint="eastAsia" w:ascii="黑体" w:hAnsi="黑体" w:eastAsia="黑体" w:cs="黑体"/>
          <w:b w:val="0"/>
          <w:sz w:val="24"/>
          <w:szCs w:val="24"/>
        </w:rPr>
        <w:t>1.3</w:t>
      </w:r>
      <w:r>
        <w:rPr>
          <w:rFonts w:hint="eastAsia" w:ascii="黑体" w:hAnsi="黑体" w:eastAsia="黑体" w:cs="黑体"/>
          <w:b w:val="0"/>
          <w:sz w:val="24"/>
          <w:szCs w:val="24"/>
          <w:lang w:val="en-US" w:eastAsia="zh-CN"/>
        </w:rPr>
        <w:t xml:space="preserve">  </w:t>
      </w:r>
      <w:r>
        <w:rPr>
          <w:rFonts w:hint="eastAsia" w:ascii="黑体" w:hAnsi="黑体" w:eastAsia="黑体" w:cs="黑体"/>
          <w:b w:val="0"/>
          <w:sz w:val="24"/>
          <w:szCs w:val="24"/>
        </w:rPr>
        <w:fldChar w:fldCharType="begin"/>
      </w:r>
      <w:r>
        <w:rPr>
          <w:rFonts w:hint="eastAsia" w:ascii="黑体" w:hAnsi="黑体" w:eastAsia="黑体" w:cs="黑体"/>
          <w:b w:val="0"/>
          <w:sz w:val="24"/>
          <w:szCs w:val="24"/>
        </w:rPr>
        <w:instrText xml:space="preserve"> MACROBUTTON  AcceptAllChangesInDoc 点击输入二级节标题 </w:instrText>
      </w:r>
      <w:r>
        <w:rPr>
          <w:rFonts w:hint="eastAsia" w:ascii="黑体" w:hAnsi="黑体" w:eastAsia="黑体" w:cs="黑体"/>
          <w:b w:val="0"/>
          <w:sz w:val="24"/>
          <w:szCs w:val="24"/>
        </w:rPr>
        <w:fldChar w:fldCharType="end"/>
      </w:r>
      <w:bookmarkEnd w:id="11"/>
    </w:p>
    <w:p w14:paraId="54DD7C03">
      <w:pPr>
        <w:tabs>
          <w:tab w:val="left" w:pos="645"/>
        </w:tabs>
        <w:spacing w:line="440" w:lineRule="exact"/>
        <w:ind w:firstLine="480" w:firstLineChars="200"/>
        <w:rPr>
          <w:rFonts w:ascii="黑体" w:eastAsia="黑体"/>
          <w:sz w:val="28"/>
          <w:szCs w:val="28"/>
        </w:rPr>
      </w:pPr>
      <w:r>
        <w:rPr>
          <w:rFonts w:ascii="宋体" w:hAnsi="宋体"/>
          <w:sz w:val="24"/>
        </w:rPr>
        <w:fldChar w:fldCharType="begin"/>
      </w:r>
      <w:r>
        <w:rPr>
          <w:rFonts w:ascii="宋体" w:hAnsi="宋体"/>
          <w:sz w:val="24"/>
        </w:rPr>
        <w:instrText xml:space="preserve"> MACROBUTTON  AcceptAllChangesInDoc 点击输入内容 </w:instrText>
      </w:r>
      <w:r>
        <w:rPr>
          <w:rFonts w:ascii="宋体" w:hAnsi="宋体"/>
          <w:sz w:val="24"/>
        </w:rPr>
        <w:fldChar w:fldCharType="end"/>
      </w:r>
    </w:p>
    <w:p w14:paraId="7112CECC">
      <w:pPr>
        <w:spacing w:line="440" w:lineRule="exact"/>
        <w:rPr>
          <w:rFonts w:ascii="黑体" w:eastAsia="黑体"/>
          <w:sz w:val="28"/>
          <w:szCs w:val="28"/>
        </w:rPr>
      </w:pPr>
    </w:p>
    <w:p w14:paraId="5F2092E9">
      <w:pPr>
        <w:spacing w:line="440" w:lineRule="exact"/>
        <w:ind w:firstLine="480" w:firstLineChars="200"/>
        <w:rPr>
          <w:sz w:val="24"/>
        </w:rPr>
        <w:sectPr>
          <w:footnotePr>
            <w:numFmt w:val="decimalEnclosedCircleChinese"/>
          </w:footnotePr>
          <w:pgSz w:w="11906" w:h="16838"/>
          <w:pgMar w:top="1418" w:right="1701" w:bottom="1418" w:left="1701" w:header="1134" w:footer="1134" w:gutter="0"/>
          <w:cols w:space="720" w:num="1"/>
          <w:docGrid w:type="linesAndChars" w:linePitch="312" w:charSpace="0"/>
        </w:sectPr>
      </w:pPr>
    </w:p>
    <w:p w14:paraId="37CA122C">
      <w:pPr>
        <w:pStyle w:val="2"/>
        <w:spacing w:before="156" w:beforeLines="50" w:after="156" w:afterLines="50" w:line="360" w:lineRule="auto"/>
        <w:jc w:val="center"/>
        <w:rPr>
          <w:rFonts w:ascii="黑体" w:eastAsia="黑体"/>
          <w:b w:val="0"/>
          <w:sz w:val="32"/>
          <w:szCs w:val="32"/>
        </w:rPr>
      </w:pPr>
      <w:bookmarkStart w:id="12" w:name="_Toc3860"/>
      <w:r>
        <w:rPr>
          <w:rFonts w:hint="eastAsia" w:ascii="黑体" w:eastAsia="黑体"/>
          <w:b w:val="0"/>
          <w:sz w:val="32"/>
          <w:szCs w:val="32"/>
        </w:rPr>
        <w:t>第2章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2"/>
    </w:p>
    <w:p w14:paraId="1B2BE973">
      <w:pPr>
        <w:spacing w:line="440" w:lineRule="exact"/>
        <w:ind w:firstLine="480" w:firstLineChars="200"/>
        <w:rPr>
          <w:rFonts w:ascii="宋体" w:hAnsi="宋体"/>
          <w:sz w:val="24"/>
        </w:rPr>
      </w:pPr>
      <w:r>
        <w:rPr>
          <w:rFonts w:hint="eastAsia" w:ascii="宋体" w:hAnsi="宋体"/>
          <w:sz w:val="24"/>
        </w:rPr>
        <w:t>内容略</w:t>
      </w:r>
    </w:p>
    <w:p w14:paraId="649E8BC4">
      <w:pPr>
        <w:spacing w:line="440" w:lineRule="exact"/>
        <w:ind w:firstLine="480" w:firstLineChars="200"/>
        <w:rPr>
          <w:rFonts w:ascii="宋体" w:hAnsi="宋体"/>
          <w:sz w:val="24"/>
        </w:rPr>
      </w:pPr>
    </w:p>
    <w:p w14:paraId="5DCF90D2">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1.文中多次引用同一参考文献示例：</w:t>
      </w:r>
    </w:p>
    <w:p w14:paraId="3D48BE84">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发达的生产力，即使在通商相当广泛的情况下，也难免遭到彻底的毁灭。</w:t>
      </w:r>
      <w:r>
        <w:rPr>
          <w:rStyle w:val="33"/>
          <w:rFonts w:hint="eastAsia" w:ascii="宋体" w:hAnsi="宋体" w:cs="宋体"/>
          <w:sz w:val="24"/>
          <w:shd w:val="pct10" w:color="auto" w:fill="FFFFFF"/>
        </w:rPr>
        <w:t>[13]59-60</w:t>
      </w:r>
    </w:p>
    <w:p w14:paraId="7FF10D55">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w:t>
      </w:r>
    </w:p>
    <w:p w14:paraId="38C56972">
      <w:pPr>
        <w:spacing w:line="440" w:lineRule="exact"/>
        <w:ind w:firstLine="480" w:firstLineChars="200"/>
        <w:rPr>
          <w:rStyle w:val="33"/>
          <w:rFonts w:ascii="宋体" w:hAnsi="宋体" w:cs="宋体"/>
          <w:sz w:val="24"/>
          <w:shd w:val="pct10" w:color="auto" w:fill="FFFFFF"/>
        </w:rPr>
      </w:pPr>
      <w:r>
        <w:rPr>
          <w:rFonts w:hint="eastAsia" w:ascii="宋体" w:hAnsi="宋体"/>
          <w:sz w:val="24"/>
          <w:shd w:val="pct10" w:color="auto" w:fill="FFFFFF"/>
        </w:rPr>
        <w:t>不是意识决定生活，而是生活决定意识。</w:t>
      </w:r>
      <w:r>
        <w:rPr>
          <w:rStyle w:val="33"/>
          <w:rFonts w:hint="eastAsia" w:ascii="宋体" w:hAnsi="宋体" w:cs="宋体"/>
          <w:sz w:val="24"/>
          <w:shd w:val="pct10" w:color="auto" w:fill="FFFFFF"/>
        </w:rPr>
        <w:t>[13]52</w:t>
      </w:r>
    </w:p>
    <w:p w14:paraId="695623D9">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2.文中插入图片示例：</w:t>
      </w:r>
    </w:p>
    <w:p w14:paraId="7B31BCBA">
      <w:pPr>
        <w:jc w:val="center"/>
      </w:pPr>
      <w:r>
        <w:object>
          <v:shape id="_x0000_i1025" o:spt="75" type="#_x0000_t75" style="height:123.9pt;width:318.15pt;" o:ole="t" filled="f" o:preferrelative="t" stroked="f" coordsize="21600,21600">
            <v:path/>
            <v:fill on="f" focussize="0,0"/>
            <v:stroke on="f" joinstyle="miter"/>
            <v:imagedata r:id="rId20" croptop="8752f" o:title=""/>
            <o:lock v:ext="edit" aspectratio="t"/>
            <w10:wrap type="none"/>
            <w10:anchorlock/>
          </v:shape>
          <o:OLEObject Type="Embed" ProgID="AutoCAD.Drawing.15" ShapeID="_x0000_i1025" DrawAspect="Content" ObjectID="_1468075725" r:id="rId19">
            <o:LockedField>false</o:LockedField>
          </o:OLEObject>
        </w:object>
      </w:r>
    </w:p>
    <w:p w14:paraId="785BA9C7">
      <w:pPr>
        <w:jc w:val="center"/>
        <w:rPr>
          <w:szCs w:val="21"/>
        </w:rPr>
      </w:pPr>
      <w:r>
        <w:rPr>
          <w:rFonts w:hint="eastAsia"/>
          <w:szCs w:val="21"/>
        </w:rPr>
        <w:t>图2</w:t>
      </w:r>
      <w:r>
        <w:rPr>
          <w:rFonts w:hint="eastAsia"/>
          <w:szCs w:val="21"/>
          <w:lang w:val="en-US" w:eastAsia="zh-CN"/>
        </w:rPr>
        <w:t>-</w:t>
      </w:r>
      <w:r>
        <w:rPr>
          <w:rFonts w:hint="eastAsia"/>
          <w:szCs w:val="21"/>
        </w:rPr>
        <w:t>1</w:t>
      </w:r>
      <w:r>
        <w:rPr>
          <w:szCs w:val="21"/>
        </w:rPr>
        <w:t xml:space="preserve"> </w:t>
      </w:r>
      <w:r>
        <w:rPr>
          <w:rFonts w:hint="eastAsia"/>
          <w:szCs w:val="21"/>
        </w:rPr>
        <w:t>非线性构形状态转移过程示意图</w:t>
      </w:r>
    </w:p>
    <w:p w14:paraId="586904EC">
      <w:pPr>
        <w:tabs>
          <w:tab w:val="left" w:pos="840"/>
        </w:tabs>
        <w:spacing w:line="440" w:lineRule="exact"/>
        <w:ind w:firstLine="480" w:firstLineChars="200"/>
        <w:rPr>
          <w:rFonts w:ascii="宋体" w:hAnsi="宋体"/>
          <w:sz w:val="24"/>
        </w:rPr>
      </w:pPr>
    </w:p>
    <w:p w14:paraId="11ED6252">
      <w:pPr>
        <w:tabs>
          <w:tab w:val="left" w:pos="840"/>
        </w:tabs>
        <w:spacing w:line="440" w:lineRule="exact"/>
        <w:ind w:firstLine="480" w:firstLineChars="200"/>
        <w:rPr>
          <w:rFonts w:ascii="宋体" w:hAnsi="宋体"/>
          <w:sz w:val="24"/>
        </w:rPr>
      </w:pPr>
      <w:r>
        <w:rPr>
          <w:rFonts w:ascii="宋体" w:hAnsi="宋体"/>
          <w:sz w:val="24"/>
        </w:rPr>
        <w:tab/>
      </w:r>
    </w:p>
    <w:p w14:paraId="20CEC844">
      <w:pPr>
        <w:spacing w:line="440" w:lineRule="exact"/>
        <w:ind w:firstLine="480" w:firstLineChars="200"/>
        <w:rPr>
          <w:sz w:val="24"/>
          <w:shd w:val="pct10" w:color="auto" w:fill="FFFFFF"/>
        </w:rPr>
      </w:pPr>
      <w:r>
        <w:rPr>
          <w:rFonts w:hint="eastAsia"/>
          <w:sz w:val="24"/>
          <w:shd w:val="pct10" w:color="auto" w:fill="FFFFFF"/>
        </w:rPr>
        <w:t>3.文中插入表达式示例：</w:t>
      </w:r>
    </w:p>
    <w:p w14:paraId="65420E36">
      <w:pPr>
        <w:spacing w:line="300" w:lineRule="auto"/>
        <w:ind w:firstLine="840" w:firstLineChars="400"/>
      </w:pPr>
      <w:r>
        <w:rPr>
          <w:rFonts w:hint="eastAsia"/>
        </w:rPr>
        <w:t>当广义控制截面</w:t>
      </w:r>
      <w:r>
        <w:rPr>
          <w:position w:val="-6"/>
        </w:rPr>
        <w:object>
          <v:shape id="_x0000_i1026" o:spt="75" type="#_x0000_t75" style="height:12.55pt;width:10.9pt;" o:ole="t" filled="f" o:preferrelative="t" stroked="f" coordsize="21600,21600">
            <v:path/>
            <v:fill on="f" focussize="0,0"/>
            <v:stroke on="f" joinstyle="miter"/>
            <v:imagedata r:id="rId22" o:title=""/>
            <o:lock v:ext="edit" aspectratio="t"/>
            <w10:wrap type="none"/>
            <w10:anchorlock/>
          </v:shape>
          <o:OLEObject Type="Embed" ProgID="Equation.3" ShapeID="_x0000_i1026" DrawAspect="Content" ObjectID="_1468075726" r:id="rId21">
            <o:LockedField>false</o:LockedField>
          </o:OLEObject>
        </w:object>
      </w:r>
      <w:r>
        <w:rPr>
          <w:rFonts w:hint="eastAsia"/>
        </w:rPr>
        <w:t>具有式（</w:t>
      </w:r>
      <w:r>
        <w:t>2</w:t>
      </w:r>
      <w:r>
        <w:rPr>
          <w:rFonts w:hint="eastAsia"/>
        </w:rPr>
        <w:t>.</w:t>
      </w:r>
      <w:r>
        <w:t>1</w:t>
      </w:r>
      <w:r>
        <w:rPr>
          <w:rFonts w:hint="eastAsia"/>
        </w:rPr>
        <w:t>）的广义本构关系时，可定义如下的截面示性数</w:t>
      </w:r>
    </w:p>
    <w:p w14:paraId="4EC5994B">
      <w:pPr>
        <w:spacing w:line="300" w:lineRule="auto"/>
        <w:ind w:firstLine="539" w:firstLineChars="257"/>
      </w:pPr>
      <w:r>
        <w:rPr>
          <w:rFonts w:hint="eastAsia"/>
        </w:rPr>
        <w:t xml:space="preserve">                          </w:t>
      </w:r>
      <w:r>
        <w:rPr>
          <w:position w:val="-28"/>
        </w:rPr>
        <w:object>
          <v:shape id="_x0000_i1027" o:spt="75" type="#_x0000_t75" style="height:36pt;width:96.3pt;" o:ole="t" filled="f" o:preferrelative="t" stroked="f" coordsize="21600,21600">
            <v:path/>
            <v:fill on="f" focussize="0,0"/>
            <v:stroke on="f" joinstyle="miter"/>
            <v:imagedata r:id="rId24" o:title=""/>
            <o:lock v:ext="edit" aspectratio="t"/>
            <w10:wrap type="none"/>
            <w10:anchorlock/>
          </v:shape>
          <o:OLEObject Type="Embed" ProgID="Equation.3" ShapeID="_x0000_i1027" DrawAspect="Content" ObjectID="_1468075727" r:id="rId23">
            <o:LockedField>false</o:LockedField>
          </o:OLEObject>
        </w:object>
      </w:r>
      <w:r>
        <w:rPr>
          <w:rFonts w:ascii="宋体" w:hAnsi="宋体"/>
        </w:rPr>
        <w:t xml:space="preserve">                      </w:t>
      </w:r>
      <w:r>
        <w:rPr>
          <w:rFonts w:hint="eastAsia"/>
        </w:rPr>
        <w:t>（2.</w:t>
      </w:r>
      <w:r>
        <w:t>1</w:t>
      </w:r>
      <w:r>
        <w:rPr>
          <w:rFonts w:hint="eastAsia"/>
        </w:rPr>
        <w:t>）</w:t>
      </w:r>
    </w:p>
    <w:p w14:paraId="5E7EA76E">
      <w:pPr>
        <w:spacing w:line="440" w:lineRule="exact"/>
        <w:ind w:firstLine="480" w:firstLineChars="200"/>
        <w:rPr>
          <w:rFonts w:ascii="宋体" w:hAnsi="宋体"/>
          <w:sz w:val="24"/>
        </w:rPr>
      </w:pPr>
    </w:p>
    <w:p w14:paraId="73F922C2">
      <w:pPr>
        <w:spacing w:line="440" w:lineRule="exact"/>
        <w:ind w:firstLine="480" w:firstLineChars="200"/>
        <w:rPr>
          <w:rFonts w:ascii="宋体" w:hAnsi="宋体"/>
          <w:sz w:val="24"/>
          <w:shd w:val="pct10" w:color="auto" w:fill="FFFFFF"/>
        </w:rPr>
      </w:pPr>
      <w:r>
        <w:rPr>
          <w:rFonts w:hint="eastAsia" w:ascii="宋体" w:hAnsi="宋体"/>
          <w:sz w:val="24"/>
          <w:shd w:val="pct10" w:color="auto" w:fill="FFFFFF"/>
        </w:rPr>
        <w:t>4.文中插入表格示例：</w:t>
      </w:r>
    </w:p>
    <w:p w14:paraId="60929358">
      <w:pPr>
        <w:spacing w:before="156" w:beforeLines="50" w:line="300" w:lineRule="auto"/>
        <w:jc w:val="center"/>
        <w:rPr>
          <w:szCs w:val="21"/>
        </w:rPr>
      </w:pPr>
      <w:r>
        <w:rPr>
          <w:rFonts w:hint="eastAsia"/>
          <w:szCs w:val="21"/>
        </w:rPr>
        <w:t>表2</w:t>
      </w:r>
      <w:r>
        <w:rPr>
          <w:rFonts w:hint="eastAsia"/>
          <w:szCs w:val="21"/>
          <w:lang w:val="en-US" w:eastAsia="zh-CN"/>
        </w:rPr>
        <w:t>-</w:t>
      </w:r>
      <w:r>
        <w:rPr>
          <w:rFonts w:hint="eastAsia"/>
          <w:szCs w:val="21"/>
        </w:rPr>
        <w:t>1 线性五杆结构各自由度随机反应数值特征</w:t>
      </w:r>
    </w:p>
    <w:tbl>
      <w:tblPr>
        <w:tblStyle w:val="2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008D81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22B9FEB8">
            <w:pPr>
              <w:jc w:val="center"/>
            </w:pPr>
            <w:r>
              <w:rPr>
                <w:position w:val="-10"/>
              </w:rPr>
              <w:object>
                <v:shape id="_x0000_i1028" o:spt="75" type="#_x0000_t75" style="height:15.9pt;width:10.9pt;" o:ole="t" filled="f" o:preferrelative="t" stroked="f" coordsize="21600,21600">
                  <v:path/>
                  <v:fill on="f" focussize="0,0"/>
                  <v:stroke on="f" joinstyle="miter"/>
                  <v:imagedata r:id="rId26" o:title=""/>
                  <o:lock v:ext="edit" aspectratio="t"/>
                  <w10:wrap type="none"/>
                  <w10:anchorlock/>
                </v:shape>
                <o:OLEObject Type="Embed" ProgID="Equation.3" ShapeID="_x0000_i1028" DrawAspect="Content" ObjectID="_1468075728" r:id="rId25">
                  <o:LockedField>false</o:LockedField>
                </o:OLEObject>
              </w:object>
            </w:r>
            <w:r>
              <w:rPr>
                <w:rFonts w:hint="eastAsia"/>
                <w:sz w:val="18"/>
              </w:rPr>
              <w:t>（m）</w:t>
            </w:r>
          </w:p>
        </w:tc>
        <w:tc>
          <w:tcPr>
            <w:tcW w:w="3304" w:type="dxa"/>
            <w:gridSpan w:val="3"/>
          </w:tcPr>
          <w:p w14:paraId="44F73F70">
            <w:pPr>
              <w:jc w:val="center"/>
            </w:pPr>
            <w:r>
              <w:rPr>
                <w:position w:val="-10"/>
              </w:rPr>
              <w:object>
                <v:shape id="_x0000_i1029" o:spt="75" type="#_x0000_t75" style="height:15.9pt;width:12.55pt;" o:ole="t" filled="f" o:preferrelative="t" stroked="f" coordsize="21600,21600">
                  <v:path/>
                  <v:fill on="f" focussize="0,0"/>
                  <v:stroke on="f" joinstyle="miter"/>
                  <v:imagedata r:id="rId28" o:title=""/>
                  <o:lock v:ext="edit" aspectratio="t"/>
                  <w10:wrap type="none"/>
                  <w10:anchorlock/>
                </v:shape>
                <o:OLEObject Type="Embed" ProgID="Equation.3" ShapeID="_x0000_i1029" DrawAspect="Content" ObjectID="_1468075729" r:id="rId27">
                  <o:LockedField>false</o:LockedField>
                </o:OLEObject>
              </w:object>
            </w:r>
          </w:p>
        </w:tc>
        <w:tc>
          <w:tcPr>
            <w:tcW w:w="3032" w:type="dxa"/>
            <w:gridSpan w:val="3"/>
          </w:tcPr>
          <w:p w14:paraId="526E08D7">
            <w:pPr>
              <w:jc w:val="center"/>
            </w:pPr>
            <w:r>
              <w:rPr>
                <w:position w:val="-10"/>
              </w:rPr>
              <w:object>
                <v:shape id="_x0000_i1030" o:spt="75" type="#_x0000_t75" style="height:15.9pt;width:12.55pt;" o:ole="t" filled="f" o:preferrelative="t" stroked="f" coordsize="21600,21600">
                  <v:path/>
                  <v:fill on="f" focussize="0,0"/>
                  <v:stroke on="f" joinstyle="miter"/>
                  <v:imagedata r:id="rId30" o:title=""/>
                  <o:lock v:ext="edit" aspectratio="t"/>
                  <w10:wrap type="none"/>
                  <w10:anchorlock/>
                </v:shape>
                <o:OLEObject Type="Embed" ProgID="Equation.3" ShapeID="_x0000_i1030" DrawAspect="Content" ObjectID="_1468075730" r:id="rId29">
                  <o:LockedField>false</o:LockedField>
                </o:OLEObject>
              </w:object>
            </w:r>
          </w:p>
        </w:tc>
      </w:tr>
      <w:tr w14:paraId="751F92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67E4E906"/>
        </w:tc>
        <w:tc>
          <w:tcPr>
            <w:tcW w:w="1161" w:type="dxa"/>
          </w:tcPr>
          <w:p w14:paraId="5C4268CD">
            <w:pPr>
              <w:jc w:val="center"/>
              <w:rPr>
                <w:sz w:val="18"/>
              </w:rPr>
            </w:pPr>
            <w:r>
              <w:rPr>
                <w:rFonts w:hint="eastAsia"/>
                <w:sz w:val="18"/>
              </w:rPr>
              <w:t>均值（N）</w:t>
            </w:r>
          </w:p>
        </w:tc>
        <w:tc>
          <w:tcPr>
            <w:tcW w:w="1179" w:type="dxa"/>
          </w:tcPr>
          <w:p w14:paraId="60A109F6">
            <w:pPr>
              <w:jc w:val="center"/>
              <w:rPr>
                <w:sz w:val="18"/>
              </w:rPr>
            </w:pPr>
            <w:r>
              <w:rPr>
                <w:rFonts w:hint="eastAsia"/>
                <w:sz w:val="18"/>
              </w:rPr>
              <w:t>标准差（N）</w:t>
            </w:r>
          </w:p>
        </w:tc>
        <w:tc>
          <w:tcPr>
            <w:tcW w:w="964" w:type="dxa"/>
          </w:tcPr>
          <w:p w14:paraId="4D6CF92E">
            <w:pPr>
              <w:jc w:val="center"/>
              <w:rPr>
                <w:sz w:val="18"/>
              </w:rPr>
            </w:pPr>
            <w:r>
              <w:rPr>
                <w:rFonts w:hint="eastAsia"/>
                <w:sz w:val="18"/>
              </w:rPr>
              <w:t>变异系数</w:t>
            </w:r>
          </w:p>
        </w:tc>
        <w:tc>
          <w:tcPr>
            <w:tcW w:w="983" w:type="dxa"/>
          </w:tcPr>
          <w:p w14:paraId="012F1805">
            <w:pPr>
              <w:jc w:val="center"/>
              <w:rPr>
                <w:sz w:val="18"/>
              </w:rPr>
            </w:pPr>
            <w:r>
              <w:rPr>
                <w:rFonts w:hint="eastAsia"/>
                <w:sz w:val="18"/>
              </w:rPr>
              <w:t>均值（m）</w:t>
            </w:r>
          </w:p>
        </w:tc>
        <w:tc>
          <w:tcPr>
            <w:tcW w:w="1106" w:type="dxa"/>
          </w:tcPr>
          <w:p w14:paraId="6711AC04">
            <w:pPr>
              <w:jc w:val="center"/>
              <w:rPr>
                <w:sz w:val="18"/>
              </w:rPr>
            </w:pPr>
            <w:r>
              <w:rPr>
                <w:rFonts w:hint="eastAsia"/>
                <w:sz w:val="18"/>
              </w:rPr>
              <w:t>标准差（m）</w:t>
            </w:r>
          </w:p>
        </w:tc>
        <w:tc>
          <w:tcPr>
            <w:tcW w:w="943" w:type="dxa"/>
          </w:tcPr>
          <w:p w14:paraId="7AC75CDE">
            <w:pPr>
              <w:jc w:val="center"/>
              <w:rPr>
                <w:sz w:val="18"/>
              </w:rPr>
            </w:pPr>
            <w:r>
              <w:rPr>
                <w:rFonts w:hint="eastAsia"/>
                <w:sz w:val="18"/>
              </w:rPr>
              <w:t>变异系数</w:t>
            </w:r>
          </w:p>
        </w:tc>
      </w:tr>
      <w:tr w14:paraId="6DC0C8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Pr>
          <w:p w14:paraId="48B2D52E">
            <w:pPr>
              <w:rPr>
                <w:sz w:val="18"/>
              </w:rPr>
            </w:pPr>
            <w:r>
              <w:rPr>
                <w:sz w:val="18"/>
              </w:rPr>
              <w:t>0.000000</w:t>
            </w:r>
          </w:p>
          <w:p w14:paraId="3BE09BFA">
            <w:pPr>
              <w:rPr>
                <w:sz w:val="18"/>
              </w:rPr>
            </w:pPr>
            <w:r>
              <w:rPr>
                <w:sz w:val="18"/>
              </w:rPr>
              <w:t>0.000100</w:t>
            </w:r>
          </w:p>
          <w:p w14:paraId="574B5BD2">
            <w:pPr>
              <w:rPr>
                <w:sz w:val="18"/>
              </w:rPr>
            </w:pPr>
            <w:r>
              <w:rPr>
                <w:sz w:val="18"/>
              </w:rPr>
              <w:t>0.000200</w:t>
            </w:r>
          </w:p>
          <w:p w14:paraId="0A4D5327">
            <w:pPr>
              <w:rPr>
                <w:sz w:val="18"/>
              </w:rPr>
            </w:pPr>
            <w:r>
              <w:rPr>
                <w:sz w:val="18"/>
              </w:rPr>
              <w:t>0.000300</w:t>
            </w:r>
          </w:p>
        </w:tc>
        <w:tc>
          <w:tcPr>
            <w:tcW w:w="1161" w:type="dxa"/>
          </w:tcPr>
          <w:p w14:paraId="6C7B43F9">
            <w:pPr>
              <w:rPr>
                <w:sz w:val="18"/>
              </w:rPr>
            </w:pPr>
            <w:r>
              <w:rPr>
                <w:sz w:val="18"/>
              </w:rPr>
              <w:t>0.000000</w:t>
            </w:r>
          </w:p>
          <w:p w14:paraId="2F05FAE5">
            <w:pPr>
              <w:rPr>
                <w:sz w:val="18"/>
              </w:rPr>
            </w:pPr>
            <w:r>
              <w:rPr>
                <w:sz w:val="18"/>
              </w:rPr>
              <w:t>206.006806</w:t>
            </w:r>
          </w:p>
          <w:p w14:paraId="46666DA0">
            <w:pPr>
              <w:rPr>
                <w:sz w:val="18"/>
              </w:rPr>
            </w:pPr>
            <w:r>
              <w:rPr>
                <w:sz w:val="18"/>
              </w:rPr>
              <w:t>412.013613</w:t>
            </w:r>
          </w:p>
          <w:p w14:paraId="039C47F9">
            <w:pPr>
              <w:rPr>
                <w:sz w:val="18"/>
              </w:rPr>
            </w:pPr>
            <w:r>
              <w:rPr>
                <w:sz w:val="18"/>
              </w:rPr>
              <w:t>618.020419</w:t>
            </w:r>
          </w:p>
        </w:tc>
        <w:tc>
          <w:tcPr>
            <w:tcW w:w="1179" w:type="dxa"/>
          </w:tcPr>
          <w:p w14:paraId="0717228A">
            <w:pPr>
              <w:rPr>
                <w:sz w:val="18"/>
              </w:rPr>
            </w:pPr>
            <w:r>
              <w:rPr>
                <w:sz w:val="18"/>
              </w:rPr>
              <w:t>0.000000</w:t>
            </w:r>
          </w:p>
          <w:p w14:paraId="4F244538">
            <w:pPr>
              <w:rPr>
                <w:sz w:val="18"/>
              </w:rPr>
            </w:pPr>
            <w:r>
              <w:rPr>
                <w:sz w:val="18"/>
              </w:rPr>
              <w:t>150.245905</w:t>
            </w:r>
          </w:p>
          <w:p w14:paraId="314D69E1">
            <w:pPr>
              <w:rPr>
                <w:sz w:val="18"/>
              </w:rPr>
            </w:pPr>
            <w:r>
              <w:rPr>
                <w:sz w:val="18"/>
              </w:rPr>
              <w:t>215.100090</w:t>
            </w:r>
          </w:p>
          <w:p w14:paraId="438E5EF0">
            <w:pPr>
              <w:rPr>
                <w:sz w:val="18"/>
              </w:rPr>
            </w:pPr>
            <w:r>
              <w:rPr>
                <w:sz w:val="18"/>
              </w:rPr>
              <w:t>266.613296</w:t>
            </w:r>
          </w:p>
        </w:tc>
        <w:tc>
          <w:tcPr>
            <w:tcW w:w="964" w:type="dxa"/>
          </w:tcPr>
          <w:p w14:paraId="052112CB">
            <w:pPr>
              <w:rPr>
                <w:sz w:val="18"/>
              </w:rPr>
            </w:pPr>
            <w:r>
              <w:rPr>
                <w:sz w:val="18"/>
              </w:rPr>
              <w:t>0.000000</w:t>
            </w:r>
          </w:p>
          <w:p w14:paraId="234375D2">
            <w:pPr>
              <w:rPr>
                <w:sz w:val="18"/>
              </w:rPr>
            </w:pPr>
            <w:r>
              <w:rPr>
                <w:sz w:val="18"/>
              </w:rPr>
              <w:t>0.729325</w:t>
            </w:r>
          </w:p>
          <w:p w14:paraId="00250D9E">
            <w:pPr>
              <w:rPr>
                <w:sz w:val="18"/>
              </w:rPr>
            </w:pPr>
            <w:r>
              <w:rPr>
                <w:sz w:val="18"/>
              </w:rPr>
              <w:t>0.522070</w:t>
            </w:r>
          </w:p>
          <w:p w14:paraId="21D22AAE">
            <w:pPr>
              <w:rPr>
                <w:sz w:val="18"/>
              </w:rPr>
            </w:pPr>
            <w:r>
              <w:rPr>
                <w:sz w:val="18"/>
              </w:rPr>
              <w:t>0.431399</w:t>
            </w:r>
          </w:p>
        </w:tc>
        <w:tc>
          <w:tcPr>
            <w:tcW w:w="983" w:type="dxa"/>
          </w:tcPr>
          <w:p w14:paraId="00E74B8F">
            <w:pPr>
              <w:rPr>
                <w:sz w:val="18"/>
              </w:rPr>
            </w:pPr>
            <w:r>
              <w:rPr>
                <w:sz w:val="18"/>
              </w:rPr>
              <w:t>0.000000</w:t>
            </w:r>
          </w:p>
          <w:p w14:paraId="58F80C40">
            <w:pPr>
              <w:rPr>
                <w:sz w:val="18"/>
              </w:rPr>
            </w:pPr>
            <w:r>
              <w:rPr>
                <w:sz w:val="18"/>
              </w:rPr>
              <w:t>0.000024</w:t>
            </w:r>
          </w:p>
          <w:p w14:paraId="1EE6C769">
            <w:pPr>
              <w:rPr>
                <w:sz w:val="18"/>
              </w:rPr>
            </w:pPr>
            <w:r>
              <w:rPr>
                <w:sz w:val="18"/>
              </w:rPr>
              <w:t>0.000049</w:t>
            </w:r>
          </w:p>
          <w:p w14:paraId="4DB6D7E0">
            <w:pPr>
              <w:rPr>
                <w:sz w:val="18"/>
              </w:rPr>
            </w:pPr>
            <w:r>
              <w:rPr>
                <w:sz w:val="18"/>
              </w:rPr>
              <w:t>0.000073</w:t>
            </w:r>
          </w:p>
        </w:tc>
        <w:tc>
          <w:tcPr>
            <w:tcW w:w="1106" w:type="dxa"/>
          </w:tcPr>
          <w:p w14:paraId="44C47558">
            <w:pPr>
              <w:rPr>
                <w:sz w:val="18"/>
              </w:rPr>
            </w:pPr>
            <w:r>
              <w:rPr>
                <w:sz w:val="18"/>
              </w:rPr>
              <w:t>0.000000</w:t>
            </w:r>
          </w:p>
          <w:p w14:paraId="000D0C48">
            <w:pPr>
              <w:rPr>
                <w:sz w:val="18"/>
              </w:rPr>
            </w:pPr>
            <w:r>
              <w:rPr>
                <w:sz w:val="18"/>
              </w:rPr>
              <w:t>0.000013</w:t>
            </w:r>
          </w:p>
          <w:p w14:paraId="3EF930A0">
            <w:pPr>
              <w:rPr>
                <w:sz w:val="18"/>
              </w:rPr>
            </w:pPr>
            <w:r>
              <w:rPr>
                <w:sz w:val="18"/>
              </w:rPr>
              <w:t>0.000018</w:t>
            </w:r>
          </w:p>
          <w:p w14:paraId="6CDAA889">
            <w:pPr>
              <w:rPr>
                <w:sz w:val="18"/>
              </w:rPr>
            </w:pPr>
            <w:r>
              <w:rPr>
                <w:sz w:val="18"/>
              </w:rPr>
              <w:t>0.000022</w:t>
            </w:r>
          </w:p>
        </w:tc>
        <w:tc>
          <w:tcPr>
            <w:tcW w:w="943" w:type="dxa"/>
          </w:tcPr>
          <w:p w14:paraId="412DB729">
            <w:pPr>
              <w:rPr>
                <w:sz w:val="18"/>
              </w:rPr>
            </w:pPr>
            <w:r>
              <w:rPr>
                <w:sz w:val="18"/>
              </w:rPr>
              <w:t>0.000000</w:t>
            </w:r>
          </w:p>
          <w:p w14:paraId="34AC3317">
            <w:pPr>
              <w:rPr>
                <w:sz w:val="18"/>
              </w:rPr>
            </w:pPr>
            <w:r>
              <w:rPr>
                <w:sz w:val="18"/>
              </w:rPr>
              <w:t>0.541667</w:t>
            </w:r>
          </w:p>
          <w:p w14:paraId="786F35BB">
            <w:pPr>
              <w:rPr>
                <w:sz w:val="18"/>
              </w:rPr>
            </w:pPr>
            <w:r>
              <w:rPr>
                <w:sz w:val="18"/>
              </w:rPr>
              <w:t>0.367347</w:t>
            </w:r>
          </w:p>
          <w:p w14:paraId="1B4D1A97">
            <w:pPr>
              <w:rPr>
                <w:sz w:val="18"/>
              </w:rPr>
            </w:pPr>
            <w:r>
              <w:rPr>
                <w:sz w:val="18"/>
              </w:rPr>
              <w:t>0.301370</w:t>
            </w:r>
          </w:p>
        </w:tc>
      </w:tr>
    </w:tbl>
    <w:p w14:paraId="68AB00AE">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64140716">
      <w:pPr>
        <w:pStyle w:val="2"/>
        <w:spacing w:before="156" w:beforeLines="50" w:after="156" w:afterLines="50" w:line="360" w:lineRule="auto"/>
        <w:jc w:val="center"/>
        <w:rPr>
          <w:rFonts w:ascii="黑体" w:eastAsia="黑体"/>
          <w:b w:val="0"/>
          <w:sz w:val="32"/>
          <w:szCs w:val="32"/>
        </w:rPr>
      </w:pPr>
      <w:bookmarkStart w:id="13" w:name="_Toc32067"/>
      <w:r>
        <w:rPr>
          <w:rFonts w:hint="eastAsia" w:ascii="黑体" w:eastAsia="黑体"/>
          <w:b w:val="0"/>
          <w:sz w:val="32"/>
          <w:szCs w:val="32"/>
        </w:rPr>
        <w:t>第3章</w:t>
      </w:r>
      <w:r>
        <w:rPr>
          <w:rFonts w:hint="eastAsia" w:ascii="黑体" w:eastAsia="黑体"/>
          <w:b w:val="0"/>
          <w:sz w:val="32"/>
          <w:szCs w:val="32"/>
          <w:lang w:val="en-US" w:eastAsia="zh-CN"/>
        </w:rPr>
        <w:t xml:space="preserve">  </w:t>
      </w:r>
      <w:r>
        <w:rPr>
          <w:rFonts w:ascii="黑体" w:eastAsia="黑体"/>
          <w:b w:val="0"/>
          <w:sz w:val="32"/>
          <w:szCs w:val="32"/>
        </w:rPr>
        <w:fldChar w:fldCharType="begin"/>
      </w:r>
      <w:r>
        <w:rPr>
          <w:rFonts w:ascii="黑体" w:eastAsia="黑体"/>
          <w:b w:val="0"/>
          <w:sz w:val="32"/>
          <w:szCs w:val="32"/>
        </w:rPr>
        <w:instrText xml:space="preserve"> MACROBUTTON  AcceptAllChangesInDoc 点击输入章标题 </w:instrText>
      </w:r>
      <w:r>
        <w:rPr>
          <w:rFonts w:ascii="黑体" w:eastAsia="黑体"/>
          <w:b w:val="0"/>
          <w:sz w:val="32"/>
          <w:szCs w:val="32"/>
        </w:rPr>
        <w:fldChar w:fldCharType="end"/>
      </w:r>
      <w:bookmarkEnd w:id="13"/>
    </w:p>
    <w:p w14:paraId="6663B9EB">
      <w:pPr>
        <w:spacing w:line="440" w:lineRule="exact"/>
        <w:ind w:firstLine="480" w:firstLineChars="200"/>
        <w:rPr>
          <w:rFonts w:ascii="宋体" w:hAnsi="宋体"/>
          <w:sz w:val="24"/>
        </w:rPr>
      </w:pPr>
      <w:r>
        <w:rPr>
          <w:rFonts w:hint="eastAsia" w:ascii="宋体" w:hAnsi="宋体"/>
          <w:sz w:val="24"/>
        </w:rPr>
        <w:t>内容略</w:t>
      </w:r>
    </w:p>
    <w:p w14:paraId="0E41CE3C">
      <w:pPr>
        <w:spacing w:line="440" w:lineRule="exact"/>
        <w:ind w:firstLine="480" w:firstLineChars="200"/>
        <w:rPr>
          <w:rFonts w:ascii="宋体" w:hAnsi="宋体"/>
          <w:sz w:val="24"/>
        </w:rPr>
      </w:pPr>
    </w:p>
    <w:p w14:paraId="5C711267">
      <w:pPr>
        <w:spacing w:line="440" w:lineRule="exact"/>
        <w:ind w:firstLine="480" w:firstLineChars="200"/>
        <w:rPr>
          <w:rFonts w:ascii="宋体" w:hAnsi="宋体"/>
          <w:sz w:val="24"/>
        </w:rPr>
      </w:pPr>
    </w:p>
    <w:p w14:paraId="01340C68">
      <w:pPr>
        <w:spacing w:line="440" w:lineRule="exact"/>
        <w:ind w:firstLine="480" w:firstLineChars="200"/>
        <w:rPr>
          <w:rFonts w:ascii="宋体" w:hAnsi="宋体"/>
          <w:sz w:val="24"/>
        </w:rPr>
      </w:pPr>
    </w:p>
    <w:p w14:paraId="703F65CB">
      <w:pPr>
        <w:spacing w:line="440" w:lineRule="exact"/>
        <w:ind w:firstLine="480" w:firstLineChars="200"/>
        <w:rPr>
          <w:rFonts w:ascii="宋体" w:hAnsi="宋体"/>
          <w:sz w:val="24"/>
        </w:rPr>
        <w:sectPr>
          <w:pgSz w:w="11906" w:h="16838"/>
          <w:pgMar w:top="1418" w:right="1701" w:bottom="1418" w:left="1701" w:header="1134" w:footer="1134" w:gutter="0"/>
          <w:cols w:space="720" w:num="1"/>
          <w:docGrid w:type="linesAndChars" w:linePitch="312" w:charSpace="0"/>
        </w:sectPr>
      </w:pPr>
    </w:p>
    <w:p w14:paraId="0FD5B8F4">
      <w:pPr>
        <w:pStyle w:val="2"/>
        <w:spacing w:before="156" w:beforeLines="50" w:after="156" w:afterLines="50" w:line="360" w:lineRule="auto"/>
        <w:jc w:val="center"/>
        <w:rPr>
          <w:rFonts w:ascii="黑体" w:eastAsia="黑体"/>
          <w:b w:val="0"/>
          <w:sz w:val="32"/>
          <w:szCs w:val="32"/>
        </w:rPr>
      </w:pPr>
      <w:bookmarkStart w:id="14" w:name="_Toc14081"/>
      <w:r>
        <w:rPr>
          <w:rFonts w:ascii="黑体" w:eastAsia="黑体"/>
          <w:b w:val="0"/>
          <w:sz w:val="32"/>
          <w:szCs w:val="32"/>
        </w:rPr>
        <w:fldChar w:fldCharType="begin"/>
      </w:r>
      <w:r>
        <w:rPr>
          <w:rFonts w:ascii="黑体" w:eastAsia="黑体"/>
          <w:b w:val="0"/>
          <w:sz w:val="32"/>
          <w:szCs w:val="32"/>
        </w:rPr>
        <w:instrText xml:space="preserve"> MACROBUTTON  AcceptAllChangesInDoc 结论 </w:instrText>
      </w:r>
      <w:r>
        <w:rPr>
          <w:rFonts w:ascii="黑体" w:eastAsia="黑体"/>
          <w:b w:val="0"/>
          <w:sz w:val="32"/>
          <w:szCs w:val="32"/>
        </w:rPr>
        <w:fldChar w:fldCharType="end"/>
      </w:r>
      <w:bookmarkEnd w:id="14"/>
    </w:p>
    <w:p w14:paraId="0423D8BF">
      <w:pPr>
        <w:rPr>
          <w:sz w:val="24"/>
        </w:rPr>
        <w:sectPr>
          <w:pgSz w:w="11906" w:h="16838"/>
          <w:pgMar w:top="1418" w:right="1701" w:bottom="1418" w:left="1701" w:header="1134" w:footer="1134" w:gutter="0"/>
          <w:cols w:space="720" w:num="1"/>
          <w:docGrid w:type="linesAndChars" w:linePitch="312" w:charSpace="0"/>
        </w:sectPr>
      </w:pPr>
      <w:r>
        <w:rPr>
          <w:rFonts w:hint="eastAsia"/>
          <w:sz w:val="24"/>
        </w:rPr>
        <w:t>内容略</w:t>
      </w:r>
    </w:p>
    <w:p w14:paraId="46A63CE6">
      <w:pPr>
        <w:pStyle w:val="2"/>
        <w:spacing w:before="156" w:beforeLines="50" w:after="156" w:afterLines="50" w:line="360" w:lineRule="auto"/>
        <w:jc w:val="center"/>
        <w:rPr>
          <w:rFonts w:ascii="黑体" w:eastAsia="黑体"/>
          <w:b w:val="0"/>
          <w:sz w:val="32"/>
          <w:szCs w:val="32"/>
        </w:rPr>
      </w:pPr>
      <w:bookmarkStart w:id="15" w:name="_Toc10778"/>
      <w:r>
        <w:rPr>
          <w:rFonts w:hint="eastAsia" w:ascii="黑体" w:eastAsia="黑体"/>
          <w:b w:val="0"/>
          <w:sz w:val="32"/>
          <w:szCs w:val="32"/>
        </w:rPr>
        <w:t>参考文献</w:t>
      </w:r>
      <w:bookmarkEnd w:id="15"/>
    </w:p>
    <w:p w14:paraId="25031478">
      <w:pPr>
        <w:pStyle w:val="25"/>
        <w:spacing w:line="440" w:lineRule="exact"/>
        <w:ind w:left="480" w:hanging="480" w:hangingChars="200"/>
        <w:rPr>
          <w:rFonts w:eastAsiaTheme="minorEastAsia"/>
        </w:rPr>
      </w:pPr>
      <w:r>
        <w:rPr>
          <w:rFonts w:eastAsiaTheme="minorEastAsia"/>
        </w:rPr>
        <w:t>[1]</w:t>
      </w:r>
      <w:r>
        <w:rPr>
          <w:rFonts w:hint="eastAsia" w:eastAsiaTheme="minorEastAsia"/>
          <w:lang w:val="en-US" w:eastAsia="zh-CN"/>
        </w:rPr>
        <w:t xml:space="preserve">  </w:t>
      </w:r>
      <w:r>
        <w:rPr>
          <w:rFonts w:eastAsiaTheme="minorEastAsia"/>
        </w:rPr>
        <w:t>陈登原. 国史旧闻：第1卷[M]. 北京：中华书局，2000：29.</w:t>
      </w:r>
    </w:p>
    <w:p w14:paraId="44F5C703">
      <w:pPr>
        <w:tabs>
          <w:tab w:val="left" w:pos="1774"/>
        </w:tabs>
        <w:spacing w:line="440" w:lineRule="exact"/>
        <w:ind w:left="480" w:hanging="480" w:hangingChars="200"/>
        <w:rPr>
          <w:rFonts w:eastAsiaTheme="minorEastAsia"/>
          <w:sz w:val="24"/>
        </w:rPr>
      </w:pPr>
      <w:r>
        <w:rPr>
          <w:rFonts w:eastAsiaTheme="minorEastAsia"/>
          <w:sz w:val="24"/>
        </w:rPr>
        <w:t>[2]</w:t>
      </w:r>
      <w:r>
        <w:rPr>
          <w:rFonts w:hint="eastAsia" w:eastAsiaTheme="minorEastAsia"/>
          <w:sz w:val="24"/>
          <w:lang w:val="en-US" w:eastAsia="zh-CN"/>
        </w:rPr>
        <w:t xml:space="preserve">  </w:t>
      </w:r>
      <w:r>
        <w:rPr>
          <w:rFonts w:eastAsiaTheme="minorEastAsia"/>
          <w:sz w:val="24"/>
        </w:rPr>
        <w:t>袁训来，陈哲，肖书海，等. 蓝田生物群：一个认识多细胞生物起源和早期演化的新窗口[J]. 科学通报，2012，55(34)：3219.</w:t>
      </w:r>
    </w:p>
    <w:p w14:paraId="15D161DA">
      <w:pPr>
        <w:tabs>
          <w:tab w:val="left" w:pos="1774"/>
        </w:tabs>
        <w:spacing w:line="440" w:lineRule="exact"/>
        <w:ind w:left="480" w:hanging="480" w:hangingChars="200"/>
        <w:rPr>
          <w:rFonts w:eastAsiaTheme="minorEastAsia"/>
          <w:sz w:val="24"/>
        </w:rPr>
      </w:pPr>
      <w:r>
        <w:rPr>
          <w:rFonts w:eastAsiaTheme="minorEastAsia"/>
          <w:sz w:val="24"/>
        </w:rPr>
        <w:t>[3]</w:t>
      </w:r>
      <w:r>
        <w:rPr>
          <w:rFonts w:hint="eastAsia" w:eastAsiaTheme="minorEastAsia"/>
          <w:sz w:val="24"/>
          <w:lang w:val="en-US" w:eastAsia="zh-CN"/>
        </w:rPr>
        <w:t xml:space="preserve">  </w:t>
      </w:r>
      <w:r>
        <w:rPr>
          <w:rFonts w:eastAsiaTheme="minorEastAsia"/>
          <w:sz w:val="24"/>
        </w:rPr>
        <w:t>哈里森，沃尔德伦. 经济数学与金融数学[M]. 谢远涛，译. 北京：中国人民大学出版社，2012：235-236.</w:t>
      </w:r>
    </w:p>
    <w:p w14:paraId="6254FB9F">
      <w:pPr>
        <w:pStyle w:val="25"/>
        <w:spacing w:line="440" w:lineRule="exact"/>
        <w:ind w:left="480" w:hanging="480" w:hangingChars="200"/>
        <w:rPr>
          <w:rFonts w:eastAsiaTheme="minorEastAsia"/>
        </w:rPr>
      </w:pPr>
      <w:r>
        <w:rPr>
          <w:rFonts w:eastAsiaTheme="minorEastAsia"/>
        </w:rPr>
        <w:t>[4]</w:t>
      </w:r>
      <w:r>
        <w:rPr>
          <w:rFonts w:hint="eastAsia" w:eastAsiaTheme="minorEastAsia"/>
          <w:lang w:val="en-US" w:eastAsia="zh-CN"/>
        </w:rPr>
        <w:t xml:space="preserve">  </w:t>
      </w:r>
      <w:r>
        <w:rPr>
          <w:rFonts w:eastAsiaTheme="minorEastAsia"/>
        </w:rPr>
        <w:t xml:space="preserve">马克思. </w:t>
      </w:r>
      <w:r>
        <w:rPr>
          <w:rFonts w:hint="eastAsia" w:eastAsiaTheme="minorEastAsia"/>
          <w:lang w:eastAsia="zh-CN"/>
        </w:rPr>
        <w:t>政治经济学</w:t>
      </w:r>
      <w:r>
        <w:rPr>
          <w:rFonts w:eastAsiaTheme="minorEastAsia"/>
        </w:rPr>
        <w:t>批判[M]//马克思，恩格斯. 马克思恩格斯全集：第35卷. 北京</w:t>
      </w:r>
      <w:r>
        <w:rPr>
          <w:rFonts w:hint="eastAsia" w:eastAsiaTheme="minorEastAsia"/>
          <w:lang w:eastAsia="zh-CN"/>
        </w:rPr>
        <w:t>：人民出版社</w:t>
      </w:r>
      <w:r>
        <w:rPr>
          <w:rFonts w:eastAsiaTheme="minorEastAsia"/>
        </w:rPr>
        <w:t>，2013：302.</w:t>
      </w:r>
    </w:p>
    <w:p w14:paraId="3A3D86DD">
      <w:pPr>
        <w:pStyle w:val="25"/>
        <w:spacing w:line="440" w:lineRule="exact"/>
        <w:ind w:left="480" w:hanging="480" w:hangingChars="200"/>
        <w:rPr>
          <w:rFonts w:eastAsiaTheme="minorEastAsia"/>
        </w:rPr>
      </w:pPr>
      <w:r>
        <w:rPr>
          <w:rFonts w:eastAsiaTheme="minorEastAsia"/>
        </w:rPr>
        <w:t>[5]</w:t>
      </w:r>
      <w:r>
        <w:rPr>
          <w:rFonts w:hint="eastAsia" w:eastAsiaTheme="minorEastAsia"/>
          <w:lang w:val="en-US" w:eastAsia="zh-CN"/>
        </w:rPr>
        <w:t xml:space="preserve">  </w:t>
      </w:r>
      <w:r>
        <w:rPr>
          <w:rFonts w:eastAsiaTheme="minorEastAsia"/>
        </w:rPr>
        <w:t>冯西桥. 核反应堆压力管道与压力容器的LBB分析[R]. 北京：清华大学核能技术设计研究院，1997.</w:t>
      </w:r>
    </w:p>
    <w:p w14:paraId="627449AA">
      <w:pPr>
        <w:pStyle w:val="25"/>
        <w:spacing w:line="440" w:lineRule="exact"/>
        <w:ind w:left="480" w:hanging="480" w:hangingChars="200"/>
        <w:rPr>
          <w:rFonts w:eastAsiaTheme="minorEastAsia"/>
        </w:rPr>
      </w:pPr>
      <w:r>
        <w:rPr>
          <w:rFonts w:eastAsiaTheme="minorEastAsia"/>
        </w:rPr>
        <w:t>[6]</w:t>
      </w:r>
      <w:r>
        <w:rPr>
          <w:rFonts w:hint="eastAsia" w:eastAsiaTheme="minorEastAsia"/>
          <w:lang w:val="en-US" w:eastAsia="zh-CN"/>
        </w:rPr>
        <w:t xml:space="preserve">  </w:t>
      </w:r>
      <w:r>
        <w:rPr>
          <w:rFonts w:eastAsiaTheme="minorEastAsia"/>
        </w:rPr>
        <w:t>陈志勇. 中国财税文化价值研究：“中国财税文化国际学术研讨会”论文集[C/OL]. 北京：经济科学出版社，2011[2013-10-14].http://apabi.lib.pku.</w:t>
      </w:r>
    </w:p>
    <w:p w14:paraId="260F06A0">
      <w:pPr>
        <w:pStyle w:val="25"/>
        <w:spacing w:line="440" w:lineRule="exact"/>
        <w:ind w:left="420" w:leftChars="200" w:firstLine="0" w:firstLineChars="0"/>
        <w:rPr>
          <w:rFonts w:eastAsiaTheme="minorEastAsia"/>
        </w:rPr>
      </w:pPr>
      <w:r>
        <w:rPr>
          <w:rFonts w:eastAsiaTheme="minorEastAsia"/>
        </w:rPr>
        <w:t>edu.cn/usp/pku/pub.mvc?pid=book.detail&amp;metaid=m.20110628-BPO-889-0135&amp;cult=CN.</w:t>
      </w:r>
    </w:p>
    <w:p w14:paraId="7F213575">
      <w:pPr>
        <w:pStyle w:val="25"/>
        <w:spacing w:line="440" w:lineRule="exact"/>
        <w:ind w:left="480" w:hanging="480" w:hangingChars="200"/>
        <w:jc w:val="left"/>
        <w:rPr>
          <w:rFonts w:eastAsiaTheme="minorEastAsia"/>
        </w:rPr>
      </w:pPr>
      <w:r>
        <w:rPr>
          <w:rFonts w:eastAsiaTheme="minorEastAsia"/>
        </w:rPr>
        <w:t>[7]</w:t>
      </w:r>
      <w:r>
        <w:rPr>
          <w:rFonts w:hint="eastAsia" w:eastAsiaTheme="minorEastAsia"/>
          <w:lang w:val="en-US" w:eastAsia="zh-CN"/>
        </w:rPr>
        <w:t xml:space="preserve">  </w:t>
      </w:r>
      <w:r>
        <w:rPr>
          <w:rFonts w:eastAsiaTheme="minorEastAsia"/>
        </w:rPr>
        <w:t xml:space="preserve">谢希德. 创造学习的新思路[N]. </w:t>
      </w:r>
      <w:r>
        <w:rPr>
          <w:rFonts w:hint="eastAsia" w:eastAsiaTheme="minorEastAsia"/>
          <w:lang w:eastAsia="zh-CN"/>
        </w:rPr>
        <w:t>《人民日报》</w:t>
      </w:r>
      <w:r>
        <w:rPr>
          <w:rFonts w:eastAsiaTheme="minorEastAsia"/>
        </w:rPr>
        <w:t>，1998-12-25(10).</w:t>
      </w:r>
    </w:p>
    <w:p w14:paraId="7F1F9B46">
      <w:pPr>
        <w:pStyle w:val="25"/>
        <w:spacing w:line="440" w:lineRule="exact"/>
        <w:ind w:left="480" w:hanging="480" w:hangingChars="200"/>
        <w:rPr>
          <w:rFonts w:eastAsiaTheme="minorEastAsia"/>
        </w:rPr>
      </w:pPr>
      <w:r>
        <w:rPr>
          <w:rFonts w:eastAsiaTheme="minorEastAsia"/>
        </w:rPr>
        <w:t>[8]</w:t>
      </w:r>
      <w:r>
        <w:rPr>
          <w:rFonts w:hint="eastAsia" w:eastAsiaTheme="minorEastAsia"/>
          <w:lang w:val="en-US" w:eastAsia="zh-CN"/>
        </w:rPr>
        <w:t xml:space="preserve">  </w:t>
      </w:r>
      <w:r>
        <w:rPr>
          <w:rFonts w:eastAsiaTheme="minorEastAsia"/>
        </w:rPr>
        <w:t>全国信息与文献标准化技术委员会. 文献著录：第4部分 非书资料：GB/T 3792.4-2009[S]. 北京：中国标准出版社，2010：3.</w:t>
      </w:r>
    </w:p>
    <w:p w14:paraId="45944407">
      <w:pPr>
        <w:pStyle w:val="25"/>
        <w:spacing w:line="440" w:lineRule="exact"/>
        <w:ind w:left="480" w:hanging="480" w:hangingChars="200"/>
        <w:rPr>
          <w:rFonts w:eastAsiaTheme="minorEastAsia"/>
        </w:rPr>
      </w:pPr>
      <w:r>
        <w:rPr>
          <w:rFonts w:eastAsiaTheme="minorEastAsia"/>
        </w:rPr>
        <w:t>[9]</w:t>
      </w:r>
      <w:r>
        <w:rPr>
          <w:rFonts w:hint="eastAsia" w:eastAsiaTheme="minorEastAsia"/>
          <w:lang w:val="en-US" w:eastAsia="zh-CN"/>
        </w:rPr>
        <w:t xml:space="preserve">  </w:t>
      </w:r>
      <w:r>
        <w:rPr>
          <w:rFonts w:eastAsiaTheme="minorEastAsia"/>
        </w:rPr>
        <w:t>萧钰. 出版业信息化</w:t>
      </w:r>
      <w:r>
        <w:rPr>
          <w:rFonts w:hint="eastAsia" w:eastAsiaTheme="minorEastAsia"/>
          <w:lang w:eastAsia="zh-CN"/>
        </w:rPr>
        <w:t>迈入</w:t>
      </w:r>
      <w:r>
        <w:rPr>
          <w:rFonts w:eastAsiaTheme="minorEastAsia"/>
        </w:rPr>
        <w:t>快车道[EB/OL]. (2001-12-19)[2002-04-15].</w:t>
      </w:r>
    </w:p>
    <w:p w14:paraId="118E815F">
      <w:pPr>
        <w:pStyle w:val="25"/>
        <w:spacing w:line="440" w:lineRule="exact"/>
        <w:ind w:left="420" w:leftChars="200" w:firstLine="0" w:firstLineChars="0"/>
        <w:rPr>
          <w:rFonts w:eastAsiaTheme="minorEastAsia"/>
        </w:rPr>
      </w:pPr>
      <w:r>
        <w:rPr>
          <w:rFonts w:eastAsiaTheme="minorEastAsia"/>
        </w:rPr>
        <w:t>http://www.creader.com/news/20011219/200112190019.html.</w:t>
      </w:r>
    </w:p>
    <w:p w14:paraId="22B1DEC8">
      <w:pPr>
        <w:pStyle w:val="25"/>
        <w:spacing w:line="440" w:lineRule="exact"/>
        <w:ind w:left="480" w:hanging="480" w:hangingChars="200"/>
        <w:rPr>
          <w:rFonts w:eastAsiaTheme="minorEastAsia"/>
        </w:rPr>
      </w:pPr>
      <w:r>
        <w:rPr>
          <w:rFonts w:eastAsiaTheme="minorEastAsia"/>
        </w:rPr>
        <w:t>[10] MYBURG A A，GRATTAPAGLIA D，TUSKAN G A，et al. The genome of Eucalyptus grandis[J/OL].Nature，2014，510</w:t>
      </w:r>
      <w:r>
        <w:rPr>
          <w:rFonts w:hint="eastAsia" w:eastAsiaTheme="minorEastAsia"/>
        </w:rPr>
        <w:t>：</w:t>
      </w:r>
      <w:r>
        <w:rPr>
          <w:rFonts w:eastAsiaTheme="minorEastAsia"/>
        </w:rPr>
        <w:t xml:space="preserve">356-362(2014-06-19)[2014-06-25]. </w:t>
      </w:r>
      <w:r>
        <w:fldChar w:fldCharType="begin"/>
      </w:r>
      <w:r>
        <w:instrText xml:space="preserve"> HYPERLINK "http://www.nature.com/nature/journal/v510/n7505/pdf/nature13308.pdf.DOI：10.1038/naturel3308." </w:instrText>
      </w:r>
      <w:r>
        <w:fldChar w:fldCharType="separate"/>
      </w:r>
      <w:r>
        <w:rPr>
          <w:rStyle w:val="31"/>
          <w:rFonts w:eastAsiaTheme="minorEastAsia"/>
        </w:rPr>
        <w:t>http://www.nature.com/nature/journal/v510/n7505/pdf/nature13308.pdf.DOI：10.1038/naturel3308.</w:t>
      </w:r>
      <w:r>
        <w:rPr>
          <w:rStyle w:val="31"/>
          <w:rFonts w:eastAsiaTheme="minorEastAsia"/>
        </w:rPr>
        <w:fldChar w:fldCharType="end"/>
      </w:r>
    </w:p>
    <w:p w14:paraId="72D2C016">
      <w:pPr>
        <w:widowControl/>
        <w:spacing w:line="440" w:lineRule="exact"/>
        <w:ind w:left="480" w:hanging="480" w:hangingChars="200"/>
        <w:jc w:val="left"/>
        <w:rPr>
          <w:rFonts w:eastAsiaTheme="minorEastAsia"/>
          <w:sz w:val="24"/>
        </w:rPr>
      </w:pPr>
      <w:r>
        <w:rPr>
          <w:rFonts w:eastAsiaTheme="minorEastAsia"/>
          <w:sz w:val="24"/>
        </w:rPr>
        <w:t>[11] 张凯军. 轨道火车及高速轨道火车紧急安全制动辅助装置：201220158825.2</w:t>
      </w:r>
    </w:p>
    <w:p w14:paraId="1D76003E">
      <w:pPr>
        <w:widowControl/>
        <w:spacing w:line="440" w:lineRule="exact"/>
        <w:ind w:left="420" w:leftChars="200"/>
        <w:jc w:val="left"/>
        <w:rPr>
          <w:rFonts w:eastAsiaTheme="minorEastAsia"/>
          <w:sz w:val="24"/>
        </w:rPr>
      </w:pPr>
      <w:r>
        <w:rPr>
          <w:rFonts w:eastAsiaTheme="minorEastAsia"/>
          <w:sz w:val="24"/>
        </w:rPr>
        <w:t>[P]. 2012-04-05.</w:t>
      </w:r>
    </w:p>
    <w:p w14:paraId="2E66A410">
      <w:pPr>
        <w:widowControl/>
        <w:spacing w:line="440" w:lineRule="exact"/>
        <w:ind w:left="480" w:hanging="480" w:hangingChars="200"/>
        <w:jc w:val="left"/>
        <w:rPr>
          <w:rFonts w:ascii="宋体" w:hAnsi="宋体"/>
          <w:highlight w:val="yellow"/>
        </w:rPr>
      </w:pPr>
      <w:r>
        <w:rPr>
          <w:rFonts w:eastAsiaTheme="minorEastAsia"/>
          <w:sz w:val="24"/>
        </w:rPr>
        <w:t>[12] 李明. 对脚背内侧踢定位球技术的生物力学研究——踢球腿主要关节运动速度的研究[D]. 苏州：苏州大学硕士学位论文，2003.</w:t>
      </w:r>
    </w:p>
    <w:p w14:paraId="6609EECB">
      <w:pPr>
        <w:pStyle w:val="25"/>
        <w:spacing w:line="440" w:lineRule="exact"/>
        <w:ind w:left="600" w:hanging="600" w:hangingChars="250"/>
        <w:jc w:val="center"/>
        <w:rPr>
          <w:rFonts w:ascii="宋体" w:hAnsi="宋体"/>
          <w:highlight w:val="yellow"/>
        </w:rPr>
        <w:sectPr>
          <w:pgSz w:w="11906" w:h="16838"/>
          <w:pgMar w:top="1418" w:right="1701" w:bottom="1418" w:left="1701" w:header="1134" w:footer="1134" w:gutter="0"/>
          <w:cols w:space="720" w:num="1"/>
          <w:docGrid w:type="linesAndChars" w:linePitch="312" w:charSpace="0"/>
        </w:sectPr>
      </w:pPr>
      <w:r>
        <w:rPr>
          <w:rFonts w:hint="eastAsia" w:ascii="宋体" w:hAnsi="宋体"/>
          <w:highlight w:val="yellow"/>
        </w:rPr>
        <w:t>本部分参考文献均为论文中引用文献，阅读文献放到附录中（阅读后删除）</w:t>
      </w:r>
    </w:p>
    <w:p w14:paraId="3C315F60">
      <w:pPr>
        <w:pStyle w:val="2"/>
        <w:spacing w:before="0" w:after="0" w:line="360" w:lineRule="auto"/>
        <w:jc w:val="center"/>
        <w:rPr>
          <w:rFonts w:ascii="黑体" w:eastAsia="黑体"/>
          <w:b w:val="0"/>
          <w:sz w:val="32"/>
          <w:szCs w:val="32"/>
        </w:rPr>
      </w:pPr>
      <w:bookmarkStart w:id="16" w:name="_Toc10307"/>
      <w:r>
        <w:rPr>
          <w:rFonts w:hint="eastAsia" w:ascii="黑体" w:eastAsia="黑体"/>
          <w:b w:val="0"/>
          <w:sz w:val="32"/>
          <w:szCs w:val="32"/>
        </w:rPr>
        <w:t>附录</w:t>
      </w:r>
      <w:r>
        <w:rPr>
          <w:rFonts w:eastAsia="黑体"/>
          <w:b w:val="0"/>
          <w:sz w:val="32"/>
          <w:szCs w:val="32"/>
        </w:rPr>
        <w:t>A</w:t>
      </w:r>
      <w:r>
        <w:rPr>
          <w:rFonts w:hint="eastAsia" w:eastAsia="黑体"/>
          <w:b w:val="0"/>
          <w:sz w:val="32"/>
          <w:szCs w:val="32"/>
        </w:rPr>
        <w:t xml:space="preserve"> 阅读型</w:t>
      </w:r>
      <w:r>
        <w:rPr>
          <w:rFonts w:eastAsia="黑体"/>
          <w:b w:val="0"/>
          <w:sz w:val="32"/>
          <w:szCs w:val="32"/>
        </w:rPr>
        <w:t>参考</w:t>
      </w:r>
      <w:r>
        <w:rPr>
          <w:rFonts w:hint="eastAsia" w:eastAsia="黑体"/>
          <w:b w:val="0"/>
          <w:sz w:val="32"/>
          <w:szCs w:val="32"/>
        </w:rPr>
        <w:t>文献</w:t>
      </w:r>
      <w:bookmarkEnd w:id="16"/>
    </w:p>
    <w:p w14:paraId="7013CA1D">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34F6673F">
      <w:pPr>
        <w:pStyle w:val="25"/>
        <w:spacing w:line="440" w:lineRule="exact"/>
        <w:ind w:firstLine="480"/>
        <w:rPr>
          <w:rFonts w:eastAsiaTheme="minorEastAsia"/>
        </w:rPr>
      </w:pPr>
      <w:r>
        <w:rPr>
          <w:rFonts w:eastAsiaTheme="minorEastAsia"/>
        </w:rPr>
        <w:t>[1] 李世明. 运动生物力学理论与方法[M].北京：科学出版社，2006.</w:t>
      </w:r>
    </w:p>
    <w:p w14:paraId="00EBF699">
      <w:pPr>
        <w:pStyle w:val="25"/>
        <w:spacing w:line="440" w:lineRule="exact"/>
        <w:ind w:firstLine="480"/>
        <w:rPr>
          <w:rFonts w:eastAsiaTheme="minorEastAsia"/>
        </w:rPr>
      </w:pPr>
      <w:r>
        <w:rPr>
          <w:rFonts w:eastAsiaTheme="minorEastAsia"/>
        </w:rPr>
        <w:t>[2] 辛希孟. 信息技术与信息服务国际研讨会论文集：A集[C].北京：中国社会科学出版社，1993</w:t>
      </w:r>
      <w:r>
        <w:rPr>
          <w:rFonts w:hint="eastAsia" w:eastAsiaTheme="minorEastAsia"/>
        </w:rPr>
        <w:t>：</w:t>
      </w:r>
      <w:r>
        <w:rPr>
          <w:rFonts w:eastAsiaTheme="minorEastAsia"/>
        </w:rPr>
        <w:t>163-165.</w:t>
      </w:r>
    </w:p>
    <w:p w14:paraId="6980114C">
      <w:pPr>
        <w:pStyle w:val="25"/>
        <w:spacing w:line="440" w:lineRule="exact"/>
        <w:ind w:firstLine="480"/>
        <w:rPr>
          <w:rFonts w:eastAsiaTheme="minorEastAsia"/>
        </w:rPr>
      </w:pPr>
      <w:r>
        <w:rPr>
          <w:rFonts w:eastAsiaTheme="minorEastAsia"/>
        </w:rPr>
        <w:t>[3] 李明. 对脚背内侧踢定位球技术的生物力学研究——踢球腿主要关节运动速度的研究[D]. 苏州：苏州大学硕士学位论文，2003.</w:t>
      </w:r>
    </w:p>
    <w:p w14:paraId="1D031A0C">
      <w:pPr>
        <w:pStyle w:val="25"/>
        <w:spacing w:line="440" w:lineRule="exact"/>
        <w:ind w:firstLine="480"/>
        <w:rPr>
          <w:rFonts w:ascii="宋体" w:hAnsi="宋体"/>
        </w:rPr>
      </w:pPr>
      <w:r>
        <w:rPr>
          <w:rFonts w:eastAsiaTheme="minorEastAsia"/>
        </w:rPr>
        <w:t>[4] 冯西桥. 核反应堆压力管道与压力容器的LBB分析[R]. 北京：清华大学核能技术设计研究院，1997.</w:t>
      </w:r>
    </w:p>
    <w:p w14:paraId="56E6029B">
      <w:pPr>
        <w:widowControl/>
        <w:jc w:val="left"/>
        <w:rPr>
          <w:rFonts w:ascii="宋体" w:hAnsi="宋体" w:cs="宋体"/>
          <w:color w:val="000000"/>
          <w:kern w:val="0"/>
          <w:sz w:val="24"/>
          <w:lang w:bidi="ar"/>
        </w:rPr>
      </w:pPr>
      <w:r>
        <w:rPr>
          <w:rFonts w:ascii="宋体" w:hAnsi="宋体" w:cs="宋体"/>
          <w:color w:val="000000"/>
          <w:kern w:val="0"/>
          <w:sz w:val="24"/>
          <w:lang w:bidi="ar"/>
        </w:rPr>
        <w:br w:type="page"/>
      </w:r>
    </w:p>
    <w:p w14:paraId="25243C30">
      <w:pPr>
        <w:pStyle w:val="2"/>
        <w:spacing w:before="156" w:beforeLines="50" w:after="156" w:afterLines="50" w:line="360" w:lineRule="auto"/>
        <w:jc w:val="center"/>
        <w:rPr>
          <w:rFonts w:eastAsia="黑体"/>
          <w:b w:val="0"/>
          <w:sz w:val="32"/>
          <w:szCs w:val="32"/>
        </w:rPr>
      </w:pPr>
      <w:bookmarkStart w:id="17" w:name="_Toc15895"/>
      <w:r>
        <w:rPr>
          <w:rFonts w:hint="eastAsia" w:ascii="黑体" w:eastAsia="黑体"/>
          <w:b w:val="0"/>
          <w:sz w:val="32"/>
          <w:szCs w:val="32"/>
        </w:rPr>
        <w:t>附录</w:t>
      </w:r>
      <w:r>
        <w:rPr>
          <w:rFonts w:hint="eastAsia" w:eastAsia="黑体"/>
          <w:b w:val="0"/>
          <w:sz w:val="32"/>
          <w:szCs w:val="32"/>
        </w:rPr>
        <w:t>B 图、表</w:t>
      </w:r>
      <w:bookmarkEnd w:id="17"/>
    </w:p>
    <w:p w14:paraId="2068BD24">
      <w:pPr>
        <w:spacing w:line="440" w:lineRule="exact"/>
        <w:ind w:firstLine="480" w:firstLineChars="200"/>
        <w:jc w:val="center"/>
        <w:rPr>
          <w:rFonts w:ascii="宋体" w:hAnsi="宋体" w:cs="宋体"/>
          <w:color w:val="000000"/>
          <w:kern w:val="0"/>
          <w:sz w:val="24"/>
          <w:lang w:bidi="ar"/>
        </w:rPr>
      </w:pPr>
      <w:r>
        <w:rPr>
          <w:rFonts w:hint="eastAsia" w:ascii="宋体" w:hAnsi="宋体" w:cs="宋体"/>
          <w:color w:val="000000"/>
          <w:kern w:val="0"/>
          <w:sz w:val="24"/>
          <w:highlight w:val="yellow"/>
          <w:lang w:bidi="ar"/>
        </w:rPr>
        <w:t>附录作为主体部分的补充，并不是必需的，如无可不加（阅读后删除）</w:t>
      </w:r>
    </w:p>
    <w:p w14:paraId="1985AD76">
      <w:pPr>
        <w:widowControl/>
        <w:spacing w:line="440" w:lineRule="exact"/>
        <w:ind w:firstLine="200"/>
        <w:jc w:val="left"/>
        <w:rPr>
          <w:rFonts w:ascii="宋体" w:hAnsi="宋体" w:cs="宋体"/>
          <w:color w:val="000000"/>
          <w:kern w:val="0"/>
          <w:sz w:val="24"/>
          <w:lang w:bidi="ar"/>
        </w:rPr>
      </w:pPr>
    </w:p>
    <w:p w14:paraId="39D22D08">
      <w:pPr>
        <w:widowControl/>
        <w:spacing w:line="440" w:lineRule="exact"/>
        <w:ind w:firstLine="397"/>
        <w:jc w:val="left"/>
        <w:rPr>
          <w:rFonts w:ascii="黑体" w:eastAsia="黑体"/>
          <w:sz w:val="32"/>
          <w:szCs w:val="32"/>
        </w:rPr>
      </w:pPr>
      <w:r>
        <w:rPr>
          <w:rFonts w:hint="eastAsia" w:ascii="宋体" w:hAnsi="宋体" w:cs="宋体"/>
          <w:color w:val="000000"/>
          <w:kern w:val="0"/>
          <w:sz w:val="24"/>
          <w:lang w:bidi="ar"/>
        </w:rPr>
        <w:t>附录中的</w:t>
      </w:r>
      <w:r>
        <w:rPr>
          <w:color w:val="000000"/>
          <w:kern w:val="0"/>
          <w:sz w:val="24"/>
          <w:lang w:bidi="ar"/>
        </w:rPr>
        <w:t>图和表的编号分别用 B1，B2，…系列，如图 B1，图 B2，…系列或表 B1，表 B2，…</w:t>
      </w:r>
      <w:bookmarkStart w:id="18" w:name="_GoBack"/>
      <w:r>
        <w:rPr>
          <w:color w:val="000000"/>
          <w:kern w:val="0"/>
          <w:sz w:val="24"/>
          <w:lang w:bidi="ar"/>
        </w:rPr>
        <w:t>系</w:t>
      </w:r>
      <w:r>
        <w:rPr>
          <w:rFonts w:hint="eastAsia" w:ascii="宋体" w:hAnsi="宋体" w:cs="宋体"/>
          <w:color w:val="000000"/>
          <w:kern w:val="0"/>
          <w:sz w:val="24"/>
          <w:lang w:bidi="ar"/>
        </w:rPr>
        <w:t>列</w:t>
      </w:r>
      <w:bookmarkEnd w:id="18"/>
      <w:r>
        <w:rPr>
          <w:rFonts w:hint="eastAsia" w:ascii="宋体" w:hAnsi="宋体" w:cs="宋体"/>
          <w:color w:val="000000"/>
          <w:kern w:val="0"/>
          <w:sz w:val="24"/>
          <w:lang w:bidi="ar"/>
        </w:rPr>
        <w:t>。</w:t>
      </w:r>
    </w:p>
    <w:sectPr>
      <w:headerReference r:id="rId14" w:type="default"/>
      <w:footerReference r:id="rId16" w:type="default"/>
      <w:headerReference r:id="rId15" w:type="even"/>
      <w:footerReference r:id="rId17" w:type="even"/>
      <w:pgSz w:w="11906" w:h="16838"/>
      <w:pgMar w:top="1418" w:right="1701" w:bottom="1418" w:left="1701" w:header="1134" w:footer="113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4CCFC">
    <w:pPr>
      <w:pStyle w:val="17"/>
      <w:jc w:val="center"/>
    </w:pPr>
  </w:p>
  <w:p w14:paraId="432A2C26">
    <w:pPr>
      <w:pStyle w:val="17"/>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D04FE">
    <w:pPr>
      <w:pStyle w:val="17"/>
      <w:jc w:val="center"/>
    </w:pPr>
    <w:r>
      <w:pict>
        <v:shape id="_x0000_s3076" o:spid="_x0000_s307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5327B3FC">
                <w:pPr>
                  <w:pStyle w:val="17"/>
                  <w:jc w:val="center"/>
                </w:pPr>
                <w:r>
                  <w:fldChar w:fldCharType="begin"/>
                </w:r>
                <w:r>
                  <w:instrText xml:space="preserve">PAGE   \* MERGEFORMAT</w:instrText>
                </w:r>
                <w:r>
                  <w:fldChar w:fldCharType="separate"/>
                </w:r>
                <w:r>
                  <w:rPr>
                    <w:lang w:val="zh-CN"/>
                  </w:rPr>
                  <w:t>8</w:t>
                </w:r>
                <w:r>
                  <w:rPr>
                    <w:lang w:val="zh-CN"/>
                  </w:rPr>
                  <w:fldChar w:fldCharType="end"/>
                </w:r>
              </w:p>
            </w:txbxContent>
          </v:textbox>
        </v:shape>
      </w:pict>
    </w:r>
  </w:p>
  <w:p w14:paraId="765072C0">
    <w:pPr>
      <w:pStyle w:val="17"/>
      <w:tabs>
        <w:tab w:val="left" w:pos="3288"/>
        <w:tab w:val="clear" w:pos="4153"/>
        <w:tab w:val="clear" w:pos="8306"/>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1DADA">
    <w:pPr>
      <w:pStyle w:val="17"/>
      <w:jc w:val="center"/>
    </w:pPr>
    <w:r>
      <w:rPr>
        <w:lang w:val="zh-CN"/>
      </w:rPr>
      <w:fldChar w:fldCharType="begin"/>
    </w:r>
    <w:r>
      <w:rPr>
        <w:lang w:val="zh-CN"/>
      </w:rPr>
      <w:instrText xml:space="preserve">PAGE   \* MERGEFORMAT</w:instrText>
    </w:r>
    <w:r>
      <w:rPr>
        <w:lang w:val="zh-CN"/>
      </w:rPr>
      <w:fldChar w:fldCharType="separate"/>
    </w:r>
    <w:r>
      <w:rPr>
        <w:lang w:val="zh-CN"/>
      </w:rPr>
      <w:t>I</w:t>
    </w:r>
    <w:r>
      <w:rPr>
        <w:lang w:val="zh-CN"/>
      </w:rPr>
      <w:fldChar w:fldCharType="end"/>
    </w:r>
  </w:p>
  <w:p w14:paraId="3196D19C">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093EC">
    <w:pPr>
      <w:pStyle w:val="17"/>
      <w:jc w:val="center"/>
    </w:pPr>
    <w:r>
      <w:rPr>
        <w:lang w:val="zh-CN"/>
      </w:rPr>
      <w:fldChar w:fldCharType="begin"/>
    </w:r>
    <w:r>
      <w:rPr>
        <w:lang w:val="zh-CN"/>
      </w:rPr>
      <w:instrText xml:space="preserve">PAGE   \* MERGEFORMAT</w:instrText>
    </w:r>
    <w:r>
      <w:rPr>
        <w:lang w:val="zh-CN"/>
      </w:rPr>
      <w:fldChar w:fldCharType="separate"/>
    </w:r>
    <w:r>
      <w:rPr>
        <w:lang w:val="zh-CN"/>
      </w:rPr>
      <w:t>6</w:t>
    </w:r>
    <w:r>
      <w:rPr>
        <w:lang w:val="zh-CN"/>
      </w:rPr>
      <w:fldChar w:fldCharType="end"/>
    </w:r>
  </w:p>
  <w:p w14:paraId="6D4EBA17">
    <w:pPr>
      <w:pStyle w:val="17"/>
      <w:tabs>
        <w:tab w:val="left" w:pos="3288"/>
        <w:tab w:val="clear" w:pos="4153"/>
        <w:tab w:val="clear" w:pos="8306"/>
      </w:tabs>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DCBD6">
    <w:pPr>
      <w:pStyle w:val="17"/>
      <w:jc w:val="center"/>
    </w:pPr>
    <w:r>
      <w:fldChar w:fldCharType="begin"/>
    </w:r>
    <w:r>
      <w:instrText xml:space="preserve">PAGE   \* MERGEFORMAT</w:instrText>
    </w:r>
    <w:r>
      <w:fldChar w:fldCharType="separate"/>
    </w:r>
    <w:r>
      <w:rPr>
        <w:lang w:val="zh-CN"/>
      </w:rPr>
      <w:t>I</w:t>
    </w:r>
    <w:r>
      <w:rPr>
        <w:lang w:val="zh-CN"/>
      </w:rPr>
      <w:fldChar w:fldCharType="end"/>
    </w:r>
  </w:p>
  <w:p w14:paraId="6010D594">
    <w:pPr>
      <w:pStyle w:val="1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59686">
    <w:pPr>
      <w:pStyle w:val="17"/>
      <w:jc w:val="center"/>
    </w:pPr>
    <w:r>
      <w:fldChar w:fldCharType="begin"/>
    </w:r>
    <w:r>
      <w:instrText xml:space="preserve">PAGE   \* MERGEFORMAT</w:instrText>
    </w:r>
    <w:r>
      <w:fldChar w:fldCharType="separate"/>
    </w:r>
    <w:r>
      <w:rPr>
        <w:lang w:val="zh-CN"/>
      </w:rPr>
      <w:t>II</w:t>
    </w:r>
    <w:r>
      <w:rPr>
        <w:lang w:val="zh-CN"/>
      </w:rPr>
      <w:fldChar w:fldCharType="end"/>
    </w:r>
  </w:p>
  <w:p w14:paraId="74A9B2B1">
    <w:pPr>
      <w:pStyle w:val="17"/>
      <w:tabs>
        <w:tab w:val="left" w:pos="3288"/>
        <w:tab w:val="clear" w:pos="4153"/>
        <w:tab w:val="clear" w:pos="8306"/>
      </w:tabs>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48D15">
    <w:pPr>
      <w:pStyle w:val="17"/>
      <w:jc w:val="center"/>
    </w:pPr>
    <w:r>
      <w:fldChar w:fldCharType="begin"/>
    </w:r>
    <w:r>
      <w:instrText xml:space="preserve">PAGE   \* MERGEFORMAT</w:instrText>
    </w:r>
    <w:r>
      <w:fldChar w:fldCharType="separate"/>
    </w:r>
    <w:r>
      <w:rPr>
        <w:lang w:val="zh-CN"/>
      </w:rPr>
      <w:t>III</w:t>
    </w:r>
    <w:r>
      <w:rPr>
        <w:lang w:val="zh-CN"/>
      </w:rPr>
      <w:fldChar w:fldCharType="end"/>
    </w:r>
  </w:p>
  <w:p w14:paraId="5A3B6AEB">
    <w:pPr>
      <w:pStyle w:val="1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448AA">
    <w:pPr>
      <w:pStyle w:val="17"/>
      <w:jc w:val="center"/>
    </w:pPr>
    <w:r>
      <w:pict>
        <v:shape id="_x0000_s3077" o:spid="_x0000_s307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5F6BCF84">
                <w:pPr>
                  <w:pStyle w:val="17"/>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w:r>
  </w:p>
  <w:p w14:paraId="7F097601">
    <w:pPr>
      <w:pStyle w:val="1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39221">
    <w:pPr>
      <w:pStyle w:val="17"/>
      <w:jc w:val="center"/>
    </w:pPr>
    <w:r>
      <w:pict>
        <v:shape id="_x0000_s3078" o:spid="_x0000_s307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07A2F6F8">
                <w:pPr>
                  <w:pStyle w:val="17"/>
                  <w:jc w:val="center"/>
                </w:pPr>
                <w:r>
                  <w:fldChar w:fldCharType="begin"/>
                </w:r>
                <w:r>
                  <w:instrText xml:space="preserve">PAGE   \* MERGEFORMAT</w:instrText>
                </w:r>
                <w:r>
                  <w:fldChar w:fldCharType="separate"/>
                </w:r>
                <w:r>
                  <w:rPr>
                    <w:lang w:val="zh-CN"/>
                  </w:rPr>
                  <w:t>8</w:t>
                </w:r>
                <w:r>
                  <w:rPr>
                    <w:lang w:val="zh-CN"/>
                  </w:rPr>
                  <w:fldChar w:fldCharType="end"/>
                </w:r>
              </w:p>
            </w:txbxContent>
          </v:textbox>
        </v:shape>
      </w:pict>
    </w:r>
  </w:p>
  <w:p w14:paraId="0F9934B8">
    <w:pPr>
      <w:pStyle w:val="17"/>
      <w:tabs>
        <w:tab w:val="left" w:pos="3288"/>
        <w:tab w:val="clear" w:pos="4153"/>
        <w:tab w:val="clear" w:pos="8306"/>
      </w:tabs>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5888">
    <w:pPr>
      <w:pStyle w:val="17"/>
      <w:jc w:val="center"/>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206D4E5E">
                <w:pPr>
                  <w:pStyle w:val="17"/>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w:r>
  </w:p>
  <w:p w14:paraId="53A36DE3">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3BE4D72B">
      <w:pPr>
        <w:pStyle w:val="21"/>
      </w:pPr>
      <w:r>
        <w:rPr>
          <w:rFonts w:ascii="宋体" w:hAnsi="宋体"/>
          <w:sz w:val="21"/>
          <w:szCs w:val="21"/>
        </w:rPr>
        <w:footnoteRef/>
      </w:r>
      <w:r>
        <w:rPr>
          <w:rFonts w:hint="eastAsia" w:ascii="宋体" w:hAnsi="宋体"/>
          <w:sz w:val="21"/>
          <w:szCs w:val="21"/>
        </w:rPr>
        <w:t>中国为人权委员会的创始国，中国代表张彭春（P.C.Chang）出任第一届人权委员会主席，领导并参加了《世界人权宣言》的起草。</w:t>
      </w:r>
    </w:p>
  </w:footnote>
  <w:footnote w:id="1">
    <w:p w14:paraId="040BED91">
      <w:pPr>
        <w:pStyle w:val="11"/>
        <w:spacing w:after="0"/>
        <w:ind w:left="0" w:leftChars="0"/>
      </w:pPr>
      <w:r>
        <w:rPr>
          <w:rFonts w:ascii="宋体" w:hAnsi="宋体"/>
          <w:szCs w:val="21"/>
        </w:rPr>
        <w:footnoteRef/>
      </w:r>
      <w:r>
        <w:rPr>
          <w:rFonts w:hint="eastAsia" w:ascii="宋体" w:hAnsi="宋体"/>
          <w:szCs w:val="21"/>
        </w:rPr>
        <w:t>根据同条规定，上述行为可被处以1年监禁，并科以30万法郎罚金。</w:t>
      </w:r>
    </w:p>
    <w:p w14:paraId="6A1644E5">
      <w:pPr>
        <w:pStyle w:val="2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21C1B">
    <w:pPr>
      <w:pStyle w:val="18"/>
      <w:pBdr>
        <w:bottom w:val="single" w:color="auto" w:sz="4" w:space="1"/>
      </w:pBdr>
      <w:rPr>
        <w:sz w:val="21"/>
        <w:szCs w:val="21"/>
      </w:rPr>
    </w:pPr>
    <w:r>
      <w:rPr>
        <w:rFonts w:hint="eastAsia"/>
        <w:sz w:val="21"/>
        <w:szCs w:val="21"/>
      </w:rPr>
      <w:t>硕士学位论文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63E7E">
    <w:pPr>
      <w:pStyle w:val="18"/>
      <w:rPr>
        <w:rFonts w:ascii="宋体" w:hAnsi="宋体"/>
        <w:sz w:val="21"/>
        <w:szCs w:val="21"/>
      </w:rPr>
    </w:pPr>
    <w:r>
      <w:rPr>
        <w:rFonts w:hint="eastAsia" w:ascii="宋体" w:hAnsi="宋体"/>
        <w:sz w:val="21"/>
        <w:szCs w:val="21"/>
      </w:rPr>
      <w:t>点击输入论文题目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A938F">
    <w:pPr>
      <w:pStyle w:val="18"/>
      <w:pBdr>
        <w:bottom w:val="single" w:color="auto" w:sz="4" w:space="1"/>
      </w:pBdr>
      <w:rPr>
        <w:sz w:val="21"/>
        <w:szCs w:val="21"/>
      </w:rPr>
    </w:pPr>
    <w:r>
      <w:rPr>
        <w:rFonts w:hint="eastAsia"/>
        <w:sz w:val="21"/>
        <w:szCs w:val="21"/>
      </w:rPr>
      <w:t>硕士学位论文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47B7C">
    <w:pPr>
      <w:pStyle w:val="18"/>
      <w:rPr>
        <w:rFonts w:ascii="宋体" w:hAnsi="宋体"/>
        <w:sz w:val="21"/>
        <w:szCs w:val="21"/>
      </w:rPr>
    </w:pPr>
    <w:r>
      <w:rPr>
        <w:rFonts w:hint="eastAsia" w:ascii="宋体" w:hAnsi="宋体"/>
        <w:sz w:val="21"/>
        <w:szCs w:val="21"/>
      </w:rPr>
      <w:t>点击输入论文题目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0039F2"/>
    <w:multiLevelType w:val="multilevel"/>
    <w:tmpl w:val="210039F2"/>
    <w:lvl w:ilvl="0" w:tentative="0">
      <w:start w:val="1"/>
      <w:numFmt w:val="decimal"/>
      <w:lvlText w:val="%1"/>
      <w:lvlJc w:val="left"/>
      <w:pPr>
        <w:tabs>
          <w:tab w:val="left" w:pos="570"/>
        </w:tabs>
        <w:ind w:left="570" w:hanging="570"/>
      </w:pPr>
      <w:rPr>
        <w:rFonts w:hint="default"/>
      </w:rPr>
    </w:lvl>
    <w:lvl w:ilvl="1" w:tentative="0">
      <w:start w:val="1"/>
      <w:numFmt w:val="decimal"/>
      <w:lvlText w:val="%1.%2"/>
      <w:lvlJc w:val="left"/>
      <w:pPr>
        <w:tabs>
          <w:tab w:val="left" w:pos="570"/>
        </w:tabs>
        <w:ind w:left="570" w:hanging="570"/>
      </w:pPr>
      <w:rPr>
        <w:rFonts w:hint="default"/>
      </w:rPr>
    </w:lvl>
    <w:lvl w:ilvl="2" w:tentative="0">
      <w:start w:val="1"/>
      <w:numFmt w:val="decimal"/>
      <w:pStyle w:val="44"/>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411C01"/>
    <w:rsid w:val="000000A3"/>
    <w:rsid w:val="0000122A"/>
    <w:rsid w:val="00001561"/>
    <w:rsid w:val="000021E2"/>
    <w:rsid w:val="00002558"/>
    <w:rsid w:val="00003444"/>
    <w:rsid w:val="00003C6F"/>
    <w:rsid w:val="00004127"/>
    <w:rsid w:val="00004D54"/>
    <w:rsid w:val="00004D5C"/>
    <w:rsid w:val="00004EA7"/>
    <w:rsid w:val="0000564C"/>
    <w:rsid w:val="00006607"/>
    <w:rsid w:val="00007464"/>
    <w:rsid w:val="00007B03"/>
    <w:rsid w:val="00010B5C"/>
    <w:rsid w:val="00010B6E"/>
    <w:rsid w:val="00011113"/>
    <w:rsid w:val="00012055"/>
    <w:rsid w:val="000120FF"/>
    <w:rsid w:val="000129A9"/>
    <w:rsid w:val="00012B38"/>
    <w:rsid w:val="000131FC"/>
    <w:rsid w:val="00013230"/>
    <w:rsid w:val="00014249"/>
    <w:rsid w:val="00014456"/>
    <w:rsid w:val="00014532"/>
    <w:rsid w:val="000145FB"/>
    <w:rsid w:val="0001586E"/>
    <w:rsid w:val="00015E3E"/>
    <w:rsid w:val="000161A4"/>
    <w:rsid w:val="000169ED"/>
    <w:rsid w:val="00017004"/>
    <w:rsid w:val="00017606"/>
    <w:rsid w:val="00017845"/>
    <w:rsid w:val="00017DD4"/>
    <w:rsid w:val="000202CF"/>
    <w:rsid w:val="00020BA7"/>
    <w:rsid w:val="0002113B"/>
    <w:rsid w:val="000234C0"/>
    <w:rsid w:val="00023C64"/>
    <w:rsid w:val="00023C6E"/>
    <w:rsid w:val="00023FBE"/>
    <w:rsid w:val="000242F6"/>
    <w:rsid w:val="00024A3C"/>
    <w:rsid w:val="00025E94"/>
    <w:rsid w:val="00026B92"/>
    <w:rsid w:val="0002747A"/>
    <w:rsid w:val="000302C5"/>
    <w:rsid w:val="000302D6"/>
    <w:rsid w:val="00030478"/>
    <w:rsid w:val="000318AE"/>
    <w:rsid w:val="00031B53"/>
    <w:rsid w:val="00031DB0"/>
    <w:rsid w:val="00031F20"/>
    <w:rsid w:val="00032D58"/>
    <w:rsid w:val="00033859"/>
    <w:rsid w:val="00033A67"/>
    <w:rsid w:val="00033B49"/>
    <w:rsid w:val="00033E8A"/>
    <w:rsid w:val="0003432B"/>
    <w:rsid w:val="00034AAD"/>
    <w:rsid w:val="000400F8"/>
    <w:rsid w:val="000409D0"/>
    <w:rsid w:val="00040A14"/>
    <w:rsid w:val="00040B36"/>
    <w:rsid w:val="00040FE9"/>
    <w:rsid w:val="00041B73"/>
    <w:rsid w:val="00042F93"/>
    <w:rsid w:val="0004312A"/>
    <w:rsid w:val="00043F6A"/>
    <w:rsid w:val="00044FD1"/>
    <w:rsid w:val="0004563B"/>
    <w:rsid w:val="000458D3"/>
    <w:rsid w:val="00045AB6"/>
    <w:rsid w:val="000463B4"/>
    <w:rsid w:val="000466B0"/>
    <w:rsid w:val="00046F8D"/>
    <w:rsid w:val="000478A5"/>
    <w:rsid w:val="00050B95"/>
    <w:rsid w:val="0005232C"/>
    <w:rsid w:val="00052AC1"/>
    <w:rsid w:val="000531A6"/>
    <w:rsid w:val="00054A93"/>
    <w:rsid w:val="0005543C"/>
    <w:rsid w:val="000557D9"/>
    <w:rsid w:val="00056663"/>
    <w:rsid w:val="00057260"/>
    <w:rsid w:val="00057957"/>
    <w:rsid w:val="00057B3A"/>
    <w:rsid w:val="000602C7"/>
    <w:rsid w:val="000604D6"/>
    <w:rsid w:val="00060D9B"/>
    <w:rsid w:val="00060F0A"/>
    <w:rsid w:val="00060FBF"/>
    <w:rsid w:val="0006139C"/>
    <w:rsid w:val="00061846"/>
    <w:rsid w:val="000619C4"/>
    <w:rsid w:val="000620A2"/>
    <w:rsid w:val="000622BA"/>
    <w:rsid w:val="000627FF"/>
    <w:rsid w:val="00062D6D"/>
    <w:rsid w:val="00062E1D"/>
    <w:rsid w:val="00064013"/>
    <w:rsid w:val="00065C98"/>
    <w:rsid w:val="00067057"/>
    <w:rsid w:val="000673FD"/>
    <w:rsid w:val="00067DDD"/>
    <w:rsid w:val="00070C9F"/>
    <w:rsid w:val="00072AB8"/>
    <w:rsid w:val="0007319A"/>
    <w:rsid w:val="00073F01"/>
    <w:rsid w:val="00073F39"/>
    <w:rsid w:val="00074811"/>
    <w:rsid w:val="0007529D"/>
    <w:rsid w:val="00075793"/>
    <w:rsid w:val="00075D23"/>
    <w:rsid w:val="00076FE9"/>
    <w:rsid w:val="00077DC9"/>
    <w:rsid w:val="00080AE0"/>
    <w:rsid w:val="00081D25"/>
    <w:rsid w:val="00082BBA"/>
    <w:rsid w:val="0008470E"/>
    <w:rsid w:val="00084D16"/>
    <w:rsid w:val="000852FB"/>
    <w:rsid w:val="00085399"/>
    <w:rsid w:val="00085713"/>
    <w:rsid w:val="0008581B"/>
    <w:rsid w:val="00085D2A"/>
    <w:rsid w:val="000867FD"/>
    <w:rsid w:val="00087A0B"/>
    <w:rsid w:val="00091563"/>
    <w:rsid w:val="00091744"/>
    <w:rsid w:val="00092378"/>
    <w:rsid w:val="000924B7"/>
    <w:rsid w:val="00092740"/>
    <w:rsid w:val="00093577"/>
    <w:rsid w:val="00093C65"/>
    <w:rsid w:val="00095421"/>
    <w:rsid w:val="000955EC"/>
    <w:rsid w:val="00096069"/>
    <w:rsid w:val="00096106"/>
    <w:rsid w:val="00096704"/>
    <w:rsid w:val="00096D84"/>
    <w:rsid w:val="0009741A"/>
    <w:rsid w:val="000A1004"/>
    <w:rsid w:val="000A1E6A"/>
    <w:rsid w:val="000A2D4C"/>
    <w:rsid w:val="000A3270"/>
    <w:rsid w:val="000A3D86"/>
    <w:rsid w:val="000A4107"/>
    <w:rsid w:val="000A411D"/>
    <w:rsid w:val="000A4343"/>
    <w:rsid w:val="000A4F7F"/>
    <w:rsid w:val="000A502A"/>
    <w:rsid w:val="000A521C"/>
    <w:rsid w:val="000A67A8"/>
    <w:rsid w:val="000A6E92"/>
    <w:rsid w:val="000A7405"/>
    <w:rsid w:val="000A7838"/>
    <w:rsid w:val="000A7988"/>
    <w:rsid w:val="000A7F33"/>
    <w:rsid w:val="000B13B9"/>
    <w:rsid w:val="000B2034"/>
    <w:rsid w:val="000B2CDD"/>
    <w:rsid w:val="000B3083"/>
    <w:rsid w:val="000B34B9"/>
    <w:rsid w:val="000B35C6"/>
    <w:rsid w:val="000B36BC"/>
    <w:rsid w:val="000B3943"/>
    <w:rsid w:val="000B4062"/>
    <w:rsid w:val="000B431D"/>
    <w:rsid w:val="000B4447"/>
    <w:rsid w:val="000B4D08"/>
    <w:rsid w:val="000B5F53"/>
    <w:rsid w:val="000B64A6"/>
    <w:rsid w:val="000B6CA5"/>
    <w:rsid w:val="000B77A5"/>
    <w:rsid w:val="000B79D6"/>
    <w:rsid w:val="000B7D1C"/>
    <w:rsid w:val="000C04D8"/>
    <w:rsid w:val="000C1781"/>
    <w:rsid w:val="000C1F84"/>
    <w:rsid w:val="000C20B2"/>
    <w:rsid w:val="000C226E"/>
    <w:rsid w:val="000C2402"/>
    <w:rsid w:val="000C28D4"/>
    <w:rsid w:val="000C3501"/>
    <w:rsid w:val="000C365E"/>
    <w:rsid w:val="000C408C"/>
    <w:rsid w:val="000C4262"/>
    <w:rsid w:val="000C4C91"/>
    <w:rsid w:val="000C66FE"/>
    <w:rsid w:val="000C68A5"/>
    <w:rsid w:val="000C79B5"/>
    <w:rsid w:val="000D01CA"/>
    <w:rsid w:val="000D0EC4"/>
    <w:rsid w:val="000D1643"/>
    <w:rsid w:val="000D2417"/>
    <w:rsid w:val="000D2558"/>
    <w:rsid w:val="000D2831"/>
    <w:rsid w:val="000D3294"/>
    <w:rsid w:val="000D43B4"/>
    <w:rsid w:val="000D4471"/>
    <w:rsid w:val="000D47FC"/>
    <w:rsid w:val="000D4850"/>
    <w:rsid w:val="000D597D"/>
    <w:rsid w:val="000D5A24"/>
    <w:rsid w:val="000D6786"/>
    <w:rsid w:val="000D68F1"/>
    <w:rsid w:val="000D69A5"/>
    <w:rsid w:val="000D70AA"/>
    <w:rsid w:val="000D7972"/>
    <w:rsid w:val="000E0674"/>
    <w:rsid w:val="000E106B"/>
    <w:rsid w:val="000E1F75"/>
    <w:rsid w:val="000E2069"/>
    <w:rsid w:val="000E22A4"/>
    <w:rsid w:val="000E270C"/>
    <w:rsid w:val="000E329D"/>
    <w:rsid w:val="000E3C58"/>
    <w:rsid w:val="000E50C5"/>
    <w:rsid w:val="000E50DA"/>
    <w:rsid w:val="000E5221"/>
    <w:rsid w:val="000E58E7"/>
    <w:rsid w:val="000E5A61"/>
    <w:rsid w:val="000E5E98"/>
    <w:rsid w:val="000E65DE"/>
    <w:rsid w:val="000F019D"/>
    <w:rsid w:val="000F0A59"/>
    <w:rsid w:val="000F1133"/>
    <w:rsid w:val="000F1A0B"/>
    <w:rsid w:val="000F24A9"/>
    <w:rsid w:val="000F31A3"/>
    <w:rsid w:val="000F3934"/>
    <w:rsid w:val="000F4043"/>
    <w:rsid w:val="000F4755"/>
    <w:rsid w:val="000F4ED4"/>
    <w:rsid w:val="000F515A"/>
    <w:rsid w:val="000F7590"/>
    <w:rsid w:val="000F773D"/>
    <w:rsid w:val="000F77C5"/>
    <w:rsid w:val="000F7867"/>
    <w:rsid w:val="001010ED"/>
    <w:rsid w:val="0010115A"/>
    <w:rsid w:val="00101275"/>
    <w:rsid w:val="00101780"/>
    <w:rsid w:val="00101F5C"/>
    <w:rsid w:val="00102A19"/>
    <w:rsid w:val="00102C8A"/>
    <w:rsid w:val="001032BC"/>
    <w:rsid w:val="001035D6"/>
    <w:rsid w:val="00103773"/>
    <w:rsid w:val="00103776"/>
    <w:rsid w:val="00104FBF"/>
    <w:rsid w:val="0010515F"/>
    <w:rsid w:val="00105926"/>
    <w:rsid w:val="001061ED"/>
    <w:rsid w:val="00106415"/>
    <w:rsid w:val="00106B9A"/>
    <w:rsid w:val="0010711D"/>
    <w:rsid w:val="001076EB"/>
    <w:rsid w:val="001078AE"/>
    <w:rsid w:val="00107E03"/>
    <w:rsid w:val="001114FD"/>
    <w:rsid w:val="001117CA"/>
    <w:rsid w:val="0011196D"/>
    <w:rsid w:val="00111EA2"/>
    <w:rsid w:val="001123AF"/>
    <w:rsid w:val="00112EDB"/>
    <w:rsid w:val="001130E4"/>
    <w:rsid w:val="00115107"/>
    <w:rsid w:val="0011532F"/>
    <w:rsid w:val="0011661C"/>
    <w:rsid w:val="001177CD"/>
    <w:rsid w:val="0012035A"/>
    <w:rsid w:val="00121004"/>
    <w:rsid w:val="00121388"/>
    <w:rsid w:val="001213C1"/>
    <w:rsid w:val="00122488"/>
    <w:rsid w:val="00123B24"/>
    <w:rsid w:val="00123BDF"/>
    <w:rsid w:val="001249C6"/>
    <w:rsid w:val="00125EFF"/>
    <w:rsid w:val="00126141"/>
    <w:rsid w:val="00127388"/>
    <w:rsid w:val="00127594"/>
    <w:rsid w:val="001300CD"/>
    <w:rsid w:val="00130555"/>
    <w:rsid w:val="001305B8"/>
    <w:rsid w:val="00130B72"/>
    <w:rsid w:val="00131DEC"/>
    <w:rsid w:val="00131E97"/>
    <w:rsid w:val="00131F50"/>
    <w:rsid w:val="0013232C"/>
    <w:rsid w:val="00133705"/>
    <w:rsid w:val="00133BE7"/>
    <w:rsid w:val="00133E4B"/>
    <w:rsid w:val="0013491D"/>
    <w:rsid w:val="00134A8B"/>
    <w:rsid w:val="001352EB"/>
    <w:rsid w:val="00135809"/>
    <w:rsid w:val="001403DE"/>
    <w:rsid w:val="00141859"/>
    <w:rsid w:val="00142205"/>
    <w:rsid w:val="00142D7D"/>
    <w:rsid w:val="0014317A"/>
    <w:rsid w:val="00143530"/>
    <w:rsid w:val="00143D50"/>
    <w:rsid w:val="0014407F"/>
    <w:rsid w:val="00144CB6"/>
    <w:rsid w:val="00144F47"/>
    <w:rsid w:val="001456B2"/>
    <w:rsid w:val="00145E28"/>
    <w:rsid w:val="00146AAC"/>
    <w:rsid w:val="00147303"/>
    <w:rsid w:val="0014730A"/>
    <w:rsid w:val="00147512"/>
    <w:rsid w:val="00147E9D"/>
    <w:rsid w:val="0015017B"/>
    <w:rsid w:val="001501F5"/>
    <w:rsid w:val="001502AB"/>
    <w:rsid w:val="00150458"/>
    <w:rsid w:val="0015065B"/>
    <w:rsid w:val="00150D43"/>
    <w:rsid w:val="00151564"/>
    <w:rsid w:val="001515DA"/>
    <w:rsid w:val="001517D0"/>
    <w:rsid w:val="00151EEF"/>
    <w:rsid w:val="00152262"/>
    <w:rsid w:val="00152471"/>
    <w:rsid w:val="00152969"/>
    <w:rsid w:val="00154306"/>
    <w:rsid w:val="001544CA"/>
    <w:rsid w:val="00155338"/>
    <w:rsid w:val="0015559F"/>
    <w:rsid w:val="001558D8"/>
    <w:rsid w:val="00157FC2"/>
    <w:rsid w:val="001601A3"/>
    <w:rsid w:val="00160BAF"/>
    <w:rsid w:val="0016147A"/>
    <w:rsid w:val="00161625"/>
    <w:rsid w:val="00161C46"/>
    <w:rsid w:val="00161E4D"/>
    <w:rsid w:val="00161E5D"/>
    <w:rsid w:val="001622FB"/>
    <w:rsid w:val="00163755"/>
    <w:rsid w:val="00165480"/>
    <w:rsid w:val="00165DC7"/>
    <w:rsid w:val="00166200"/>
    <w:rsid w:val="00166FB7"/>
    <w:rsid w:val="00167430"/>
    <w:rsid w:val="00167480"/>
    <w:rsid w:val="00167516"/>
    <w:rsid w:val="001677B5"/>
    <w:rsid w:val="00170AB4"/>
    <w:rsid w:val="00170EC2"/>
    <w:rsid w:val="00171342"/>
    <w:rsid w:val="00172929"/>
    <w:rsid w:val="001735C2"/>
    <w:rsid w:val="001739BF"/>
    <w:rsid w:val="001750DB"/>
    <w:rsid w:val="00176D64"/>
    <w:rsid w:val="00176E1B"/>
    <w:rsid w:val="001771B9"/>
    <w:rsid w:val="00177582"/>
    <w:rsid w:val="00180EFD"/>
    <w:rsid w:val="00181170"/>
    <w:rsid w:val="00182521"/>
    <w:rsid w:val="00183A6C"/>
    <w:rsid w:val="00183D12"/>
    <w:rsid w:val="00185A29"/>
    <w:rsid w:val="00186381"/>
    <w:rsid w:val="00186423"/>
    <w:rsid w:val="0018651C"/>
    <w:rsid w:val="00187C48"/>
    <w:rsid w:val="001903AC"/>
    <w:rsid w:val="00190562"/>
    <w:rsid w:val="001911FC"/>
    <w:rsid w:val="00191247"/>
    <w:rsid w:val="001913D2"/>
    <w:rsid w:val="00192854"/>
    <w:rsid w:val="00192911"/>
    <w:rsid w:val="0019326D"/>
    <w:rsid w:val="001933C0"/>
    <w:rsid w:val="001935F5"/>
    <w:rsid w:val="00193641"/>
    <w:rsid w:val="00193686"/>
    <w:rsid w:val="00193801"/>
    <w:rsid w:val="00193EDF"/>
    <w:rsid w:val="001941E6"/>
    <w:rsid w:val="00194A33"/>
    <w:rsid w:val="00194CFA"/>
    <w:rsid w:val="00195372"/>
    <w:rsid w:val="00196D46"/>
    <w:rsid w:val="0019739F"/>
    <w:rsid w:val="001976BB"/>
    <w:rsid w:val="00197C9C"/>
    <w:rsid w:val="00197E90"/>
    <w:rsid w:val="00197F96"/>
    <w:rsid w:val="001A0996"/>
    <w:rsid w:val="001A1333"/>
    <w:rsid w:val="001A2D7C"/>
    <w:rsid w:val="001A3A00"/>
    <w:rsid w:val="001A407F"/>
    <w:rsid w:val="001A46E5"/>
    <w:rsid w:val="001A553F"/>
    <w:rsid w:val="001A62EF"/>
    <w:rsid w:val="001A6717"/>
    <w:rsid w:val="001A6A83"/>
    <w:rsid w:val="001A6D55"/>
    <w:rsid w:val="001A6EC8"/>
    <w:rsid w:val="001A75C9"/>
    <w:rsid w:val="001B04E4"/>
    <w:rsid w:val="001B169C"/>
    <w:rsid w:val="001B1AA8"/>
    <w:rsid w:val="001B4198"/>
    <w:rsid w:val="001B4C74"/>
    <w:rsid w:val="001B5178"/>
    <w:rsid w:val="001B5F76"/>
    <w:rsid w:val="001B615F"/>
    <w:rsid w:val="001B62B9"/>
    <w:rsid w:val="001B6724"/>
    <w:rsid w:val="001C1D54"/>
    <w:rsid w:val="001C290A"/>
    <w:rsid w:val="001C2D4E"/>
    <w:rsid w:val="001C3081"/>
    <w:rsid w:val="001C3E8E"/>
    <w:rsid w:val="001C43AC"/>
    <w:rsid w:val="001C4839"/>
    <w:rsid w:val="001C4C22"/>
    <w:rsid w:val="001C52AC"/>
    <w:rsid w:val="001C55E4"/>
    <w:rsid w:val="001C589A"/>
    <w:rsid w:val="001C5D1D"/>
    <w:rsid w:val="001C6CD1"/>
    <w:rsid w:val="001D0579"/>
    <w:rsid w:val="001D151F"/>
    <w:rsid w:val="001D164C"/>
    <w:rsid w:val="001D1CF1"/>
    <w:rsid w:val="001D1D52"/>
    <w:rsid w:val="001D411E"/>
    <w:rsid w:val="001D4331"/>
    <w:rsid w:val="001D4E5D"/>
    <w:rsid w:val="001D60F9"/>
    <w:rsid w:val="001D6548"/>
    <w:rsid w:val="001D668D"/>
    <w:rsid w:val="001D6DB4"/>
    <w:rsid w:val="001D7507"/>
    <w:rsid w:val="001D7620"/>
    <w:rsid w:val="001D788D"/>
    <w:rsid w:val="001E0285"/>
    <w:rsid w:val="001E0512"/>
    <w:rsid w:val="001E0EB7"/>
    <w:rsid w:val="001E0F6C"/>
    <w:rsid w:val="001E1E28"/>
    <w:rsid w:val="001E26DD"/>
    <w:rsid w:val="001E2CC2"/>
    <w:rsid w:val="001E31E4"/>
    <w:rsid w:val="001E6376"/>
    <w:rsid w:val="001E6608"/>
    <w:rsid w:val="001E66A5"/>
    <w:rsid w:val="001E6935"/>
    <w:rsid w:val="001E76AF"/>
    <w:rsid w:val="001E76CF"/>
    <w:rsid w:val="001E76F8"/>
    <w:rsid w:val="001E785E"/>
    <w:rsid w:val="001F0A94"/>
    <w:rsid w:val="001F0E12"/>
    <w:rsid w:val="001F1813"/>
    <w:rsid w:val="001F1FED"/>
    <w:rsid w:val="001F2757"/>
    <w:rsid w:val="001F40AF"/>
    <w:rsid w:val="001F4C14"/>
    <w:rsid w:val="001F4D6C"/>
    <w:rsid w:val="001F53E2"/>
    <w:rsid w:val="001F556E"/>
    <w:rsid w:val="001F7E11"/>
    <w:rsid w:val="002004CA"/>
    <w:rsid w:val="002015C9"/>
    <w:rsid w:val="00201CA7"/>
    <w:rsid w:val="00201F2F"/>
    <w:rsid w:val="0020331A"/>
    <w:rsid w:val="0020349C"/>
    <w:rsid w:val="00203A03"/>
    <w:rsid w:val="00203AC8"/>
    <w:rsid w:val="00203D3A"/>
    <w:rsid w:val="00204446"/>
    <w:rsid w:val="0020455E"/>
    <w:rsid w:val="00204C4E"/>
    <w:rsid w:val="00205519"/>
    <w:rsid w:val="00206AC8"/>
    <w:rsid w:val="00207845"/>
    <w:rsid w:val="00207A16"/>
    <w:rsid w:val="00210242"/>
    <w:rsid w:val="00210869"/>
    <w:rsid w:val="0021087A"/>
    <w:rsid w:val="00210DDC"/>
    <w:rsid w:val="00211559"/>
    <w:rsid w:val="00211C0A"/>
    <w:rsid w:val="00211E0E"/>
    <w:rsid w:val="002121EB"/>
    <w:rsid w:val="00212445"/>
    <w:rsid w:val="0021259D"/>
    <w:rsid w:val="00212E2D"/>
    <w:rsid w:val="00213096"/>
    <w:rsid w:val="00214F23"/>
    <w:rsid w:val="002159F1"/>
    <w:rsid w:val="00215BC2"/>
    <w:rsid w:val="00217151"/>
    <w:rsid w:val="002177CB"/>
    <w:rsid w:val="0022000C"/>
    <w:rsid w:val="00220F4E"/>
    <w:rsid w:val="00221C43"/>
    <w:rsid w:val="0022225E"/>
    <w:rsid w:val="0022270E"/>
    <w:rsid w:val="00222726"/>
    <w:rsid w:val="002254C1"/>
    <w:rsid w:val="0022645D"/>
    <w:rsid w:val="0022685C"/>
    <w:rsid w:val="00226B2B"/>
    <w:rsid w:val="00226C05"/>
    <w:rsid w:val="00226D34"/>
    <w:rsid w:val="00227298"/>
    <w:rsid w:val="00227319"/>
    <w:rsid w:val="00227CE6"/>
    <w:rsid w:val="0023093D"/>
    <w:rsid w:val="0023098F"/>
    <w:rsid w:val="00230D2C"/>
    <w:rsid w:val="00231871"/>
    <w:rsid w:val="00231B84"/>
    <w:rsid w:val="00231F5D"/>
    <w:rsid w:val="002332EB"/>
    <w:rsid w:val="00233486"/>
    <w:rsid w:val="00233630"/>
    <w:rsid w:val="0023465C"/>
    <w:rsid w:val="00234B7A"/>
    <w:rsid w:val="00235127"/>
    <w:rsid w:val="00236886"/>
    <w:rsid w:val="00237332"/>
    <w:rsid w:val="002404A3"/>
    <w:rsid w:val="00240503"/>
    <w:rsid w:val="00240DFA"/>
    <w:rsid w:val="002417CF"/>
    <w:rsid w:val="00241E06"/>
    <w:rsid w:val="00242B8F"/>
    <w:rsid w:val="00242E16"/>
    <w:rsid w:val="00242EDC"/>
    <w:rsid w:val="0024371A"/>
    <w:rsid w:val="00243862"/>
    <w:rsid w:val="00243898"/>
    <w:rsid w:val="00243F26"/>
    <w:rsid w:val="002447AA"/>
    <w:rsid w:val="00244B9F"/>
    <w:rsid w:val="0024576E"/>
    <w:rsid w:val="00245A38"/>
    <w:rsid w:val="00245A76"/>
    <w:rsid w:val="00245AFB"/>
    <w:rsid w:val="00245D17"/>
    <w:rsid w:val="00245FDA"/>
    <w:rsid w:val="002462CB"/>
    <w:rsid w:val="00246741"/>
    <w:rsid w:val="00246F91"/>
    <w:rsid w:val="00247FEA"/>
    <w:rsid w:val="002502CF"/>
    <w:rsid w:val="00251330"/>
    <w:rsid w:val="00252339"/>
    <w:rsid w:val="00254359"/>
    <w:rsid w:val="002550D7"/>
    <w:rsid w:val="0025524A"/>
    <w:rsid w:val="00255351"/>
    <w:rsid w:val="002561B0"/>
    <w:rsid w:val="002569BA"/>
    <w:rsid w:val="00256E09"/>
    <w:rsid w:val="00256FC7"/>
    <w:rsid w:val="00257050"/>
    <w:rsid w:val="002573C1"/>
    <w:rsid w:val="00257541"/>
    <w:rsid w:val="00257702"/>
    <w:rsid w:val="00257D1E"/>
    <w:rsid w:val="0026040A"/>
    <w:rsid w:val="00260B76"/>
    <w:rsid w:val="002613CC"/>
    <w:rsid w:val="00261C6A"/>
    <w:rsid w:val="00262303"/>
    <w:rsid w:val="00262543"/>
    <w:rsid w:val="0026258E"/>
    <w:rsid w:val="002628CA"/>
    <w:rsid w:val="00263889"/>
    <w:rsid w:val="00263946"/>
    <w:rsid w:val="002642FC"/>
    <w:rsid w:val="00264EE8"/>
    <w:rsid w:val="00265C42"/>
    <w:rsid w:val="002665AA"/>
    <w:rsid w:val="00266D94"/>
    <w:rsid w:val="002678C3"/>
    <w:rsid w:val="0027057E"/>
    <w:rsid w:val="00270D6E"/>
    <w:rsid w:val="00271591"/>
    <w:rsid w:val="002724B2"/>
    <w:rsid w:val="002725FF"/>
    <w:rsid w:val="00272644"/>
    <w:rsid w:val="00273BB8"/>
    <w:rsid w:val="00274437"/>
    <w:rsid w:val="002745E2"/>
    <w:rsid w:val="0027463C"/>
    <w:rsid w:val="00274706"/>
    <w:rsid w:val="002751A4"/>
    <w:rsid w:val="002766AB"/>
    <w:rsid w:val="002768F5"/>
    <w:rsid w:val="00276BFE"/>
    <w:rsid w:val="002771E6"/>
    <w:rsid w:val="00277817"/>
    <w:rsid w:val="00277A72"/>
    <w:rsid w:val="00280540"/>
    <w:rsid w:val="00280E90"/>
    <w:rsid w:val="00281A09"/>
    <w:rsid w:val="0028341C"/>
    <w:rsid w:val="00284148"/>
    <w:rsid w:val="0028481F"/>
    <w:rsid w:val="00285159"/>
    <w:rsid w:val="00286F7D"/>
    <w:rsid w:val="002870C4"/>
    <w:rsid w:val="0028793F"/>
    <w:rsid w:val="00290412"/>
    <w:rsid w:val="0029102A"/>
    <w:rsid w:val="00291872"/>
    <w:rsid w:val="002918E2"/>
    <w:rsid w:val="00291EBF"/>
    <w:rsid w:val="00291F45"/>
    <w:rsid w:val="00292444"/>
    <w:rsid w:val="002926FD"/>
    <w:rsid w:val="002928D4"/>
    <w:rsid w:val="00292927"/>
    <w:rsid w:val="00292936"/>
    <w:rsid w:val="00294175"/>
    <w:rsid w:val="002949EE"/>
    <w:rsid w:val="00296FF2"/>
    <w:rsid w:val="0029718E"/>
    <w:rsid w:val="002A001F"/>
    <w:rsid w:val="002A03D4"/>
    <w:rsid w:val="002A2DFA"/>
    <w:rsid w:val="002A35AF"/>
    <w:rsid w:val="002A50CF"/>
    <w:rsid w:val="002A53F3"/>
    <w:rsid w:val="002A574E"/>
    <w:rsid w:val="002A5E6E"/>
    <w:rsid w:val="002A5F54"/>
    <w:rsid w:val="002A7259"/>
    <w:rsid w:val="002A74B7"/>
    <w:rsid w:val="002B1B74"/>
    <w:rsid w:val="002B2066"/>
    <w:rsid w:val="002B2157"/>
    <w:rsid w:val="002B2E36"/>
    <w:rsid w:val="002B3142"/>
    <w:rsid w:val="002B4B3E"/>
    <w:rsid w:val="002B4F2F"/>
    <w:rsid w:val="002B50F6"/>
    <w:rsid w:val="002B5787"/>
    <w:rsid w:val="002B5C23"/>
    <w:rsid w:val="002B681A"/>
    <w:rsid w:val="002B682E"/>
    <w:rsid w:val="002B6D8F"/>
    <w:rsid w:val="002C00A4"/>
    <w:rsid w:val="002C0AE9"/>
    <w:rsid w:val="002C0DB7"/>
    <w:rsid w:val="002C18A7"/>
    <w:rsid w:val="002C1C0E"/>
    <w:rsid w:val="002C29F3"/>
    <w:rsid w:val="002C439E"/>
    <w:rsid w:val="002C4676"/>
    <w:rsid w:val="002C4BB4"/>
    <w:rsid w:val="002C4D88"/>
    <w:rsid w:val="002C5C58"/>
    <w:rsid w:val="002C728C"/>
    <w:rsid w:val="002C7585"/>
    <w:rsid w:val="002D2D7C"/>
    <w:rsid w:val="002D34E9"/>
    <w:rsid w:val="002D3D0B"/>
    <w:rsid w:val="002D44AB"/>
    <w:rsid w:val="002D5228"/>
    <w:rsid w:val="002D535A"/>
    <w:rsid w:val="002D5893"/>
    <w:rsid w:val="002D6187"/>
    <w:rsid w:val="002D6577"/>
    <w:rsid w:val="002D6B78"/>
    <w:rsid w:val="002D6E2D"/>
    <w:rsid w:val="002D7053"/>
    <w:rsid w:val="002D71AA"/>
    <w:rsid w:val="002E21F3"/>
    <w:rsid w:val="002E327D"/>
    <w:rsid w:val="002E4404"/>
    <w:rsid w:val="002E51E4"/>
    <w:rsid w:val="002E55D9"/>
    <w:rsid w:val="002E5C11"/>
    <w:rsid w:val="002E5F48"/>
    <w:rsid w:val="002E69EE"/>
    <w:rsid w:val="002E6E38"/>
    <w:rsid w:val="002E7204"/>
    <w:rsid w:val="002E7568"/>
    <w:rsid w:val="002E7779"/>
    <w:rsid w:val="002E7E86"/>
    <w:rsid w:val="002E7F34"/>
    <w:rsid w:val="002F03AC"/>
    <w:rsid w:val="002F0420"/>
    <w:rsid w:val="002F0BAD"/>
    <w:rsid w:val="002F0BF2"/>
    <w:rsid w:val="002F15C3"/>
    <w:rsid w:val="002F20D0"/>
    <w:rsid w:val="002F211B"/>
    <w:rsid w:val="002F2954"/>
    <w:rsid w:val="002F2970"/>
    <w:rsid w:val="002F415C"/>
    <w:rsid w:val="002F5121"/>
    <w:rsid w:val="002F54DB"/>
    <w:rsid w:val="002F570B"/>
    <w:rsid w:val="002F69F7"/>
    <w:rsid w:val="003009CA"/>
    <w:rsid w:val="00300B99"/>
    <w:rsid w:val="00300BB7"/>
    <w:rsid w:val="0030223F"/>
    <w:rsid w:val="003022F7"/>
    <w:rsid w:val="0030253E"/>
    <w:rsid w:val="003025BA"/>
    <w:rsid w:val="003038E2"/>
    <w:rsid w:val="00303AA3"/>
    <w:rsid w:val="00304B8B"/>
    <w:rsid w:val="0030508F"/>
    <w:rsid w:val="003075CA"/>
    <w:rsid w:val="00310688"/>
    <w:rsid w:val="003108B2"/>
    <w:rsid w:val="00310C7B"/>
    <w:rsid w:val="00311A4E"/>
    <w:rsid w:val="00312124"/>
    <w:rsid w:val="00312975"/>
    <w:rsid w:val="00312E68"/>
    <w:rsid w:val="00312E8D"/>
    <w:rsid w:val="00313CA8"/>
    <w:rsid w:val="00314810"/>
    <w:rsid w:val="00315158"/>
    <w:rsid w:val="0031586E"/>
    <w:rsid w:val="00315B09"/>
    <w:rsid w:val="003160CE"/>
    <w:rsid w:val="00316AD6"/>
    <w:rsid w:val="00316B73"/>
    <w:rsid w:val="00321CFC"/>
    <w:rsid w:val="00322231"/>
    <w:rsid w:val="00322B91"/>
    <w:rsid w:val="0032312C"/>
    <w:rsid w:val="00323132"/>
    <w:rsid w:val="00323DED"/>
    <w:rsid w:val="003249D1"/>
    <w:rsid w:val="00325C06"/>
    <w:rsid w:val="003275CC"/>
    <w:rsid w:val="0032776A"/>
    <w:rsid w:val="0033006F"/>
    <w:rsid w:val="00331697"/>
    <w:rsid w:val="0033242F"/>
    <w:rsid w:val="0033278E"/>
    <w:rsid w:val="00334014"/>
    <w:rsid w:val="00334735"/>
    <w:rsid w:val="003348EE"/>
    <w:rsid w:val="003369B1"/>
    <w:rsid w:val="003372C0"/>
    <w:rsid w:val="00337DFE"/>
    <w:rsid w:val="00340036"/>
    <w:rsid w:val="00340144"/>
    <w:rsid w:val="003407FF"/>
    <w:rsid w:val="003410E7"/>
    <w:rsid w:val="00341C33"/>
    <w:rsid w:val="00344198"/>
    <w:rsid w:val="00345603"/>
    <w:rsid w:val="00345D32"/>
    <w:rsid w:val="00346B97"/>
    <w:rsid w:val="0034724F"/>
    <w:rsid w:val="00347C4A"/>
    <w:rsid w:val="00350A6A"/>
    <w:rsid w:val="003511C2"/>
    <w:rsid w:val="003511CA"/>
    <w:rsid w:val="00351CF6"/>
    <w:rsid w:val="003528FC"/>
    <w:rsid w:val="00352996"/>
    <w:rsid w:val="003533C4"/>
    <w:rsid w:val="0035399E"/>
    <w:rsid w:val="00353EA1"/>
    <w:rsid w:val="003554A7"/>
    <w:rsid w:val="00356407"/>
    <w:rsid w:val="00356773"/>
    <w:rsid w:val="00356896"/>
    <w:rsid w:val="00356A3B"/>
    <w:rsid w:val="00356BF7"/>
    <w:rsid w:val="003571E9"/>
    <w:rsid w:val="00357A75"/>
    <w:rsid w:val="00357B05"/>
    <w:rsid w:val="00357D9F"/>
    <w:rsid w:val="003603BC"/>
    <w:rsid w:val="0036068D"/>
    <w:rsid w:val="0036261F"/>
    <w:rsid w:val="00363263"/>
    <w:rsid w:val="00363BB0"/>
    <w:rsid w:val="00363F2A"/>
    <w:rsid w:val="00365575"/>
    <w:rsid w:val="00365F2F"/>
    <w:rsid w:val="00367442"/>
    <w:rsid w:val="0036770E"/>
    <w:rsid w:val="003677C7"/>
    <w:rsid w:val="00367961"/>
    <w:rsid w:val="00367A30"/>
    <w:rsid w:val="00370B6D"/>
    <w:rsid w:val="00371FAB"/>
    <w:rsid w:val="00372348"/>
    <w:rsid w:val="0037263A"/>
    <w:rsid w:val="00373561"/>
    <w:rsid w:val="00373653"/>
    <w:rsid w:val="003736E4"/>
    <w:rsid w:val="00373B83"/>
    <w:rsid w:val="00373E2A"/>
    <w:rsid w:val="00374633"/>
    <w:rsid w:val="00374A84"/>
    <w:rsid w:val="0037504D"/>
    <w:rsid w:val="00375270"/>
    <w:rsid w:val="00375608"/>
    <w:rsid w:val="00375D5A"/>
    <w:rsid w:val="00376128"/>
    <w:rsid w:val="003764F5"/>
    <w:rsid w:val="00377021"/>
    <w:rsid w:val="00377317"/>
    <w:rsid w:val="00377331"/>
    <w:rsid w:val="00380633"/>
    <w:rsid w:val="0038097D"/>
    <w:rsid w:val="00380D18"/>
    <w:rsid w:val="00380EF6"/>
    <w:rsid w:val="00381182"/>
    <w:rsid w:val="0038178D"/>
    <w:rsid w:val="0038214E"/>
    <w:rsid w:val="00382394"/>
    <w:rsid w:val="003835CB"/>
    <w:rsid w:val="00383EF6"/>
    <w:rsid w:val="00384FD6"/>
    <w:rsid w:val="0038507C"/>
    <w:rsid w:val="003850AE"/>
    <w:rsid w:val="00386191"/>
    <w:rsid w:val="00386257"/>
    <w:rsid w:val="003873BA"/>
    <w:rsid w:val="003901CB"/>
    <w:rsid w:val="00391849"/>
    <w:rsid w:val="003934A3"/>
    <w:rsid w:val="003934B9"/>
    <w:rsid w:val="00393EDB"/>
    <w:rsid w:val="00394E29"/>
    <w:rsid w:val="00395D05"/>
    <w:rsid w:val="00395DC5"/>
    <w:rsid w:val="0039666B"/>
    <w:rsid w:val="00396709"/>
    <w:rsid w:val="003967C7"/>
    <w:rsid w:val="003969E5"/>
    <w:rsid w:val="00396EA9"/>
    <w:rsid w:val="003970AA"/>
    <w:rsid w:val="0039762F"/>
    <w:rsid w:val="003A0194"/>
    <w:rsid w:val="003A099E"/>
    <w:rsid w:val="003A114B"/>
    <w:rsid w:val="003A157C"/>
    <w:rsid w:val="003A172C"/>
    <w:rsid w:val="003A2D54"/>
    <w:rsid w:val="003A311E"/>
    <w:rsid w:val="003A35CE"/>
    <w:rsid w:val="003A3879"/>
    <w:rsid w:val="003A48F9"/>
    <w:rsid w:val="003A5689"/>
    <w:rsid w:val="003A5987"/>
    <w:rsid w:val="003A603C"/>
    <w:rsid w:val="003A7F47"/>
    <w:rsid w:val="003B0954"/>
    <w:rsid w:val="003B1C0E"/>
    <w:rsid w:val="003B310A"/>
    <w:rsid w:val="003B327F"/>
    <w:rsid w:val="003B3311"/>
    <w:rsid w:val="003B4E7B"/>
    <w:rsid w:val="003B5AE8"/>
    <w:rsid w:val="003C04EF"/>
    <w:rsid w:val="003C06F4"/>
    <w:rsid w:val="003C0BC0"/>
    <w:rsid w:val="003C297A"/>
    <w:rsid w:val="003C2E70"/>
    <w:rsid w:val="003C393D"/>
    <w:rsid w:val="003C3F68"/>
    <w:rsid w:val="003C40A6"/>
    <w:rsid w:val="003C598E"/>
    <w:rsid w:val="003C6346"/>
    <w:rsid w:val="003C65D8"/>
    <w:rsid w:val="003D0165"/>
    <w:rsid w:val="003D2346"/>
    <w:rsid w:val="003D3054"/>
    <w:rsid w:val="003D3403"/>
    <w:rsid w:val="003D3694"/>
    <w:rsid w:val="003D382C"/>
    <w:rsid w:val="003D3DC1"/>
    <w:rsid w:val="003D43E2"/>
    <w:rsid w:val="003D593C"/>
    <w:rsid w:val="003D612A"/>
    <w:rsid w:val="003D6CA6"/>
    <w:rsid w:val="003D6DA0"/>
    <w:rsid w:val="003D7D7D"/>
    <w:rsid w:val="003E06A5"/>
    <w:rsid w:val="003E181F"/>
    <w:rsid w:val="003E3A24"/>
    <w:rsid w:val="003E3C48"/>
    <w:rsid w:val="003E479B"/>
    <w:rsid w:val="003E4843"/>
    <w:rsid w:val="003E4D0C"/>
    <w:rsid w:val="003E56AE"/>
    <w:rsid w:val="003E5956"/>
    <w:rsid w:val="003E6A0D"/>
    <w:rsid w:val="003E7F1B"/>
    <w:rsid w:val="003E7F36"/>
    <w:rsid w:val="003F1D23"/>
    <w:rsid w:val="003F2083"/>
    <w:rsid w:val="003F2319"/>
    <w:rsid w:val="003F281B"/>
    <w:rsid w:val="003F32AA"/>
    <w:rsid w:val="003F37F9"/>
    <w:rsid w:val="003F3EDD"/>
    <w:rsid w:val="003F41B7"/>
    <w:rsid w:val="003F44EF"/>
    <w:rsid w:val="003F452E"/>
    <w:rsid w:val="003F4B40"/>
    <w:rsid w:val="003F4F2C"/>
    <w:rsid w:val="003F5414"/>
    <w:rsid w:val="003F554D"/>
    <w:rsid w:val="003F5571"/>
    <w:rsid w:val="003F6010"/>
    <w:rsid w:val="003F6038"/>
    <w:rsid w:val="003F6D37"/>
    <w:rsid w:val="003F718C"/>
    <w:rsid w:val="00400822"/>
    <w:rsid w:val="00400DE9"/>
    <w:rsid w:val="00400E63"/>
    <w:rsid w:val="00400E8C"/>
    <w:rsid w:val="00400ED2"/>
    <w:rsid w:val="0040108E"/>
    <w:rsid w:val="0040178C"/>
    <w:rsid w:val="004021F9"/>
    <w:rsid w:val="004024A4"/>
    <w:rsid w:val="00402ECD"/>
    <w:rsid w:val="00403663"/>
    <w:rsid w:val="00403C09"/>
    <w:rsid w:val="00404816"/>
    <w:rsid w:val="00404C70"/>
    <w:rsid w:val="0040601F"/>
    <w:rsid w:val="004068BC"/>
    <w:rsid w:val="0040733E"/>
    <w:rsid w:val="0041005C"/>
    <w:rsid w:val="004103C6"/>
    <w:rsid w:val="00410403"/>
    <w:rsid w:val="004117A1"/>
    <w:rsid w:val="00411C01"/>
    <w:rsid w:val="004124FC"/>
    <w:rsid w:val="004125F2"/>
    <w:rsid w:val="0041276C"/>
    <w:rsid w:val="00412926"/>
    <w:rsid w:val="0041292F"/>
    <w:rsid w:val="00412970"/>
    <w:rsid w:val="00412FE4"/>
    <w:rsid w:val="004140D0"/>
    <w:rsid w:val="004144B7"/>
    <w:rsid w:val="004149E0"/>
    <w:rsid w:val="004156D5"/>
    <w:rsid w:val="004157A8"/>
    <w:rsid w:val="004158CC"/>
    <w:rsid w:val="004167BF"/>
    <w:rsid w:val="004168BD"/>
    <w:rsid w:val="0041724E"/>
    <w:rsid w:val="004173B4"/>
    <w:rsid w:val="00420E8A"/>
    <w:rsid w:val="00421E63"/>
    <w:rsid w:val="00422428"/>
    <w:rsid w:val="004249B0"/>
    <w:rsid w:val="00424B4F"/>
    <w:rsid w:val="00424FE9"/>
    <w:rsid w:val="004260EA"/>
    <w:rsid w:val="004262DD"/>
    <w:rsid w:val="004263F3"/>
    <w:rsid w:val="00426896"/>
    <w:rsid w:val="00426F83"/>
    <w:rsid w:val="0043025C"/>
    <w:rsid w:val="00430404"/>
    <w:rsid w:val="00430468"/>
    <w:rsid w:val="004307FA"/>
    <w:rsid w:val="0043178F"/>
    <w:rsid w:val="0043184A"/>
    <w:rsid w:val="004327E1"/>
    <w:rsid w:val="00432B3E"/>
    <w:rsid w:val="00432B52"/>
    <w:rsid w:val="00433216"/>
    <w:rsid w:val="00433FA6"/>
    <w:rsid w:val="0043402B"/>
    <w:rsid w:val="0043574C"/>
    <w:rsid w:val="00435B25"/>
    <w:rsid w:val="00436809"/>
    <w:rsid w:val="00436A9D"/>
    <w:rsid w:val="00436A9E"/>
    <w:rsid w:val="00436AAC"/>
    <w:rsid w:val="00436F1C"/>
    <w:rsid w:val="0043746C"/>
    <w:rsid w:val="00437DE1"/>
    <w:rsid w:val="0044072D"/>
    <w:rsid w:val="00440A63"/>
    <w:rsid w:val="00440E2E"/>
    <w:rsid w:val="0044105F"/>
    <w:rsid w:val="0044187B"/>
    <w:rsid w:val="00441B3F"/>
    <w:rsid w:val="00441C66"/>
    <w:rsid w:val="0044202A"/>
    <w:rsid w:val="00442C0B"/>
    <w:rsid w:val="004436DF"/>
    <w:rsid w:val="00443AA1"/>
    <w:rsid w:val="00444EA3"/>
    <w:rsid w:val="00445484"/>
    <w:rsid w:val="00445D5A"/>
    <w:rsid w:val="00445F80"/>
    <w:rsid w:val="00446E85"/>
    <w:rsid w:val="00447244"/>
    <w:rsid w:val="004477FE"/>
    <w:rsid w:val="00450A01"/>
    <w:rsid w:val="00450C9A"/>
    <w:rsid w:val="00450EAD"/>
    <w:rsid w:val="00450FC8"/>
    <w:rsid w:val="00451326"/>
    <w:rsid w:val="00451C62"/>
    <w:rsid w:val="0045285B"/>
    <w:rsid w:val="004532DF"/>
    <w:rsid w:val="00453446"/>
    <w:rsid w:val="00453475"/>
    <w:rsid w:val="00455143"/>
    <w:rsid w:val="0045658E"/>
    <w:rsid w:val="00456F8D"/>
    <w:rsid w:val="004576A8"/>
    <w:rsid w:val="004577E8"/>
    <w:rsid w:val="00460003"/>
    <w:rsid w:val="004602CD"/>
    <w:rsid w:val="00461064"/>
    <w:rsid w:val="004615AF"/>
    <w:rsid w:val="00461A6E"/>
    <w:rsid w:val="00461F83"/>
    <w:rsid w:val="00462325"/>
    <w:rsid w:val="00462535"/>
    <w:rsid w:val="00462AE1"/>
    <w:rsid w:val="004630A3"/>
    <w:rsid w:val="004635B4"/>
    <w:rsid w:val="00463BCD"/>
    <w:rsid w:val="00463F4F"/>
    <w:rsid w:val="0046428C"/>
    <w:rsid w:val="00465143"/>
    <w:rsid w:val="00465402"/>
    <w:rsid w:val="00465E1C"/>
    <w:rsid w:val="004664E9"/>
    <w:rsid w:val="00467601"/>
    <w:rsid w:val="004677BE"/>
    <w:rsid w:val="00467F4E"/>
    <w:rsid w:val="004700A8"/>
    <w:rsid w:val="004705FC"/>
    <w:rsid w:val="0047108A"/>
    <w:rsid w:val="0047108B"/>
    <w:rsid w:val="004712A1"/>
    <w:rsid w:val="00472322"/>
    <w:rsid w:val="004725FF"/>
    <w:rsid w:val="00472A89"/>
    <w:rsid w:val="004740DA"/>
    <w:rsid w:val="0047447D"/>
    <w:rsid w:val="00474644"/>
    <w:rsid w:val="00474746"/>
    <w:rsid w:val="00475B0E"/>
    <w:rsid w:val="004766BE"/>
    <w:rsid w:val="00477293"/>
    <w:rsid w:val="00477734"/>
    <w:rsid w:val="00480FD8"/>
    <w:rsid w:val="00481688"/>
    <w:rsid w:val="00481AFF"/>
    <w:rsid w:val="00482EC1"/>
    <w:rsid w:val="00483EC1"/>
    <w:rsid w:val="00485B62"/>
    <w:rsid w:val="00485C55"/>
    <w:rsid w:val="00486523"/>
    <w:rsid w:val="00486916"/>
    <w:rsid w:val="0049014B"/>
    <w:rsid w:val="0049148D"/>
    <w:rsid w:val="00491D01"/>
    <w:rsid w:val="00492482"/>
    <w:rsid w:val="0049282A"/>
    <w:rsid w:val="00493D66"/>
    <w:rsid w:val="00494898"/>
    <w:rsid w:val="00494B3F"/>
    <w:rsid w:val="00494FB5"/>
    <w:rsid w:val="00495D8A"/>
    <w:rsid w:val="004962D1"/>
    <w:rsid w:val="004A115B"/>
    <w:rsid w:val="004A2964"/>
    <w:rsid w:val="004A2AAB"/>
    <w:rsid w:val="004A31AB"/>
    <w:rsid w:val="004A3DCC"/>
    <w:rsid w:val="004A40F2"/>
    <w:rsid w:val="004A4202"/>
    <w:rsid w:val="004A4845"/>
    <w:rsid w:val="004A4B98"/>
    <w:rsid w:val="004A4FC9"/>
    <w:rsid w:val="004A66A7"/>
    <w:rsid w:val="004A69A4"/>
    <w:rsid w:val="004A6FD3"/>
    <w:rsid w:val="004B05CE"/>
    <w:rsid w:val="004B084A"/>
    <w:rsid w:val="004B1121"/>
    <w:rsid w:val="004B11F2"/>
    <w:rsid w:val="004B15C6"/>
    <w:rsid w:val="004B31E8"/>
    <w:rsid w:val="004B37F8"/>
    <w:rsid w:val="004B4AA1"/>
    <w:rsid w:val="004B597F"/>
    <w:rsid w:val="004B66B2"/>
    <w:rsid w:val="004B7FB0"/>
    <w:rsid w:val="004C020E"/>
    <w:rsid w:val="004C0396"/>
    <w:rsid w:val="004C03F4"/>
    <w:rsid w:val="004C0F18"/>
    <w:rsid w:val="004C122A"/>
    <w:rsid w:val="004C1413"/>
    <w:rsid w:val="004C2B8D"/>
    <w:rsid w:val="004C3174"/>
    <w:rsid w:val="004C32EF"/>
    <w:rsid w:val="004C4127"/>
    <w:rsid w:val="004C58D1"/>
    <w:rsid w:val="004C6304"/>
    <w:rsid w:val="004C643D"/>
    <w:rsid w:val="004C69C0"/>
    <w:rsid w:val="004C6CD3"/>
    <w:rsid w:val="004C6D14"/>
    <w:rsid w:val="004C6F6E"/>
    <w:rsid w:val="004C709D"/>
    <w:rsid w:val="004C7AA0"/>
    <w:rsid w:val="004C7FED"/>
    <w:rsid w:val="004D032A"/>
    <w:rsid w:val="004D07D0"/>
    <w:rsid w:val="004D091E"/>
    <w:rsid w:val="004D132B"/>
    <w:rsid w:val="004D1A47"/>
    <w:rsid w:val="004D2B0A"/>
    <w:rsid w:val="004D363E"/>
    <w:rsid w:val="004D3948"/>
    <w:rsid w:val="004D397F"/>
    <w:rsid w:val="004D4A19"/>
    <w:rsid w:val="004D4B56"/>
    <w:rsid w:val="004D51F1"/>
    <w:rsid w:val="004D5628"/>
    <w:rsid w:val="004D5F00"/>
    <w:rsid w:val="004D6170"/>
    <w:rsid w:val="004D69C2"/>
    <w:rsid w:val="004D6DDF"/>
    <w:rsid w:val="004D7B38"/>
    <w:rsid w:val="004D7D05"/>
    <w:rsid w:val="004E04BB"/>
    <w:rsid w:val="004E0E6A"/>
    <w:rsid w:val="004E11F1"/>
    <w:rsid w:val="004E1339"/>
    <w:rsid w:val="004E181F"/>
    <w:rsid w:val="004E1958"/>
    <w:rsid w:val="004E1B21"/>
    <w:rsid w:val="004E2B5E"/>
    <w:rsid w:val="004E2B85"/>
    <w:rsid w:val="004E2BC5"/>
    <w:rsid w:val="004E2D8B"/>
    <w:rsid w:val="004E2E95"/>
    <w:rsid w:val="004E2F6D"/>
    <w:rsid w:val="004E3410"/>
    <w:rsid w:val="004E368F"/>
    <w:rsid w:val="004E3D7A"/>
    <w:rsid w:val="004E3E63"/>
    <w:rsid w:val="004E4CD6"/>
    <w:rsid w:val="004E6253"/>
    <w:rsid w:val="004E6309"/>
    <w:rsid w:val="004E6E70"/>
    <w:rsid w:val="004E6FAC"/>
    <w:rsid w:val="004E7728"/>
    <w:rsid w:val="004E7FB3"/>
    <w:rsid w:val="004F0A75"/>
    <w:rsid w:val="004F1600"/>
    <w:rsid w:val="004F1B32"/>
    <w:rsid w:val="004F1D18"/>
    <w:rsid w:val="004F1E24"/>
    <w:rsid w:val="004F2059"/>
    <w:rsid w:val="004F20CF"/>
    <w:rsid w:val="004F62B9"/>
    <w:rsid w:val="004F6AFD"/>
    <w:rsid w:val="004F6D79"/>
    <w:rsid w:val="004F7065"/>
    <w:rsid w:val="004F735C"/>
    <w:rsid w:val="00500DEB"/>
    <w:rsid w:val="005013C7"/>
    <w:rsid w:val="00501485"/>
    <w:rsid w:val="00501DC4"/>
    <w:rsid w:val="005029FE"/>
    <w:rsid w:val="0050350C"/>
    <w:rsid w:val="00504A3F"/>
    <w:rsid w:val="00505E6B"/>
    <w:rsid w:val="00506B44"/>
    <w:rsid w:val="00507C09"/>
    <w:rsid w:val="00511080"/>
    <w:rsid w:val="005114A3"/>
    <w:rsid w:val="005121FC"/>
    <w:rsid w:val="00512700"/>
    <w:rsid w:val="005132D4"/>
    <w:rsid w:val="00513B38"/>
    <w:rsid w:val="005155A1"/>
    <w:rsid w:val="005169E0"/>
    <w:rsid w:val="00516A12"/>
    <w:rsid w:val="00516CD2"/>
    <w:rsid w:val="00516D60"/>
    <w:rsid w:val="0051733E"/>
    <w:rsid w:val="00517B78"/>
    <w:rsid w:val="00517BCA"/>
    <w:rsid w:val="00517FBB"/>
    <w:rsid w:val="00520183"/>
    <w:rsid w:val="00520265"/>
    <w:rsid w:val="005210D0"/>
    <w:rsid w:val="0052158A"/>
    <w:rsid w:val="0052180D"/>
    <w:rsid w:val="00521E3C"/>
    <w:rsid w:val="0052226C"/>
    <w:rsid w:val="00522824"/>
    <w:rsid w:val="0052288E"/>
    <w:rsid w:val="00523486"/>
    <w:rsid w:val="00523FCA"/>
    <w:rsid w:val="00524C43"/>
    <w:rsid w:val="00526398"/>
    <w:rsid w:val="0052669E"/>
    <w:rsid w:val="0052715A"/>
    <w:rsid w:val="00527CBC"/>
    <w:rsid w:val="00527F90"/>
    <w:rsid w:val="0053018F"/>
    <w:rsid w:val="00530979"/>
    <w:rsid w:val="00530EF5"/>
    <w:rsid w:val="005315F1"/>
    <w:rsid w:val="00531DC2"/>
    <w:rsid w:val="00532228"/>
    <w:rsid w:val="0053275B"/>
    <w:rsid w:val="005328CD"/>
    <w:rsid w:val="00532A7D"/>
    <w:rsid w:val="00533584"/>
    <w:rsid w:val="00533C80"/>
    <w:rsid w:val="00534133"/>
    <w:rsid w:val="005342EA"/>
    <w:rsid w:val="00534627"/>
    <w:rsid w:val="00535959"/>
    <w:rsid w:val="00535ACA"/>
    <w:rsid w:val="00535B02"/>
    <w:rsid w:val="00536D05"/>
    <w:rsid w:val="005378BD"/>
    <w:rsid w:val="0054075A"/>
    <w:rsid w:val="00541F5C"/>
    <w:rsid w:val="00542A31"/>
    <w:rsid w:val="0054323F"/>
    <w:rsid w:val="0054582B"/>
    <w:rsid w:val="0054637A"/>
    <w:rsid w:val="005466BE"/>
    <w:rsid w:val="005469A4"/>
    <w:rsid w:val="00546D78"/>
    <w:rsid w:val="0055010A"/>
    <w:rsid w:val="00550E58"/>
    <w:rsid w:val="005515BA"/>
    <w:rsid w:val="00552F74"/>
    <w:rsid w:val="00553015"/>
    <w:rsid w:val="005533A9"/>
    <w:rsid w:val="00553FEA"/>
    <w:rsid w:val="00554337"/>
    <w:rsid w:val="0055552F"/>
    <w:rsid w:val="005557BA"/>
    <w:rsid w:val="00556109"/>
    <w:rsid w:val="005565A1"/>
    <w:rsid w:val="00556B75"/>
    <w:rsid w:val="00556D14"/>
    <w:rsid w:val="00557E9F"/>
    <w:rsid w:val="0056027C"/>
    <w:rsid w:val="00560666"/>
    <w:rsid w:val="00560C45"/>
    <w:rsid w:val="0056126F"/>
    <w:rsid w:val="00562BB2"/>
    <w:rsid w:val="00562BC4"/>
    <w:rsid w:val="00562D6F"/>
    <w:rsid w:val="00562D97"/>
    <w:rsid w:val="00562EE1"/>
    <w:rsid w:val="005630E4"/>
    <w:rsid w:val="00563810"/>
    <w:rsid w:val="00563FA6"/>
    <w:rsid w:val="0056474F"/>
    <w:rsid w:val="00564E5B"/>
    <w:rsid w:val="00565909"/>
    <w:rsid w:val="00565F87"/>
    <w:rsid w:val="00567819"/>
    <w:rsid w:val="00567E06"/>
    <w:rsid w:val="00567F42"/>
    <w:rsid w:val="0057015E"/>
    <w:rsid w:val="005712EE"/>
    <w:rsid w:val="0057145A"/>
    <w:rsid w:val="00571767"/>
    <w:rsid w:val="005718F0"/>
    <w:rsid w:val="00572DC7"/>
    <w:rsid w:val="00573411"/>
    <w:rsid w:val="005735AC"/>
    <w:rsid w:val="0057426F"/>
    <w:rsid w:val="005748EF"/>
    <w:rsid w:val="005748FF"/>
    <w:rsid w:val="00574C09"/>
    <w:rsid w:val="00575ACF"/>
    <w:rsid w:val="00576511"/>
    <w:rsid w:val="00576E09"/>
    <w:rsid w:val="0057741D"/>
    <w:rsid w:val="00577701"/>
    <w:rsid w:val="00580A0B"/>
    <w:rsid w:val="00580A15"/>
    <w:rsid w:val="00580D3B"/>
    <w:rsid w:val="00581CA5"/>
    <w:rsid w:val="00584DDB"/>
    <w:rsid w:val="00585ECE"/>
    <w:rsid w:val="005909B7"/>
    <w:rsid w:val="00590FF9"/>
    <w:rsid w:val="00591FCF"/>
    <w:rsid w:val="0059208D"/>
    <w:rsid w:val="005921F9"/>
    <w:rsid w:val="005923DE"/>
    <w:rsid w:val="00592791"/>
    <w:rsid w:val="00593BD7"/>
    <w:rsid w:val="00594B23"/>
    <w:rsid w:val="00594D18"/>
    <w:rsid w:val="00595892"/>
    <w:rsid w:val="00597586"/>
    <w:rsid w:val="005977DA"/>
    <w:rsid w:val="005A0165"/>
    <w:rsid w:val="005A051F"/>
    <w:rsid w:val="005A089F"/>
    <w:rsid w:val="005A1058"/>
    <w:rsid w:val="005A1A35"/>
    <w:rsid w:val="005A1ED2"/>
    <w:rsid w:val="005A2DC8"/>
    <w:rsid w:val="005A31B3"/>
    <w:rsid w:val="005A3CAD"/>
    <w:rsid w:val="005A46C3"/>
    <w:rsid w:val="005A651E"/>
    <w:rsid w:val="005A7315"/>
    <w:rsid w:val="005A753C"/>
    <w:rsid w:val="005A7E29"/>
    <w:rsid w:val="005B0773"/>
    <w:rsid w:val="005B0DDC"/>
    <w:rsid w:val="005B0DE3"/>
    <w:rsid w:val="005B18EE"/>
    <w:rsid w:val="005B1DBB"/>
    <w:rsid w:val="005B26B1"/>
    <w:rsid w:val="005B3558"/>
    <w:rsid w:val="005B3985"/>
    <w:rsid w:val="005B4C88"/>
    <w:rsid w:val="005B548D"/>
    <w:rsid w:val="005B63A2"/>
    <w:rsid w:val="005B6E52"/>
    <w:rsid w:val="005B7EE9"/>
    <w:rsid w:val="005C0A49"/>
    <w:rsid w:val="005C0A4B"/>
    <w:rsid w:val="005C0FA1"/>
    <w:rsid w:val="005C1E34"/>
    <w:rsid w:val="005C25B2"/>
    <w:rsid w:val="005C2BE6"/>
    <w:rsid w:val="005C3294"/>
    <w:rsid w:val="005C3FA2"/>
    <w:rsid w:val="005C3FAF"/>
    <w:rsid w:val="005C43EA"/>
    <w:rsid w:val="005C51DF"/>
    <w:rsid w:val="005C6BE6"/>
    <w:rsid w:val="005C7E55"/>
    <w:rsid w:val="005D054B"/>
    <w:rsid w:val="005D064B"/>
    <w:rsid w:val="005D089C"/>
    <w:rsid w:val="005D0D30"/>
    <w:rsid w:val="005D0F48"/>
    <w:rsid w:val="005D1FA5"/>
    <w:rsid w:val="005D32BF"/>
    <w:rsid w:val="005D397F"/>
    <w:rsid w:val="005D3B87"/>
    <w:rsid w:val="005D56B4"/>
    <w:rsid w:val="005D5B0E"/>
    <w:rsid w:val="005D684E"/>
    <w:rsid w:val="005D7592"/>
    <w:rsid w:val="005E0525"/>
    <w:rsid w:val="005E07BA"/>
    <w:rsid w:val="005E0807"/>
    <w:rsid w:val="005E1062"/>
    <w:rsid w:val="005E1F0F"/>
    <w:rsid w:val="005E219B"/>
    <w:rsid w:val="005E23C0"/>
    <w:rsid w:val="005E24B8"/>
    <w:rsid w:val="005E2CAA"/>
    <w:rsid w:val="005E2DF7"/>
    <w:rsid w:val="005E30C6"/>
    <w:rsid w:val="005E3F6E"/>
    <w:rsid w:val="005E471D"/>
    <w:rsid w:val="005E4EA6"/>
    <w:rsid w:val="005E4F71"/>
    <w:rsid w:val="005E5E40"/>
    <w:rsid w:val="005E6ACE"/>
    <w:rsid w:val="005E730E"/>
    <w:rsid w:val="005E7716"/>
    <w:rsid w:val="005F0291"/>
    <w:rsid w:val="005F0CB4"/>
    <w:rsid w:val="005F0E3B"/>
    <w:rsid w:val="005F13B7"/>
    <w:rsid w:val="005F1F3C"/>
    <w:rsid w:val="005F32C0"/>
    <w:rsid w:val="005F3409"/>
    <w:rsid w:val="005F3971"/>
    <w:rsid w:val="005F3E87"/>
    <w:rsid w:val="005F42A0"/>
    <w:rsid w:val="005F4694"/>
    <w:rsid w:val="005F4F4E"/>
    <w:rsid w:val="005F5AC8"/>
    <w:rsid w:val="005F75C0"/>
    <w:rsid w:val="00600B57"/>
    <w:rsid w:val="00600BE8"/>
    <w:rsid w:val="00601620"/>
    <w:rsid w:val="00602BA2"/>
    <w:rsid w:val="00602C66"/>
    <w:rsid w:val="00602E99"/>
    <w:rsid w:val="00602F21"/>
    <w:rsid w:val="0060317E"/>
    <w:rsid w:val="006037D8"/>
    <w:rsid w:val="0060407F"/>
    <w:rsid w:val="00604BCC"/>
    <w:rsid w:val="00604CE3"/>
    <w:rsid w:val="006058CB"/>
    <w:rsid w:val="006059A7"/>
    <w:rsid w:val="00605E57"/>
    <w:rsid w:val="006060F2"/>
    <w:rsid w:val="0060651E"/>
    <w:rsid w:val="00610744"/>
    <w:rsid w:val="00610FE6"/>
    <w:rsid w:val="00611DA6"/>
    <w:rsid w:val="00612E60"/>
    <w:rsid w:val="00614428"/>
    <w:rsid w:val="00614786"/>
    <w:rsid w:val="00614B58"/>
    <w:rsid w:val="00614E73"/>
    <w:rsid w:val="00615044"/>
    <w:rsid w:val="006151F1"/>
    <w:rsid w:val="006166EB"/>
    <w:rsid w:val="00616E5A"/>
    <w:rsid w:val="006171F3"/>
    <w:rsid w:val="00620928"/>
    <w:rsid w:val="00620F16"/>
    <w:rsid w:val="00622069"/>
    <w:rsid w:val="006221D8"/>
    <w:rsid w:val="00623712"/>
    <w:rsid w:val="00624350"/>
    <w:rsid w:val="006262BF"/>
    <w:rsid w:val="006278BB"/>
    <w:rsid w:val="00627B65"/>
    <w:rsid w:val="006303C2"/>
    <w:rsid w:val="00630AB8"/>
    <w:rsid w:val="00630D7E"/>
    <w:rsid w:val="0063161A"/>
    <w:rsid w:val="00631C39"/>
    <w:rsid w:val="00631CBF"/>
    <w:rsid w:val="006328FB"/>
    <w:rsid w:val="006330FC"/>
    <w:rsid w:val="006334A8"/>
    <w:rsid w:val="00633D0D"/>
    <w:rsid w:val="00634063"/>
    <w:rsid w:val="00634613"/>
    <w:rsid w:val="00634DF1"/>
    <w:rsid w:val="00635AAF"/>
    <w:rsid w:val="00635C40"/>
    <w:rsid w:val="00636120"/>
    <w:rsid w:val="006378DE"/>
    <w:rsid w:val="00640162"/>
    <w:rsid w:val="0064104B"/>
    <w:rsid w:val="00641A66"/>
    <w:rsid w:val="00641B08"/>
    <w:rsid w:val="00641FC9"/>
    <w:rsid w:val="00642170"/>
    <w:rsid w:val="006424FA"/>
    <w:rsid w:val="00642D67"/>
    <w:rsid w:val="00643F6B"/>
    <w:rsid w:val="00644B24"/>
    <w:rsid w:val="006462E9"/>
    <w:rsid w:val="0064679A"/>
    <w:rsid w:val="006478BB"/>
    <w:rsid w:val="006500AE"/>
    <w:rsid w:val="00650CC4"/>
    <w:rsid w:val="00651403"/>
    <w:rsid w:val="00651E9F"/>
    <w:rsid w:val="00652248"/>
    <w:rsid w:val="00652531"/>
    <w:rsid w:val="0065308A"/>
    <w:rsid w:val="006536D7"/>
    <w:rsid w:val="00653F0F"/>
    <w:rsid w:val="00654535"/>
    <w:rsid w:val="006549FA"/>
    <w:rsid w:val="00654E3A"/>
    <w:rsid w:val="00655B75"/>
    <w:rsid w:val="00655DD4"/>
    <w:rsid w:val="006565B1"/>
    <w:rsid w:val="00661334"/>
    <w:rsid w:val="00662966"/>
    <w:rsid w:val="00663897"/>
    <w:rsid w:val="0066399B"/>
    <w:rsid w:val="006639F8"/>
    <w:rsid w:val="00663B6C"/>
    <w:rsid w:val="00663BCF"/>
    <w:rsid w:val="00667585"/>
    <w:rsid w:val="00670970"/>
    <w:rsid w:val="00670E56"/>
    <w:rsid w:val="00670F04"/>
    <w:rsid w:val="00671C6D"/>
    <w:rsid w:val="00671D96"/>
    <w:rsid w:val="00672471"/>
    <w:rsid w:val="00674979"/>
    <w:rsid w:val="00674D26"/>
    <w:rsid w:val="006757CD"/>
    <w:rsid w:val="00675A6B"/>
    <w:rsid w:val="00675EDF"/>
    <w:rsid w:val="00676F7F"/>
    <w:rsid w:val="00676F95"/>
    <w:rsid w:val="0067718C"/>
    <w:rsid w:val="00677454"/>
    <w:rsid w:val="00680F66"/>
    <w:rsid w:val="0068149B"/>
    <w:rsid w:val="00681A29"/>
    <w:rsid w:val="00681CF7"/>
    <w:rsid w:val="00683711"/>
    <w:rsid w:val="00683C3B"/>
    <w:rsid w:val="0068496D"/>
    <w:rsid w:val="00684A9C"/>
    <w:rsid w:val="00684B80"/>
    <w:rsid w:val="00685298"/>
    <w:rsid w:val="0068542E"/>
    <w:rsid w:val="006856D5"/>
    <w:rsid w:val="00685E96"/>
    <w:rsid w:val="00687F20"/>
    <w:rsid w:val="006919E0"/>
    <w:rsid w:val="00692F6A"/>
    <w:rsid w:val="006932F2"/>
    <w:rsid w:val="0069362F"/>
    <w:rsid w:val="00695702"/>
    <w:rsid w:val="00695B16"/>
    <w:rsid w:val="006961F0"/>
    <w:rsid w:val="00696661"/>
    <w:rsid w:val="00696F18"/>
    <w:rsid w:val="00696F90"/>
    <w:rsid w:val="00697260"/>
    <w:rsid w:val="006A01DE"/>
    <w:rsid w:val="006A0278"/>
    <w:rsid w:val="006A1E96"/>
    <w:rsid w:val="006A2128"/>
    <w:rsid w:val="006A2165"/>
    <w:rsid w:val="006A3A87"/>
    <w:rsid w:val="006A52EB"/>
    <w:rsid w:val="006A5C3B"/>
    <w:rsid w:val="006A6692"/>
    <w:rsid w:val="006A696F"/>
    <w:rsid w:val="006A69C1"/>
    <w:rsid w:val="006A6AA5"/>
    <w:rsid w:val="006A787B"/>
    <w:rsid w:val="006B0EAF"/>
    <w:rsid w:val="006B22A5"/>
    <w:rsid w:val="006B2A5B"/>
    <w:rsid w:val="006B2ECD"/>
    <w:rsid w:val="006B2F34"/>
    <w:rsid w:val="006B2F45"/>
    <w:rsid w:val="006B3DAD"/>
    <w:rsid w:val="006B5C5F"/>
    <w:rsid w:val="006B60C9"/>
    <w:rsid w:val="006B6D11"/>
    <w:rsid w:val="006B6E3A"/>
    <w:rsid w:val="006B7209"/>
    <w:rsid w:val="006B77DB"/>
    <w:rsid w:val="006C1676"/>
    <w:rsid w:val="006C1697"/>
    <w:rsid w:val="006C1950"/>
    <w:rsid w:val="006C1D1D"/>
    <w:rsid w:val="006C2320"/>
    <w:rsid w:val="006C257B"/>
    <w:rsid w:val="006C2A76"/>
    <w:rsid w:val="006C353B"/>
    <w:rsid w:val="006C39B7"/>
    <w:rsid w:val="006C3B4D"/>
    <w:rsid w:val="006C3DA6"/>
    <w:rsid w:val="006C471A"/>
    <w:rsid w:val="006C5DE0"/>
    <w:rsid w:val="006C5FCF"/>
    <w:rsid w:val="006C63C9"/>
    <w:rsid w:val="006C6BEC"/>
    <w:rsid w:val="006C724F"/>
    <w:rsid w:val="006C7A65"/>
    <w:rsid w:val="006D0073"/>
    <w:rsid w:val="006D094B"/>
    <w:rsid w:val="006D0F2F"/>
    <w:rsid w:val="006D26D2"/>
    <w:rsid w:val="006D4144"/>
    <w:rsid w:val="006D4398"/>
    <w:rsid w:val="006D48FE"/>
    <w:rsid w:val="006D4F81"/>
    <w:rsid w:val="006D5EE3"/>
    <w:rsid w:val="006D5F03"/>
    <w:rsid w:val="006D707B"/>
    <w:rsid w:val="006D7D75"/>
    <w:rsid w:val="006D7FE2"/>
    <w:rsid w:val="006E07D7"/>
    <w:rsid w:val="006E0DEA"/>
    <w:rsid w:val="006E1B34"/>
    <w:rsid w:val="006E2769"/>
    <w:rsid w:val="006E2F81"/>
    <w:rsid w:val="006E374C"/>
    <w:rsid w:val="006E3B74"/>
    <w:rsid w:val="006E478C"/>
    <w:rsid w:val="006E55D0"/>
    <w:rsid w:val="006E5967"/>
    <w:rsid w:val="006E63EB"/>
    <w:rsid w:val="006E6F63"/>
    <w:rsid w:val="006E7194"/>
    <w:rsid w:val="006E758A"/>
    <w:rsid w:val="006E7746"/>
    <w:rsid w:val="006E7EE9"/>
    <w:rsid w:val="006F0245"/>
    <w:rsid w:val="006F0B52"/>
    <w:rsid w:val="006F1306"/>
    <w:rsid w:val="006F1801"/>
    <w:rsid w:val="006F1AFE"/>
    <w:rsid w:val="006F1BE2"/>
    <w:rsid w:val="006F1F52"/>
    <w:rsid w:val="006F2782"/>
    <w:rsid w:val="006F27FD"/>
    <w:rsid w:val="006F2A74"/>
    <w:rsid w:val="006F382F"/>
    <w:rsid w:val="006F44D6"/>
    <w:rsid w:val="006F4AF1"/>
    <w:rsid w:val="006F53A9"/>
    <w:rsid w:val="006F53BB"/>
    <w:rsid w:val="006F5F7E"/>
    <w:rsid w:val="006F61A3"/>
    <w:rsid w:val="006F61FF"/>
    <w:rsid w:val="006F662D"/>
    <w:rsid w:val="006F6C48"/>
    <w:rsid w:val="006F6C4C"/>
    <w:rsid w:val="006F6EA9"/>
    <w:rsid w:val="006F7F86"/>
    <w:rsid w:val="0070289E"/>
    <w:rsid w:val="00702CCD"/>
    <w:rsid w:val="00703B46"/>
    <w:rsid w:val="0070485D"/>
    <w:rsid w:val="00704D51"/>
    <w:rsid w:val="007052E3"/>
    <w:rsid w:val="007055C6"/>
    <w:rsid w:val="00707FE7"/>
    <w:rsid w:val="0071076B"/>
    <w:rsid w:val="007117CB"/>
    <w:rsid w:val="007118E2"/>
    <w:rsid w:val="00711B3B"/>
    <w:rsid w:val="00711BDD"/>
    <w:rsid w:val="00711C9C"/>
    <w:rsid w:val="00711D11"/>
    <w:rsid w:val="00714DC7"/>
    <w:rsid w:val="00715099"/>
    <w:rsid w:val="00715357"/>
    <w:rsid w:val="00715F90"/>
    <w:rsid w:val="007166A0"/>
    <w:rsid w:val="007166DE"/>
    <w:rsid w:val="0071708E"/>
    <w:rsid w:val="007176FF"/>
    <w:rsid w:val="00717C08"/>
    <w:rsid w:val="00717CDD"/>
    <w:rsid w:val="00720382"/>
    <w:rsid w:val="007208C1"/>
    <w:rsid w:val="00720CEB"/>
    <w:rsid w:val="007212D4"/>
    <w:rsid w:val="007225E9"/>
    <w:rsid w:val="0072421D"/>
    <w:rsid w:val="00724678"/>
    <w:rsid w:val="00724D46"/>
    <w:rsid w:val="00725F81"/>
    <w:rsid w:val="00727582"/>
    <w:rsid w:val="0073001B"/>
    <w:rsid w:val="00730A04"/>
    <w:rsid w:val="007312F4"/>
    <w:rsid w:val="00732000"/>
    <w:rsid w:val="0073237A"/>
    <w:rsid w:val="00732B1D"/>
    <w:rsid w:val="00732D10"/>
    <w:rsid w:val="0073342E"/>
    <w:rsid w:val="00733BA7"/>
    <w:rsid w:val="00733D54"/>
    <w:rsid w:val="007347BB"/>
    <w:rsid w:val="00734AFD"/>
    <w:rsid w:val="00735706"/>
    <w:rsid w:val="0073615A"/>
    <w:rsid w:val="00736511"/>
    <w:rsid w:val="00736E01"/>
    <w:rsid w:val="00736E1E"/>
    <w:rsid w:val="00737125"/>
    <w:rsid w:val="00737770"/>
    <w:rsid w:val="007401C4"/>
    <w:rsid w:val="007401F7"/>
    <w:rsid w:val="007403D0"/>
    <w:rsid w:val="0074064B"/>
    <w:rsid w:val="007406E5"/>
    <w:rsid w:val="00741250"/>
    <w:rsid w:val="00741751"/>
    <w:rsid w:val="00743ADD"/>
    <w:rsid w:val="00744FFA"/>
    <w:rsid w:val="00745A65"/>
    <w:rsid w:val="00746A12"/>
    <w:rsid w:val="00746F0A"/>
    <w:rsid w:val="0074718F"/>
    <w:rsid w:val="00747286"/>
    <w:rsid w:val="0075144A"/>
    <w:rsid w:val="007517F5"/>
    <w:rsid w:val="00751D6E"/>
    <w:rsid w:val="0075265D"/>
    <w:rsid w:val="007531DD"/>
    <w:rsid w:val="00753248"/>
    <w:rsid w:val="007533D6"/>
    <w:rsid w:val="007537FA"/>
    <w:rsid w:val="00755F6D"/>
    <w:rsid w:val="007563CD"/>
    <w:rsid w:val="00756585"/>
    <w:rsid w:val="00756AA9"/>
    <w:rsid w:val="00756B9A"/>
    <w:rsid w:val="00756E81"/>
    <w:rsid w:val="00757F9F"/>
    <w:rsid w:val="00760009"/>
    <w:rsid w:val="007603C8"/>
    <w:rsid w:val="00760A92"/>
    <w:rsid w:val="00760C18"/>
    <w:rsid w:val="00760D4B"/>
    <w:rsid w:val="00761125"/>
    <w:rsid w:val="007615F6"/>
    <w:rsid w:val="007616C2"/>
    <w:rsid w:val="00761703"/>
    <w:rsid w:val="00761D4D"/>
    <w:rsid w:val="00762630"/>
    <w:rsid w:val="007626C8"/>
    <w:rsid w:val="00762CDA"/>
    <w:rsid w:val="00762FED"/>
    <w:rsid w:val="00763136"/>
    <w:rsid w:val="007633BF"/>
    <w:rsid w:val="00763DE6"/>
    <w:rsid w:val="0076486A"/>
    <w:rsid w:val="00765048"/>
    <w:rsid w:val="007651AD"/>
    <w:rsid w:val="00766180"/>
    <w:rsid w:val="007666C3"/>
    <w:rsid w:val="00767180"/>
    <w:rsid w:val="007677F2"/>
    <w:rsid w:val="00767B8F"/>
    <w:rsid w:val="007708EC"/>
    <w:rsid w:val="00770FC3"/>
    <w:rsid w:val="007710D2"/>
    <w:rsid w:val="00771181"/>
    <w:rsid w:val="00771924"/>
    <w:rsid w:val="0077198C"/>
    <w:rsid w:val="0077215E"/>
    <w:rsid w:val="00772728"/>
    <w:rsid w:val="00772F7B"/>
    <w:rsid w:val="0077346E"/>
    <w:rsid w:val="0077348F"/>
    <w:rsid w:val="007750EF"/>
    <w:rsid w:val="00775557"/>
    <w:rsid w:val="0077561E"/>
    <w:rsid w:val="00775BA5"/>
    <w:rsid w:val="00780841"/>
    <w:rsid w:val="00780DC2"/>
    <w:rsid w:val="00783CB4"/>
    <w:rsid w:val="00784134"/>
    <w:rsid w:val="007845EA"/>
    <w:rsid w:val="00784D49"/>
    <w:rsid w:val="0078688D"/>
    <w:rsid w:val="00786F43"/>
    <w:rsid w:val="0078751C"/>
    <w:rsid w:val="007877A8"/>
    <w:rsid w:val="00791592"/>
    <w:rsid w:val="00791A76"/>
    <w:rsid w:val="00792193"/>
    <w:rsid w:val="007921A0"/>
    <w:rsid w:val="007923F7"/>
    <w:rsid w:val="00792D40"/>
    <w:rsid w:val="007935E6"/>
    <w:rsid w:val="007943E5"/>
    <w:rsid w:val="00794919"/>
    <w:rsid w:val="00794BA7"/>
    <w:rsid w:val="0079535D"/>
    <w:rsid w:val="00795BF2"/>
    <w:rsid w:val="007963A4"/>
    <w:rsid w:val="00796505"/>
    <w:rsid w:val="0079657D"/>
    <w:rsid w:val="00796B92"/>
    <w:rsid w:val="00796BAE"/>
    <w:rsid w:val="00796C51"/>
    <w:rsid w:val="00796D35"/>
    <w:rsid w:val="00796EDD"/>
    <w:rsid w:val="00797483"/>
    <w:rsid w:val="007975B9"/>
    <w:rsid w:val="00797CF9"/>
    <w:rsid w:val="00797D65"/>
    <w:rsid w:val="007A043C"/>
    <w:rsid w:val="007A1180"/>
    <w:rsid w:val="007A133B"/>
    <w:rsid w:val="007A1642"/>
    <w:rsid w:val="007A2F46"/>
    <w:rsid w:val="007A32E1"/>
    <w:rsid w:val="007A35C3"/>
    <w:rsid w:val="007A3869"/>
    <w:rsid w:val="007A399A"/>
    <w:rsid w:val="007A3AE6"/>
    <w:rsid w:val="007A3C9B"/>
    <w:rsid w:val="007A3ECB"/>
    <w:rsid w:val="007A4030"/>
    <w:rsid w:val="007A468B"/>
    <w:rsid w:val="007A51B9"/>
    <w:rsid w:val="007A5678"/>
    <w:rsid w:val="007A58D9"/>
    <w:rsid w:val="007A6772"/>
    <w:rsid w:val="007A6BFE"/>
    <w:rsid w:val="007A7A7C"/>
    <w:rsid w:val="007B2533"/>
    <w:rsid w:val="007B2E38"/>
    <w:rsid w:val="007B3363"/>
    <w:rsid w:val="007B33D4"/>
    <w:rsid w:val="007B3550"/>
    <w:rsid w:val="007B4AD9"/>
    <w:rsid w:val="007B4F13"/>
    <w:rsid w:val="007B598F"/>
    <w:rsid w:val="007B5E7E"/>
    <w:rsid w:val="007B6226"/>
    <w:rsid w:val="007B68A1"/>
    <w:rsid w:val="007B7218"/>
    <w:rsid w:val="007B7A91"/>
    <w:rsid w:val="007B7AE8"/>
    <w:rsid w:val="007C0351"/>
    <w:rsid w:val="007C0D1A"/>
    <w:rsid w:val="007C17DB"/>
    <w:rsid w:val="007C2323"/>
    <w:rsid w:val="007C3F49"/>
    <w:rsid w:val="007C4419"/>
    <w:rsid w:val="007C49AF"/>
    <w:rsid w:val="007C4D3B"/>
    <w:rsid w:val="007C53C6"/>
    <w:rsid w:val="007C5685"/>
    <w:rsid w:val="007C5F3F"/>
    <w:rsid w:val="007C60D6"/>
    <w:rsid w:val="007C6331"/>
    <w:rsid w:val="007C651C"/>
    <w:rsid w:val="007D2159"/>
    <w:rsid w:val="007D2F39"/>
    <w:rsid w:val="007D3B05"/>
    <w:rsid w:val="007D3C30"/>
    <w:rsid w:val="007D41D3"/>
    <w:rsid w:val="007D42AC"/>
    <w:rsid w:val="007D4F8F"/>
    <w:rsid w:val="007D79B5"/>
    <w:rsid w:val="007E0404"/>
    <w:rsid w:val="007E0942"/>
    <w:rsid w:val="007E1D6A"/>
    <w:rsid w:val="007E30C9"/>
    <w:rsid w:val="007E3705"/>
    <w:rsid w:val="007E4F20"/>
    <w:rsid w:val="007E5626"/>
    <w:rsid w:val="007E578A"/>
    <w:rsid w:val="007E694B"/>
    <w:rsid w:val="007E6CA5"/>
    <w:rsid w:val="007E7DDE"/>
    <w:rsid w:val="007E7F3D"/>
    <w:rsid w:val="007F0627"/>
    <w:rsid w:val="007F0A80"/>
    <w:rsid w:val="007F12EE"/>
    <w:rsid w:val="007F1FE9"/>
    <w:rsid w:val="007F2CBA"/>
    <w:rsid w:val="007F3518"/>
    <w:rsid w:val="007F43EC"/>
    <w:rsid w:val="007F5281"/>
    <w:rsid w:val="007F5547"/>
    <w:rsid w:val="007F554C"/>
    <w:rsid w:val="007F62C5"/>
    <w:rsid w:val="007F6686"/>
    <w:rsid w:val="007F757B"/>
    <w:rsid w:val="008003D2"/>
    <w:rsid w:val="00801D58"/>
    <w:rsid w:val="00801D86"/>
    <w:rsid w:val="00801E29"/>
    <w:rsid w:val="00802B5E"/>
    <w:rsid w:val="00803853"/>
    <w:rsid w:val="008049C0"/>
    <w:rsid w:val="00805B5C"/>
    <w:rsid w:val="00806473"/>
    <w:rsid w:val="008066A4"/>
    <w:rsid w:val="0080767F"/>
    <w:rsid w:val="00810E0F"/>
    <w:rsid w:val="00811B30"/>
    <w:rsid w:val="00811FA0"/>
    <w:rsid w:val="0081203F"/>
    <w:rsid w:val="008131D2"/>
    <w:rsid w:val="00813914"/>
    <w:rsid w:val="00813F17"/>
    <w:rsid w:val="0081604B"/>
    <w:rsid w:val="008172F4"/>
    <w:rsid w:val="00820149"/>
    <w:rsid w:val="00820172"/>
    <w:rsid w:val="00821096"/>
    <w:rsid w:val="0082185F"/>
    <w:rsid w:val="0082188A"/>
    <w:rsid w:val="00821FEC"/>
    <w:rsid w:val="00823115"/>
    <w:rsid w:val="00823138"/>
    <w:rsid w:val="00823157"/>
    <w:rsid w:val="00823793"/>
    <w:rsid w:val="008240C4"/>
    <w:rsid w:val="0082484D"/>
    <w:rsid w:val="00824C76"/>
    <w:rsid w:val="00824E55"/>
    <w:rsid w:val="00825BDC"/>
    <w:rsid w:val="00826041"/>
    <w:rsid w:val="0082687F"/>
    <w:rsid w:val="00830FDB"/>
    <w:rsid w:val="0083134C"/>
    <w:rsid w:val="00831422"/>
    <w:rsid w:val="00832B38"/>
    <w:rsid w:val="00833252"/>
    <w:rsid w:val="00833926"/>
    <w:rsid w:val="00833C71"/>
    <w:rsid w:val="0083407E"/>
    <w:rsid w:val="008345F1"/>
    <w:rsid w:val="008347C3"/>
    <w:rsid w:val="00834A9F"/>
    <w:rsid w:val="008358AA"/>
    <w:rsid w:val="00835B31"/>
    <w:rsid w:val="00836246"/>
    <w:rsid w:val="00836F2F"/>
    <w:rsid w:val="00840194"/>
    <w:rsid w:val="008408C5"/>
    <w:rsid w:val="0084091A"/>
    <w:rsid w:val="00840DF9"/>
    <w:rsid w:val="00841ADA"/>
    <w:rsid w:val="00841C6C"/>
    <w:rsid w:val="008425CC"/>
    <w:rsid w:val="008425D6"/>
    <w:rsid w:val="008429CC"/>
    <w:rsid w:val="008441BC"/>
    <w:rsid w:val="0084580A"/>
    <w:rsid w:val="00846939"/>
    <w:rsid w:val="00846E2D"/>
    <w:rsid w:val="008479E5"/>
    <w:rsid w:val="00847AAB"/>
    <w:rsid w:val="008505BE"/>
    <w:rsid w:val="00850729"/>
    <w:rsid w:val="00851026"/>
    <w:rsid w:val="008512B8"/>
    <w:rsid w:val="008520DF"/>
    <w:rsid w:val="00853B86"/>
    <w:rsid w:val="00853DE3"/>
    <w:rsid w:val="00853EE9"/>
    <w:rsid w:val="00854373"/>
    <w:rsid w:val="00854D6A"/>
    <w:rsid w:val="008550A9"/>
    <w:rsid w:val="00856A80"/>
    <w:rsid w:val="00856DEF"/>
    <w:rsid w:val="008574DF"/>
    <w:rsid w:val="008575C7"/>
    <w:rsid w:val="008601E8"/>
    <w:rsid w:val="008618E8"/>
    <w:rsid w:val="00861F62"/>
    <w:rsid w:val="008620D9"/>
    <w:rsid w:val="00862D24"/>
    <w:rsid w:val="00862F54"/>
    <w:rsid w:val="0086386B"/>
    <w:rsid w:val="00864784"/>
    <w:rsid w:val="00865352"/>
    <w:rsid w:val="00865446"/>
    <w:rsid w:val="008660D9"/>
    <w:rsid w:val="00867B2A"/>
    <w:rsid w:val="00867BFC"/>
    <w:rsid w:val="00867D0F"/>
    <w:rsid w:val="008705B8"/>
    <w:rsid w:val="008706AA"/>
    <w:rsid w:val="0087152C"/>
    <w:rsid w:val="00872013"/>
    <w:rsid w:val="00872972"/>
    <w:rsid w:val="00872C1F"/>
    <w:rsid w:val="0087342E"/>
    <w:rsid w:val="008741E2"/>
    <w:rsid w:val="00874F39"/>
    <w:rsid w:val="00875011"/>
    <w:rsid w:val="008753A6"/>
    <w:rsid w:val="00876090"/>
    <w:rsid w:val="008765A1"/>
    <w:rsid w:val="00877284"/>
    <w:rsid w:val="00880475"/>
    <w:rsid w:val="00880D8A"/>
    <w:rsid w:val="0088163E"/>
    <w:rsid w:val="00881C20"/>
    <w:rsid w:val="00882951"/>
    <w:rsid w:val="0088297A"/>
    <w:rsid w:val="00882E3C"/>
    <w:rsid w:val="00882E56"/>
    <w:rsid w:val="008844A2"/>
    <w:rsid w:val="00884631"/>
    <w:rsid w:val="00884713"/>
    <w:rsid w:val="0088593F"/>
    <w:rsid w:val="00886035"/>
    <w:rsid w:val="008864C4"/>
    <w:rsid w:val="00886B7C"/>
    <w:rsid w:val="00887789"/>
    <w:rsid w:val="00887BA3"/>
    <w:rsid w:val="0089050C"/>
    <w:rsid w:val="00890742"/>
    <w:rsid w:val="0089132A"/>
    <w:rsid w:val="008915BC"/>
    <w:rsid w:val="00891666"/>
    <w:rsid w:val="00891F02"/>
    <w:rsid w:val="0089202D"/>
    <w:rsid w:val="00892065"/>
    <w:rsid w:val="008922F7"/>
    <w:rsid w:val="008923D9"/>
    <w:rsid w:val="00892718"/>
    <w:rsid w:val="0089295D"/>
    <w:rsid w:val="00892CA8"/>
    <w:rsid w:val="0089324D"/>
    <w:rsid w:val="00893A07"/>
    <w:rsid w:val="00893F48"/>
    <w:rsid w:val="00894036"/>
    <w:rsid w:val="00894320"/>
    <w:rsid w:val="00895CD6"/>
    <w:rsid w:val="00896AFE"/>
    <w:rsid w:val="008A0BCA"/>
    <w:rsid w:val="008A0F71"/>
    <w:rsid w:val="008A146B"/>
    <w:rsid w:val="008A1C3B"/>
    <w:rsid w:val="008A2049"/>
    <w:rsid w:val="008A2614"/>
    <w:rsid w:val="008A2DDC"/>
    <w:rsid w:val="008A394D"/>
    <w:rsid w:val="008A3ED0"/>
    <w:rsid w:val="008A42AE"/>
    <w:rsid w:val="008A45A8"/>
    <w:rsid w:val="008A4CE0"/>
    <w:rsid w:val="008A605E"/>
    <w:rsid w:val="008A6FA0"/>
    <w:rsid w:val="008A7156"/>
    <w:rsid w:val="008B061F"/>
    <w:rsid w:val="008B07DB"/>
    <w:rsid w:val="008B2187"/>
    <w:rsid w:val="008B2A4B"/>
    <w:rsid w:val="008B2FA2"/>
    <w:rsid w:val="008B3238"/>
    <w:rsid w:val="008B3641"/>
    <w:rsid w:val="008B4547"/>
    <w:rsid w:val="008B45E2"/>
    <w:rsid w:val="008B4ADD"/>
    <w:rsid w:val="008B5FEE"/>
    <w:rsid w:val="008B7E3D"/>
    <w:rsid w:val="008C082D"/>
    <w:rsid w:val="008C11B0"/>
    <w:rsid w:val="008C1329"/>
    <w:rsid w:val="008C1414"/>
    <w:rsid w:val="008C2040"/>
    <w:rsid w:val="008C20FE"/>
    <w:rsid w:val="008C229D"/>
    <w:rsid w:val="008C2304"/>
    <w:rsid w:val="008C325F"/>
    <w:rsid w:val="008C3513"/>
    <w:rsid w:val="008C4351"/>
    <w:rsid w:val="008C4367"/>
    <w:rsid w:val="008C43F8"/>
    <w:rsid w:val="008C52B2"/>
    <w:rsid w:val="008C59BF"/>
    <w:rsid w:val="008C786F"/>
    <w:rsid w:val="008C7DE8"/>
    <w:rsid w:val="008D048C"/>
    <w:rsid w:val="008D2035"/>
    <w:rsid w:val="008D249B"/>
    <w:rsid w:val="008D26FC"/>
    <w:rsid w:val="008D38DF"/>
    <w:rsid w:val="008D58AF"/>
    <w:rsid w:val="008D6945"/>
    <w:rsid w:val="008D6A7C"/>
    <w:rsid w:val="008D7D9F"/>
    <w:rsid w:val="008D7F1B"/>
    <w:rsid w:val="008E228D"/>
    <w:rsid w:val="008E29AA"/>
    <w:rsid w:val="008E3440"/>
    <w:rsid w:val="008E40BB"/>
    <w:rsid w:val="008E4176"/>
    <w:rsid w:val="008E46E5"/>
    <w:rsid w:val="008E49A9"/>
    <w:rsid w:val="008E5797"/>
    <w:rsid w:val="008E588B"/>
    <w:rsid w:val="008E72CB"/>
    <w:rsid w:val="008E79AD"/>
    <w:rsid w:val="008E7C24"/>
    <w:rsid w:val="008F0778"/>
    <w:rsid w:val="008F08F5"/>
    <w:rsid w:val="008F096B"/>
    <w:rsid w:val="008F0A97"/>
    <w:rsid w:val="008F0B59"/>
    <w:rsid w:val="008F13E9"/>
    <w:rsid w:val="008F20BD"/>
    <w:rsid w:val="008F27CC"/>
    <w:rsid w:val="008F3228"/>
    <w:rsid w:val="008F40CF"/>
    <w:rsid w:val="008F51EC"/>
    <w:rsid w:val="008F552A"/>
    <w:rsid w:val="008F574B"/>
    <w:rsid w:val="008F5F11"/>
    <w:rsid w:val="008F5F4E"/>
    <w:rsid w:val="008F6177"/>
    <w:rsid w:val="008F7529"/>
    <w:rsid w:val="0090032F"/>
    <w:rsid w:val="009004D2"/>
    <w:rsid w:val="00900C38"/>
    <w:rsid w:val="00900E48"/>
    <w:rsid w:val="0090146A"/>
    <w:rsid w:val="009022BB"/>
    <w:rsid w:val="009024FE"/>
    <w:rsid w:val="00902983"/>
    <w:rsid w:val="00904900"/>
    <w:rsid w:val="00904F37"/>
    <w:rsid w:val="0090509C"/>
    <w:rsid w:val="009056CD"/>
    <w:rsid w:val="00905E4D"/>
    <w:rsid w:val="00905F42"/>
    <w:rsid w:val="00907FD5"/>
    <w:rsid w:val="00910974"/>
    <w:rsid w:val="0091145B"/>
    <w:rsid w:val="00912724"/>
    <w:rsid w:val="00912F5D"/>
    <w:rsid w:val="00913CB5"/>
    <w:rsid w:val="0091406E"/>
    <w:rsid w:val="009140CE"/>
    <w:rsid w:val="00914557"/>
    <w:rsid w:val="00914853"/>
    <w:rsid w:val="00915B01"/>
    <w:rsid w:val="00916616"/>
    <w:rsid w:val="009166D2"/>
    <w:rsid w:val="00916C70"/>
    <w:rsid w:val="0091745D"/>
    <w:rsid w:val="009178E8"/>
    <w:rsid w:val="00917ACC"/>
    <w:rsid w:val="009202A4"/>
    <w:rsid w:val="00920407"/>
    <w:rsid w:val="009205AA"/>
    <w:rsid w:val="00920D37"/>
    <w:rsid w:val="00920D5E"/>
    <w:rsid w:val="009218E0"/>
    <w:rsid w:val="00921E50"/>
    <w:rsid w:val="009221B9"/>
    <w:rsid w:val="009222D0"/>
    <w:rsid w:val="00922694"/>
    <w:rsid w:val="00922EED"/>
    <w:rsid w:val="00922F55"/>
    <w:rsid w:val="00924A28"/>
    <w:rsid w:val="00924F7F"/>
    <w:rsid w:val="00925102"/>
    <w:rsid w:val="00925288"/>
    <w:rsid w:val="009258A9"/>
    <w:rsid w:val="00925955"/>
    <w:rsid w:val="00925CC7"/>
    <w:rsid w:val="00925F16"/>
    <w:rsid w:val="009305DC"/>
    <w:rsid w:val="00930796"/>
    <w:rsid w:val="009308E1"/>
    <w:rsid w:val="00930E5D"/>
    <w:rsid w:val="00931840"/>
    <w:rsid w:val="00931B61"/>
    <w:rsid w:val="00932353"/>
    <w:rsid w:val="00932D18"/>
    <w:rsid w:val="009332E7"/>
    <w:rsid w:val="009332F8"/>
    <w:rsid w:val="00933853"/>
    <w:rsid w:val="00933A43"/>
    <w:rsid w:val="0093419A"/>
    <w:rsid w:val="00934C23"/>
    <w:rsid w:val="00934E0C"/>
    <w:rsid w:val="00935142"/>
    <w:rsid w:val="009365CE"/>
    <w:rsid w:val="009366EE"/>
    <w:rsid w:val="009367D8"/>
    <w:rsid w:val="00940988"/>
    <w:rsid w:val="009409D3"/>
    <w:rsid w:val="00940A07"/>
    <w:rsid w:val="00940EF4"/>
    <w:rsid w:val="00940F60"/>
    <w:rsid w:val="0094227E"/>
    <w:rsid w:val="00942892"/>
    <w:rsid w:val="00943235"/>
    <w:rsid w:val="00943672"/>
    <w:rsid w:val="00943931"/>
    <w:rsid w:val="009444E4"/>
    <w:rsid w:val="00944611"/>
    <w:rsid w:val="0094493B"/>
    <w:rsid w:val="00944FD9"/>
    <w:rsid w:val="009450C4"/>
    <w:rsid w:val="009454B1"/>
    <w:rsid w:val="009455D8"/>
    <w:rsid w:val="00945EAE"/>
    <w:rsid w:val="00946665"/>
    <w:rsid w:val="009473D5"/>
    <w:rsid w:val="00950363"/>
    <w:rsid w:val="0095062E"/>
    <w:rsid w:val="00950930"/>
    <w:rsid w:val="00950A83"/>
    <w:rsid w:val="00950B04"/>
    <w:rsid w:val="009512A8"/>
    <w:rsid w:val="00951C86"/>
    <w:rsid w:val="00951F4F"/>
    <w:rsid w:val="009522B8"/>
    <w:rsid w:val="00952818"/>
    <w:rsid w:val="009537B3"/>
    <w:rsid w:val="00953F5D"/>
    <w:rsid w:val="0095442F"/>
    <w:rsid w:val="00954FFB"/>
    <w:rsid w:val="009558AA"/>
    <w:rsid w:val="00956001"/>
    <w:rsid w:val="0095739D"/>
    <w:rsid w:val="00957997"/>
    <w:rsid w:val="009579C6"/>
    <w:rsid w:val="00957F9F"/>
    <w:rsid w:val="00960368"/>
    <w:rsid w:val="00960E5D"/>
    <w:rsid w:val="00961FAF"/>
    <w:rsid w:val="009626E1"/>
    <w:rsid w:val="00962C81"/>
    <w:rsid w:val="00964355"/>
    <w:rsid w:val="00964790"/>
    <w:rsid w:val="00965C40"/>
    <w:rsid w:val="00966A62"/>
    <w:rsid w:val="009675AF"/>
    <w:rsid w:val="00967680"/>
    <w:rsid w:val="009679D5"/>
    <w:rsid w:val="00970332"/>
    <w:rsid w:val="00970506"/>
    <w:rsid w:val="00970786"/>
    <w:rsid w:val="009718E1"/>
    <w:rsid w:val="00971A6E"/>
    <w:rsid w:val="00972BC1"/>
    <w:rsid w:val="00972E26"/>
    <w:rsid w:val="00972E36"/>
    <w:rsid w:val="00973227"/>
    <w:rsid w:val="00973613"/>
    <w:rsid w:val="00974663"/>
    <w:rsid w:val="00975A19"/>
    <w:rsid w:val="00975A23"/>
    <w:rsid w:val="00975EAD"/>
    <w:rsid w:val="00976744"/>
    <w:rsid w:val="00976CF1"/>
    <w:rsid w:val="00976F44"/>
    <w:rsid w:val="0098055F"/>
    <w:rsid w:val="0098078F"/>
    <w:rsid w:val="00980D4A"/>
    <w:rsid w:val="0098116F"/>
    <w:rsid w:val="00981B58"/>
    <w:rsid w:val="00982FBD"/>
    <w:rsid w:val="00983696"/>
    <w:rsid w:val="0098538C"/>
    <w:rsid w:val="00985A1A"/>
    <w:rsid w:val="009867DC"/>
    <w:rsid w:val="0098694B"/>
    <w:rsid w:val="00987E35"/>
    <w:rsid w:val="00987EA0"/>
    <w:rsid w:val="00990191"/>
    <w:rsid w:val="00992277"/>
    <w:rsid w:val="00992DBA"/>
    <w:rsid w:val="00992DFA"/>
    <w:rsid w:val="00993752"/>
    <w:rsid w:val="009944BE"/>
    <w:rsid w:val="00994D23"/>
    <w:rsid w:val="0099569B"/>
    <w:rsid w:val="00995C29"/>
    <w:rsid w:val="0099619C"/>
    <w:rsid w:val="009A0208"/>
    <w:rsid w:val="009A02F5"/>
    <w:rsid w:val="009A0595"/>
    <w:rsid w:val="009A0711"/>
    <w:rsid w:val="009A07CE"/>
    <w:rsid w:val="009A1846"/>
    <w:rsid w:val="009A1B6D"/>
    <w:rsid w:val="009A1BE1"/>
    <w:rsid w:val="009A248C"/>
    <w:rsid w:val="009A274E"/>
    <w:rsid w:val="009A2CFB"/>
    <w:rsid w:val="009A3CEB"/>
    <w:rsid w:val="009A3E08"/>
    <w:rsid w:val="009A4765"/>
    <w:rsid w:val="009A4B0C"/>
    <w:rsid w:val="009A4EEC"/>
    <w:rsid w:val="009A4FB9"/>
    <w:rsid w:val="009A5415"/>
    <w:rsid w:val="009A6153"/>
    <w:rsid w:val="009A7C81"/>
    <w:rsid w:val="009B0C7E"/>
    <w:rsid w:val="009B15D1"/>
    <w:rsid w:val="009B1D32"/>
    <w:rsid w:val="009B2454"/>
    <w:rsid w:val="009B5009"/>
    <w:rsid w:val="009B51D0"/>
    <w:rsid w:val="009B5B18"/>
    <w:rsid w:val="009B6058"/>
    <w:rsid w:val="009B6273"/>
    <w:rsid w:val="009B6CB2"/>
    <w:rsid w:val="009B7048"/>
    <w:rsid w:val="009B7763"/>
    <w:rsid w:val="009C0F93"/>
    <w:rsid w:val="009C211F"/>
    <w:rsid w:val="009C2F1E"/>
    <w:rsid w:val="009C2FF8"/>
    <w:rsid w:val="009C3564"/>
    <w:rsid w:val="009C41B6"/>
    <w:rsid w:val="009C4FA2"/>
    <w:rsid w:val="009C50DD"/>
    <w:rsid w:val="009C5354"/>
    <w:rsid w:val="009C562E"/>
    <w:rsid w:val="009C5B30"/>
    <w:rsid w:val="009C63BA"/>
    <w:rsid w:val="009C6BC5"/>
    <w:rsid w:val="009C6BEB"/>
    <w:rsid w:val="009D08F1"/>
    <w:rsid w:val="009D1CEE"/>
    <w:rsid w:val="009D2906"/>
    <w:rsid w:val="009D2AF7"/>
    <w:rsid w:val="009D2B35"/>
    <w:rsid w:val="009D2F34"/>
    <w:rsid w:val="009D3942"/>
    <w:rsid w:val="009D43CC"/>
    <w:rsid w:val="009D4832"/>
    <w:rsid w:val="009D4E11"/>
    <w:rsid w:val="009D608F"/>
    <w:rsid w:val="009D770E"/>
    <w:rsid w:val="009D7A44"/>
    <w:rsid w:val="009E06B4"/>
    <w:rsid w:val="009E0E1C"/>
    <w:rsid w:val="009E1B5A"/>
    <w:rsid w:val="009E2332"/>
    <w:rsid w:val="009E2A5B"/>
    <w:rsid w:val="009E363B"/>
    <w:rsid w:val="009E38CD"/>
    <w:rsid w:val="009E4285"/>
    <w:rsid w:val="009E45BA"/>
    <w:rsid w:val="009E475D"/>
    <w:rsid w:val="009E49EC"/>
    <w:rsid w:val="009E5748"/>
    <w:rsid w:val="009E782F"/>
    <w:rsid w:val="009E78E2"/>
    <w:rsid w:val="009F098A"/>
    <w:rsid w:val="009F0999"/>
    <w:rsid w:val="009F0BF9"/>
    <w:rsid w:val="009F2246"/>
    <w:rsid w:val="009F237D"/>
    <w:rsid w:val="009F254D"/>
    <w:rsid w:val="009F367E"/>
    <w:rsid w:val="009F3D73"/>
    <w:rsid w:val="009F447C"/>
    <w:rsid w:val="009F50D2"/>
    <w:rsid w:val="009F523C"/>
    <w:rsid w:val="009F52DC"/>
    <w:rsid w:val="009F61F4"/>
    <w:rsid w:val="009F63DE"/>
    <w:rsid w:val="009F6622"/>
    <w:rsid w:val="009F76C2"/>
    <w:rsid w:val="009F7F52"/>
    <w:rsid w:val="00A00876"/>
    <w:rsid w:val="00A00E05"/>
    <w:rsid w:val="00A01E95"/>
    <w:rsid w:val="00A0212D"/>
    <w:rsid w:val="00A034D9"/>
    <w:rsid w:val="00A03E2C"/>
    <w:rsid w:val="00A04892"/>
    <w:rsid w:val="00A04A03"/>
    <w:rsid w:val="00A0622B"/>
    <w:rsid w:val="00A06BB1"/>
    <w:rsid w:val="00A06CA3"/>
    <w:rsid w:val="00A06F91"/>
    <w:rsid w:val="00A07179"/>
    <w:rsid w:val="00A07547"/>
    <w:rsid w:val="00A10060"/>
    <w:rsid w:val="00A102C8"/>
    <w:rsid w:val="00A1364A"/>
    <w:rsid w:val="00A15049"/>
    <w:rsid w:val="00A156CD"/>
    <w:rsid w:val="00A15AEE"/>
    <w:rsid w:val="00A15DC9"/>
    <w:rsid w:val="00A16448"/>
    <w:rsid w:val="00A1766F"/>
    <w:rsid w:val="00A17A16"/>
    <w:rsid w:val="00A208B6"/>
    <w:rsid w:val="00A21F10"/>
    <w:rsid w:val="00A22972"/>
    <w:rsid w:val="00A23AC5"/>
    <w:rsid w:val="00A24AF4"/>
    <w:rsid w:val="00A24F49"/>
    <w:rsid w:val="00A259A6"/>
    <w:rsid w:val="00A25CF1"/>
    <w:rsid w:val="00A25D8D"/>
    <w:rsid w:val="00A25FFA"/>
    <w:rsid w:val="00A268BD"/>
    <w:rsid w:val="00A26A29"/>
    <w:rsid w:val="00A304EB"/>
    <w:rsid w:val="00A30A24"/>
    <w:rsid w:val="00A31205"/>
    <w:rsid w:val="00A324E6"/>
    <w:rsid w:val="00A33363"/>
    <w:rsid w:val="00A33579"/>
    <w:rsid w:val="00A33E14"/>
    <w:rsid w:val="00A3502E"/>
    <w:rsid w:val="00A3560C"/>
    <w:rsid w:val="00A359FA"/>
    <w:rsid w:val="00A36484"/>
    <w:rsid w:val="00A367F1"/>
    <w:rsid w:val="00A368A4"/>
    <w:rsid w:val="00A37206"/>
    <w:rsid w:val="00A37797"/>
    <w:rsid w:val="00A378A6"/>
    <w:rsid w:val="00A37DB5"/>
    <w:rsid w:val="00A37DD3"/>
    <w:rsid w:val="00A419AD"/>
    <w:rsid w:val="00A41A05"/>
    <w:rsid w:val="00A44996"/>
    <w:rsid w:val="00A45000"/>
    <w:rsid w:val="00A47A58"/>
    <w:rsid w:val="00A47AA3"/>
    <w:rsid w:val="00A47CA5"/>
    <w:rsid w:val="00A508D1"/>
    <w:rsid w:val="00A5099A"/>
    <w:rsid w:val="00A51267"/>
    <w:rsid w:val="00A51FB6"/>
    <w:rsid w:val="00A52042"/>
    <w:rsid w:val="00A528A2"/>
    <w:rsid w:val="00A5497B"/>
    <w:rsid w:val="00A55049"/>
    <w:rsid w:val="00A56011"/>
    <w:rsid w:val="00A56C06"/>
    <w:rsid w:val="00A56CC8"/>
    <w:rsid w:val="00A56EC7"/>
    <w:rsid w:val="00A56F29"/>
    <w:rsid w:val="00A578E4"/>
    <w:rsid w:val="00A57DB3"/>
    <w:rsid w:val="00A60FAC"/>
    <w:rsid w:val="00A622D8"/>
    <w:rsid w:val="00A62A1F"/>
    <w:rsid w:val="00A62DED"/>
    <w:rsid w:val="00A63612"/>
    <w:rsid w:val="00A639B7"/>
    <w:rsid w:val="00A6407E"/>
    <w:rsid w:val="00A64FD0"/>
    <w:rsid w:val="00A65ABE"/>
    <w:rsid w:val="00A65CB3"/>
    <w:rsid w:val="00A663DC"/>
    <w:rsid w:val="00A66813"/>
    <w:rsid w:val="00A66A10"/>
    <w:rsid w:val="00A67292"/>
    <w:rsid w:val="00A6752D"/>
    <w:rsid w:val="00A67AC3"/>
    <w:rsid w:val="00A740DC"/>
    <w:rsid w:val="00A74D57"/>
    <w:rsid w:val="00A74D6B"/>
    <w:rsid w:val="00A75DE2"/>
    <w:rsid w:val="00A764D7"/>
    <w:rsid w:val="00A7670F"/>
    <w:rsid w:val="00A76826"/>
    <w:rsid w:val="00A76E66"/>
    <w:rsid w:val="00A77237"/>
    <w:rsid w:val="00A7756E"/>
    <w:rsid w:val="00A80C06"/>
    <w:rsid w:val="00A81DE4"/>
    <w:rsid w:val="00A8223B"/>
    <w:rsid w:val="00A83042"/>
    <w:rsid w:val="00A83062"/>
    <w:rsid w:val="00A83C28"/>
    <w:rsid w:val="00A83F95"/>
    <w:rsid w:val="00A8476F"/>
    <w:rsid w:val="00A84FF8"/>
    <w:rsid w:val="00A8607A"/>
    <w:rsid w:val="00A8638F"/>
    <w:rsid w:val="00A863E2"/>
    <w:rsid w:val="00A86465"/>
    <w:rsid w:val="00A86AF3"/>
    <w:rsid w:val="00A87944"/>
    <w:rsid w:val="00A87A7D"/>
    <w:rsid w:val="00A87B9F"/>
    <w:rsid w:val="00A87CEB"/>
    <w:rsid w:val="00A87EB1"/>
    <w:rsid w:val="00A9049C"/>
    <w:rsid w:val="00A90E64"/>
    <w:rsid w:val="00A9124F"/>
    <w:rsid w:val="00A92AF1"/>
    <w:rsid w:val="00A93B57"/>
    <w:rsid w:val="00A93CAD"/>
    <w:rsid w:val="00A9439A"/>
    <w:rsid w:val="00A94634"/>
    <w:rsid w:val="00A9473B"/>
    <w:rsid w:val="00A94E89"/>
    <w:rsid w:val="00A950B1"/>
    <w:rsid w:val="00A96016"/>
    <w:rsid w:val="00A961D6"/>
    <w:rsid w:val="00A96387"/>
    <w:rsid w:val="00A96648"/>
    <w:rsid w:val="00A96C76"/>
    <w:rsid w:val="00A979AD"/>
    <w:rsid w:val="00A97E51"/>
    <w:rsid w:val="00AA06AD"/>
    <w:rsid w:val="00AA0951"/>
    <w:rsid w:val="00AA24D2"/>
    <w:rsid w:val="00AA2856"/>
    <w:rsid w:val="00AA2905"/>
    <w:rsid w:val="00AA320A"/>
    <w:rsid w:val="00AA3655"/>
    <w:rsid w:val="00AA3754"/>
    <w:rsid w:val="00AA3FA4"/>
    <w:rsid w:val="00AA4BC2"/>
    <w:rsid w:val="00AA6A59"/>
    <w:rsid w:val="00AA7A4A"/>
    <w:rsid w:val="00AB06F9"/>
    <w:rsid w:val="00AB10B9"/>
    <w:rsid w:val="00AB1BDA"/>
    <w:rsid w:val="00AB27A2"/>
    <w:rsid w:val="00AB287F"/>
    <w:rsid w:val="00AB30CA"/>
    <w:rsid w:val="00AB3BA0"/>
    <w:rsid w:val="00AB3CF3"/>
    <w:rsid w:val="00AB3E15"/>
    <w:rsid w:val="00AB4C67"/>
    <w:rsid w:val="00AB5BA0"/>
    <w:rsid w:val="00AB71A8"/>
    <w:rsid w:val="00AB71DE"/>
    <w:rsid w:val="00AB7B60"/>
    <w:rsid w:val="00AC0691"/>
    <w:rsid w:val="00AC098D"/>
    <w:rsid w:val="00AC38B3"/>
    <w:rsid w:val="00AC41A4"/>
    <w:rsid w:val="00AC4CDD"/>
    <w:rsid w:val="00AC4D6F"/>
    <w:rsid w:val="00AC4E3F"/>
    <w:rsid w:val="00AC4F50"/>
    <w:rsid w:val="00AC5572"/>
    <w:rsid w:val="00AC55E9"/>
    <w:rsid w:val="00AC668B"/>
    <w:rsid w:val="00AC67BE"/>
    <w:rsid w:val="00AC6AF1"/>
    <w:rsid w:val="00AC7545"/>
    <w:rsid w:val="00AC7958"/>
    <w:rsid w:val="00AD13B0"/>
    <w:rsid w:val="00AD1ECA"/>
    <w:rsid w:val="00AD260E"/>
    <w:rsid w:val="00AD3842"/>
    <w:rsid w:val="00AD3DBD"/>
    <w:rsid w:val="00AD3FC5"/>
    <w:rsid w:val="00AD4D0B"/>
    <w:rsid w:val="00AD58AC"/>
    <w:rsid w:val="00AD6318"/>
    <w:rsid w:val="00AD7F8E"/>
    <w:rsid w:val="00AE0174"/>
    <w:rsid w:val="00AE1481"/>
    <w:rsid w:val="00AE2229"/>
    <w:rsid w:val="00AE2C0E"/>
    <w:rsid w:val="00AE2CFE"/>
    <w:rsid w:val="00AE3774"/>
    <w:rsid w:val="00AE52E5"/>
    <w:rsid w:val="00AE5B1F"/>
    <w:rsid w:val="00AE5BDB"/>
    <w:rsid w:val="00AE5CE0"/>
    <w:rsid w:val="00AE6152"/>
    <w:rsid w:val="00AE6538"/>
    <w:rsid w:val="00AE6CF2"/>
    <w:rsid w:val="00AE748A"/>
    <w:rsid w:val="00AF07C1"/>
    <w:rsid w:val="00AF0F5D"/>
    <w:rsid w:val="00AF1174"/>
    <w:rsid w:val="00AF1F23"/>
    <w:rsid w:val="00AF21C9"/>
    <w:rsid w:val="00AF2662"/>
    <w:rsid w:val="00AF26D3"/>
    <w:rsid w:val="00AF27CF"/>
    <w:rsid w:val="00AF298A"/>
    <w:rsid w:val="00AF2FD9"/>
    <w:rsid w:val="00AF32C6"/>
    <w:rsid w:val="00AF32DE"/>
    <w:rsid w:val="00AF3312"/>
    <w:rsid w:val="00AF33E7"/>
    <w:rsid w:val="00AF4727"/>
    <w:rsid w:val="00AF57C2"/>
    <w:rsid w:val="00AF63FF"/>
    <w:rsid w:val="00AF6546"/>
    <w:rsid w:val="00AF7F83"/>
    <w:rsid w:val="00B00543"/>
    <w:rsid w:val="00B009E0"/>
    <w:rsid w:val="00B0148F"/>
    <w:rsid w:val="00B01EF8"/>
    <w:rsid w:val="00B02847"/>
    <w:rsid w:val="00B03EF1"/>
    <w:rsid w:val="00B0491A"/>
    <w:rsid w:val="00B0686C"/>
    <w:rsid w:val="00B06FE0"/>
    <w:rsid w:val="00B070BB"/>
    <w:rsid w:val="00B07E1A"/>
    <w:rsid w:val="00B1101D"/>
    <w:rsid w:val="00B11575"/>
    <w:rsid w:val="00B115EB"/>
    <w:rsid w:val="00B11CE6"/>
    <w:rsid w:val="00B12018"/>
    <w:rsid w:val="00B121B1"/>
    <w:rsid w:val="00B121BC"/>
    <w:rsid w:val="00B12E3E"/>
    <w:rsid w:val="00B13A11"/>
    <w:rsid w:val="00B168A8"/>
    <w:rsid w:val="00B17117"/>
    <w:rsid w:val="00B177A0"/>
    <w:rsid w:val="00B1782E"/>
    <w:rsid w:val="00B17898"/>
    <w:rsid w:val="00B17D7E"/>
    <w:rsid w:val="00B20085"/>
    <w:rsid w:val="00B206E3"/>
    <w:rsid w:val="00B21FD9"/>
    <w:rsid w:val="00B2267E"/>
    <w:rsid w:val="00B22E75"/>
    <w:rsid w:val="00B2339B"/>
    <w:rsid w:val="00B23DBE"/>
    <w:rsid w:val="00B244FF"/>
    <w:rsid w:val="00B24D58"/>
    <w:rsid w:val="00B25EBC"/>
    <w:rsid w:val="00B2692E"/>
    <w:rsid w:val="00B26975"/>
    <w:rsid w:val="00B26B28"/>
    <w:rsid w:val="00B26C11"/>
    <w:rsid w:val="00B27908"/>
    <w:rsid w:val="00B279F3"/>
    <w:rsid w:val="00B27E67"/>
    <w:rsid w:val="00B309EF"/>
    <w:rsid w:val="00B321A2"/>
    <w:rsid w:val="00B32AB0"/>
    <w:rsid w:val="00B3313B"/>
    <w:rsid w:val="00B346A7"/>
    <w:rsid w:val="00B34EA2"/>
    <w:rsid w:val="00B3651C"/>
    <w:rsid w:val="00B37B62"/>
    <w:rsid w:val="00B401B3"/>
    <w:rsid w:val="00B403BA"/>
    <w:rsid w:val="00B40573"/>
    <w:rsid w:val="00B405B7"/>
    <w:rsid w:val="00B4082B"/>
    <w:rsid w:val="00B415DF"/>
    <w:rsid w:val="00B419A4"/>
    <w:rsid w:val="00B44118"/>
    <w:rsid w:val="00B44926"/>
    <w:rsid w:val="00B4496E"/>
    <w:rsid w:val="00B457A3"/>
    <w:rsid w:val="00B457FE"/>
    <w:rsid w:val="00B4596B"/>
    <w:rsid w:val="00B4598D"/>
    <w:rsid w:val="00B45BDA"/>
    <w:rsid w:val="00B45C52"/>
    <w:rsid w:val="00B46497"/>
    <w:rsid w:val="00B468C8"/>
    <w:rsid w:val="00B46BD1"/>
    <w:rsid w:val="00B46F05"/>
    <w:rsid w:val="00B47409"/>
    <w:rsid w:val="00B51914"/>
    <w:rsid w:val="00B5430B"/>
    <w:rsid w:val="00B5582A"/>
    <w:rsid w:val="00B5687F"/>
    <w:rsid w:val="00B5756D"/>
    <w:rsid w:val="00B57A9F"/>
    <w:rsid w:val="00B6021F"/>
    <w:rsid w:val="00B60992"/>
    <w:rsid w:val="00B60D74"/>
    <w:rsid w:val="00B61642"/>
    <w:rsid w:val="00B61643"/>
    <w:rsid w:val="00B61E82"/>
    <w:rsid w:val="00B62239"/>
    <w:rsid w:val="00B63A77"/>
    <w:rsid w:val="00B6429B"/>
    <w:rsid w:val="00B6512D"/>
    <w:rsid w:val="00B6545C"/>
    <w:rsid w:val="00B657EB"/>
    <w:rsid w:val="00B65DD3"/>
    <w:rsid w:val="00B66442"/>
    <w:rsid w:val="00B66974"/>
    <w:rsid w:val="00B66B5A"/>
    <w:rsid w:val="00B67011"/>
    <w:rsid w:val="00B670DC"/>
    <w:rsid w:val="00B6730D"/>
    <w:rsid w:val="00B67D2E"/>
    <w:rsid w:val="00B67EA3"/>
    <w:rsid w:val="00B7087D"/>
    <w:rsid w:val="00B70D73"/>
    <w:rsid w:val="00B70F7E"/>
    <w:rsid w:val="00B72E05"/>
    <w:rsid w:val="00B7354B"/>
    <w:rsid w:val="00B739BE"/>
    <w:rsid w:val="00B73CD2"/>
    <w:rsid w:val="00B75287"/>
    <w:rsid w:val="00B76237"/>
    <w:rsid w:val="00B765CA"/>
    <w:rsid w:val="00B76DE2"/>
    <w:rsid w:val="00B80513"/>
    <w:rsid w:val="00B80A35"/>
    <w:rsid w:val="00B8198B"/>
    <w:rsid w:val="00B83153"/>
    <w:rsid w:val="00B8349A"/>
    <w:rsid w:val="00B83CEF"/>
    <w:rsid w:val="00B83DFA"/>
    <w:rsid w:val="00B841F4"/>
    <w:rsid w:val="00B845A3"/>
    <w:rsid w:val="00B846F9"/>
    <w:rsid w:val="00B85785"/>
    <w:rsid w:val="00B8583A"/>
    <w:rsid w:val="00B86CF7"/>
    <w:rsid w:val="00B877AB"/>
    <w:rsid w:val="00B90107"/>
    <w:rsid w:val="00B90325"/>
    <w:rsid w:val="00B90559"/>
    <w:rsid w:val="00B90BA1"/>
    <w:rsid w:val="00B90D57"/>
    <w:rsid w:val="00B91B05"/>
    <w:rsid w:val="00B92DF2"/>
    <w:rsid w:val="00B941B3"/>
    <w:rsid w:val="00B94335"/>
    <w:rsid w:val="00B95BA6"/>
    <w:rsid w:val="00B962CB"/>
    <w:rsid w:val="00B9636D"/>
    <w:rsid w:val="00B96CE2"/>
    <w:rsid w:val="00B975F0"/>
    <w:rsid w:val="00B97E45"/>
    <w:rsid w:val="00B97F40"/>
    <w:rsid w:val="00BA0913"/>
    <w:rsid w:val="00BA0F83"/>
    <w:rsid w:val="00BA16D2"/>
    <w:rsid w:val="00BA16DF"/>
    <w:rsid w:val="00BA1BBC"/>
    <w:rsid w:val="00BA2907"/>
    <w:rsid w:val="00BA298F"/>
    <w:rsid w:val="00BA2C7A"/>
    <w:rsid w:val="00BA2F93"/>
    <w:rsid w:val="00BA3B1E"/>
    <w:rsid w:val="00BA49DF"/>
    <w:rsid w:val="00BA538D"/>
    <w:rsid w:val="00BA542D"/>
    <w:rsid w:val="00BA7089"/>
    <w:rsid w:val="00BA7E5D"/>
    <w:rsid w:val="00BA7E94"/>
    <w:rsid w:val="00BB0221"/>
    <w:rsid w:val="00BB082F"/>
    <w:rsid w:val="00BB0D14"/>
    <w:rsid w:val="00BB189F"/>
    <w:rsid w:val="00BB1A69"/>
    <w:rsid w:val="00BB1CC2"/>
    <w:rsid w:val="00BB2324"/>
    <w:rsid w:val="00BB4087"/>
    <w:rsid w:val="00BB4591"/>
    <w:rsid w:val="00BB4C75"/>
    <w:rsid w:val="00BB4C9A"/>
    <w:rsid w:val="00BB5206"/>
    <w:rsid w:val="00BB52C0"/>
    <w:rsid w:val="00BB5410"/>
    <w:rsid w:val="00BB5FB8"/>
    <w:rsid w:val="00BB63FC"/>
    <w:rsid w:val="00BB79B0"/>
    <w:rsid w:val="00BC0A68"/>
    <w:rsid w:val="00BC1999"/>
    <w:rsid w:val="00BC216F"/>
    <w:rsid w:val="00BC3C02"/>
    <w:rsid w:val="00BC3F23"/>
    <w:rsid w:val="00BC4897"/>
    <w:rsid w:val="00BC4ED9"/>
    <w:rsid w:val="00BC5048"/>
    <w:rsid w:val="00BC551C"/>
    <w:rsid w:val="00BC5708"/>
    <w:rsid w:val="00BC7396"/>
    <w:rsid w:val="00BC77A2"/>
    <w:rsid w:val="00BC788F"/>
    <w:rsid w:val="00BC7A7B"/>
    <w:rsid w:val="00BD0532"/>
    <w:rsid w:val="00BD0CAB"/>
    <w:rsid w:val="00BD0DC5"/>
    <w:rsid w:val="00BD103B"/>
    <w:rsid w:val="00BD43A5"/>
    <w:rsid w:val="00BD43A9"/>
    <w:rsid w:val="00BD4E32"/>
    <w:rsid w:val="00BD51ED"/>
    <w:rsid w:val="00BD5B25"/>
    <w:rsid w:val="00BD63CE"/>
    <w:rsid w:val="00BD6B66"/>
    <w:rsid w:val="00BD7373"/>
    <w:rsid w:val="00BD7569"/>
    <w:rsid w:val="00BD75DA"/>
    <w:rsid w:val="00BD78FD"/>
    <w:rsid w:val="00BE01CD"/>
    <w:rsid w:val="00BE0A11"/>
    <w:rsid w:val="00BE1399"/>
    <w:rsid w:val="00BE1E26"/>
    <w:rsid w:val="00BE24C7"/>
    <w:rsid w:val="00BE2CE3"/>
    <w:rsid w:val="00BE37C9"/>
    <w:rsid w:val="00BE407E"/>
    <w:rsid w:val="00BE4E3E"/>
    <w:rsid w:val="00BE5547"/>
    <w:rsid w:val="00BE58B7"/>
    <w:rsid w:val="00BE61A6"/>
    <w:rsid w:val="00BE779C"/>
    <w:rsid w:val="00BE7C83"/>
    <w:rsid w:val="00BE7F92"/>
    <w:rsid w:val="00BF1385"/>
    <w:rsid w:val="00BF139E"/>
    <w:rsid w:val="00BF1AA6"/>
    <w:rsid w:val="00BF1F1C"/>
    <w:rsid w:val="00BF2CBB"/>
    <w:rsid w:val="00BF37FB"/>
    <w:rsid w:val="00BF5A3E"/>
    <w:rsid w:val="00BF5C36"/>
    <w:rsid w:val="00BF642E"/>
    <w:rsid w:val="00BF6504"/>
    <w:rsid w:val="00BF7300"/>
    <w:rsid w:val="00BF7C18"/>
    <w:rsid w:val="00C0092A"/>
    <w:rsid w:val="00C00CA7"/>
    <w:rsid w:val="00C017E7"/>
    <w:rsid w:val="00C0293E"/>
    <w:rsid w:val="00C03281"/>
    <w:rsid w:val="00C032C1"/>
    <w:rsid w:val="00C0350D"/>
    <w:rsid w:val="00C03656"/>
    <w:rsid w:val="00C054B5"/>
    <w:rsid w:val="00C068C6"/>
    <w:rsid w:val="00C06DCA"/>
    <w:rsid w:val="00C07D66"/>
    <w:rsid w:val="00C1073A"/>
    <w:rsid w:val="00C10C4C"/>
    <w:rsid w:val="00C1135D"/>
    <w:rsid w:val="00C114C0"/>
    <w:rsid w:val="00C11D97"/>
    <w:rsid w:val="00C1248C"/>
    <w:rsid w:val="00C13445"/>
    <w:rsid w:val="00C135C2"/>
    <w:rsid w:val="00C143D3"/>
    <w:rsid w:val="00C1516C"/>
    <w:rsid w:val="00C16092"/>
    <w:rsid w:val="00C165D6"/>
    <w:rsid w:val="00C16914"/>
    <w:rsid w:val="00C16954"/>
    <w:rsid w:val="00C169EE"/>
    <w:rsid w:val="00C17A3B"/>
    <w:rsid w:val="00C17C86"/>
    <w:rsid w:val="00C20D29"/>
    <w:rsid w:val="00C21A93"/>
    <w:rsid w:val="00C222E5"/>
    <w:rsid w:val="00C2284B"/>
    <w:rsid w:val="00C229C8"/>
    <w:rsid w:val="00C22F13"/>
    <w:rsid w:val="00C232CF"/>
    <w:rsid w:val="00C2339A"/>
    <w:rsid w:val="00C23440"/>
    <w:rsid w:val="00C23751"/>
    <w:rsid w:val="00C23BBB"/>
    <w:rsid w:val="00C241F1"/>
    <w:rsid w:val="00C24B54"/>
    <w:rsid w:val="00C261E5"/>
    <w:rsid w:val="00C267D5"/>
    <w:rsid w:val="00C26A8D"/>
    <w:rsid w:val="00C30518"/>
    <w:rsid w:val="00C30FDA"/>
    <w:rsid w:val="00C3106A"/>
    <w:rsid w:val="00C3128D"/>
    <w:rsid w:val="00C31A7F"/>
    <w:rsid w:val="00C31BFB"/>
    <w:rsid w:val="00C31F1A"/>
    <w:rsid w:val="00C3242F"/>
    <w:rsid w:val="00C32B36"/>
    <w:rsid w:val="00C32CFD"/>
    <w:rsid w:val="00C32DD7"/>
    <w:rsid w:val="00C336D0"/>
    <w:rsid w:val="00C346A3"/>
    <w:rsid w:val="00C34D64"/>
    <w:rsid w:val="00C374E9"/>
    <w:rsid w:val="00C37A88"/>
    <w:rsid w:val="00C37D65"/>
    <w:rsid w:val="00C4006F"/>
    <w:rsid w:val="00C408E6"/>
    <w:rsid w:val="00C413C8"/>
    <w:rsid w:val="00C420E8"/>
    <w:rsid w:val="00C425DC"/>
    <w:rsid w:val="00C431E3"/>
    <w:rsid w:val="00C43372"/>
    <w:rsid w:val="00C45C0E"/>
    <w:rsid w:val="00C45DC8"/>
    <w:rsid w:val="00C45F0D"/>
    <w:rsid w:val="00C4634F"/>
    <w:rsid w:val="00C46D68"/>
    <w:rsid w:val="00C46E58"/>
    <w:rsid w:val="00C4710F"/>
    <w:rsid w:val="00C4773E"/>
    <w:rsid w:val="00C47DBB"/>
    <w:rsid w:val="00C50A75"/>
    <w:rsid w:val="00C52257"/>
    <w:rsid w:val="00C52E35"/>
    <w:rsid w:val="00C5381B"/>
    <w:rsid w:val="00C54A98"/>
    <w:rsid w:val="00C55E0B"/>
    <w:rsid w:val="00C56913"/>
    <w:rsid w:val="00C56F33"/>
    <w:rsid w:val="00C57324"/>
    <w:rsid w:val="00C57F3B"/>
    <w:rsid w:val="00C60DB8"/>
    <w:rsid w:val="00C61083"/>
    <w:rsid w:val="00C615CD"/>
    <w:rsid w:val="00C62C7E"/>
    <w:rsid w:val="00C63210"/>
    <w:rsid w:val="00C63B71"/>
    <w:rsid w:val="00C63D6C"/>
    <w:rsid w:val="00C64593"/>
    <w:rsid w:val="00C64CA6"/>
    <w:rsid w:val="00C656D6"/>
    <w:rsid w:val="00C66AC5"/>
    <w:rsid w:val="00C676E4"/>
    <w:rsid w:val="00C70285"/>
    <w:rsid w:val="00C7069C"/>
    <w:rsid w:val="00C70C83"/>
    <w:rsid w:val="00C71695"/>
    <w:rsid w:val="00C72828"/>
    <w:rsid w:val="00C731F5"/>
    <w:rsid w:val="00C74289"/>
    <w:rsid w:val="00C74549"/>
    <w:rsid w:val="00C75603"/>
    <w:rsid w:val="00C75AF4"/>
    <w:rsid w:val="00C75D3D"/>
    <w:rsid w:val="00C763A3"/>
    <w:rsid w:val="00C77522"/>
    <w:rsid w:val="00C778DC"/>
    <w:rsid w:val="00C77C7C"/>
    <w:rsid w:val="00C80B28"/>
    <w:rsid w:val="00C80C28"/>
    <w:rsid w:val="00C80D10"/>
    <w:rsid w:val="00C8101C"/>
    <w:rsid w:val="00C82ADD"/>
    <w:rsid w:val="00C838ED"/>
    <w:rsid w:val="00C83B4E"/>
    <w:rsid w:val="00C84B58"/>
    <w:rsid w:val="00C84CCF"/>
    <w:rsid w:val="00C86932"/>
    <w:rsid w:val="00C86FB5"/>
    <w:rsid w:val="00C86FF0"/>
    <w:rsid w:val="00C90628"/>
    <w:rsid w:val="00C90703"/>
    <w:rsid w:val="00C9071A"/>
    <w:rsid w:val="00C90AD5"/>
    <w:rsid w:val="00C90C4A"/>
    <w:rsid w:val="00C912A8"/>
    <w:rsid w:val="00C91ED1"/>
    <w:rsid w:val="00C92309"/>
    <w:rsid w:val="00C92557"/>
    <w:rsid w:val="00C928DA"/>
    <w:rsid w:val="00C92966"/>
    <w:rsid w:val="00C93E0F"/>
    <w:rsid w:val="00C9438E"/>
    <w:rsid w:val="00C94894"/>
    <w:rsid w:val="00C94D5E"/>
    <w:rsid w:val="00C96301"/>
    <w:rsid w:val="00C96B2F"/>
    <w:rsid w:val="00C96CF0"/>
    <w:rsid w:val="00CA0382"/>
    <w:rsid w:val="00CA170E"/>
    <w:rsid w:val="00CA197F"/>
    <w:rsid w:val="00CA1F06"/>
    <w:rsid w:val="00CA2A32"/>
    <w:rsid w:val="00CA3D69"/>
    <w:rsid w:val="00CA41E8"/>
    <w:rsid w:val="00CA4216"/>
    <w:rsid w:val="00CA46B4"/>
    <w:rsid w:val="00CA486C"/>
    <w:rsid w:val="00CA605C"/>
    <w:rsid w:val="00CA63A9"/>
    <w:rsid w:val="00CA6DBD"/>
    <w:rsid w:val="00CB0B26"/>
    <w:rsid w:val="00CB1642"/>
    <w:rsid w:val="00CB1ECC"/>
    <w:rsid w:val="00CB27BF"/>
    <w:rsid w:val="00CB28C7"/>
    <w:rsid w:val="00CB32EC"/>
    <w:rsid w:val="00CB360D"/>
    <w:rsid w:val="00CB3DD4"/>
    <w:rsid w:val="00CB4220"/>
    <w:rsid w:val="00CB424A"/>
    <w:rsid w:val="00CB49D2"/>
    <w:rsid w:val="00CB586C"/>
    <w:rsid w:val="00CB671A"/>
    <w:rsid w:val="00CB76F2"/>
    <w:rsid w:val="00CC0B77"/>
    <w:rsid w:val="00CC0E9A"/>
    <w:rsid w:val="00CC0FD0"/>
    <w:rsid w:val="00CC13B5"/>
    <w:rsid w:val="00CC1655"/>
    <w:rsid w:val="00CC19C7"/>
    <w:rsid w:val="00CC2BAF"/>
    <w:rsid w:val="00CC2D79"/>
    <w:rsid w:val="00CC3EAA"/>
    <w:rsid w:val="00CC41EE"/>
    <w:rsid w:val="00CC4B39"/>
    <w:rsid w:val="00CC5926"/>
    <w:rsid w:val="00CC6ACF"/>
    <w:rsid w:val="00CC7938"/>
    <w:rsid w:val="00CD032E"/>
    <w:rsid w:val="00CD0497"/>
    <w:rsid w:val="00CD0AB2"/>
    <w:rsid w:val="00CD0CCC"/>
    <w:rsid w:val="00CD0CE5"/>
    <w:rsid w:val="00CD0F80"/>
    <w:rsid w:val="00CD1320"/>
    <w:rsid w:val="00CD13A3"/>
    <w:rsid w:val="00CD2D62"/>
    <w:rsid w:val="00CD360C"/>
    <w:rsid w:val="00CD40C2"/>
    <w:rsid w:val="00CD416F"/>
    <w:rsid w:val="00CD49C0"/>
    <w:rsid w:val="00CD55E4"/>
    <w:rsid w:val="00CD5FD5"/>
    <w:rsid w:val="00CD70AD"/>
    <w:rsid w:val="00CE1DF8"/>
    <w:rsid w:val="00CE2444"/>
    <w:rsid w:val="00CE31C3"/>
    <w:rsid w:val="00CE3EA5"/>
    <w:rsid w:val="00CE403D"/>
    <w:rsid w:val="00CE418B"/>
    <w:rsid w:val="00CE4A08"/>
    <w:rsid w:val="00CE56DB"/>
    <w:rsid w:val="00CE6CBC"/>
    <w:rsid w:val="00CE75BE"/>
    <w:rsid w:val="00CF02F9"/>
    <w:rsid w:val="00CF16C8"/>
    <w:rsid w:val="00CF199A"/>
    <w:rsid w:val="00CF2628"/>
    <w:rsid w:val="00CF2BD5"/>
    <w:rsid w:val="00CF33AD"/>
    <w:rsid w:val="00CF36C0"/>
    <w:rsid w:val="00CF383B"/>
    <w:rsid w:val="00CF390F"/>
    <w:rsid w:val="00CF469F"/>
    <w:rsid w:val="00CF4973"/>
    <w:rsid w:val="00CF49C8"/>
    <w:rsid w:val="00CF4E52"/>
    <w:rsid w:val="00CF5DD0"/>
    <w:rsid w:val="00CF63CE"/>
    <w:rsid w:val="00CF793F"/>
    <w:rsid w:val="00D0049D"/>
    <w:rsid w:val="00D00CF4"/>
    <w:rsid w:val="00D00DEB"/>
    <w:rsid w:val="00D01B7A"/>
    <w:rsid w:val="00D01E8D"/>
    <w:rsid w:val="00D0218B"/>
    <w:rsid w:val="00D025AA"/>
    <w:rsid w:val="00D028D5"/>
    <w:rsid w:val="00D02EBA"/>
    <w:rsid w:val="00D04060"/>
    <w:rsid w:val="00D04A69"/>
    <w:rsid w:val="00D0548B"/>
    <w:rsid w:val="00D05F3A"/>
    <w:rsid w:val="00D076BC"/>
    <w:rsid w:val="00D10671"/>
    <w:rsid w:val="00D10711"/>
    <w:rsid w:val="00D10963"/>
    <w:rsid w:val="00D11197"/>
    <w:rsid w:val="00D114E0"/>
    <w:rsid w:val="00D14506"/>
    <w:rsid w:val="00D15045"/>
    <w:rsid w:val="00D151ED"/>
    <w:rsid w:val="00D15395"/>
    <w:rsid w:val="00D15D18"/>
    <w:rsid w:val="00D15FAA"/>
    <w:rsid w:val="00D16521"/>
    <w:rsid w:val="00D17015"/>
    <w:rsid w:val="00D1712A"/>
    <w:rsid w:val="00D176BE"/>
    <w:rsid w:val="00D2005E"/>
    <w:rsid w:val="00D200A7"/>
    <w:rsid w:val="00D20454"/>
    <w:rsid w:val="00D20509"/>
    <w:rsid w:val="00D21A34"/>
    <w:rsid w:val="00D22B33"/>
    <w:rsid w:val="00D232BE"/>
    <w:rsid w:val="00D2346D"/>
    <w:rsid w:val="00D23F43"/>
    <w:rsid w:val="00D2688F"/>
    <w:rsid w:val="00D269C6"/>
    <w:rsid w:val="00D26CEE"/>
    <w:rsid w:val="00D270F8"/>
    <w:rsid w:val="00D306C0"/>
    <w:rsid w:val="00D30D49"/>
    <w:rsid w:val="00D30D69"/>
    <w:rsid w:val="00D315B7"/>
    <w:rsid w:val="00D316F6"/>
    <w:rsid w:val="00D31774"/>
    <w:rsid w:val="00D32588"/>
    <w:rsid w:val="00D32C6F"/>
    <w:rsid w:val="00D352FF"/>
    <w:rsid w:val="00D35449"/>
    <w:rsid w:val="00D36078"/>
    <w:rsid w:val="00D401F6"/>
    <w:rsid w:val="00D40280"/>
    <w:rsid w:val="00D403B0"/>
    <w:rsid w:val="00D40423"/>
    <w:rsid w:val="00D40F6E"/>
    <w:rsid w:val="00D4168E"/>
    <w:rsid w:val="00D42C3E"/>
    <w:rsid w:val="00D42E38"/>
    <w:rsid w:val="00D431E5"/>
    <w:rsid w:val="00D45150"/>
    <w:rsid w:val="00D451A0"/>
    <w:rsid w:val="00D454FB"/>
    <w:rsid w:val="00D4557D"/>
    <w:rsid w:val="00D4565A"/>
    <w:rsid w:val="00D456E4"/>
    <w:rsid w:val="00D457D1"/>
    <w:rsid w:val="00D45BE7"/>
    <w:rsid w:val="00D46285"/>
    <w:rsid w:val="00D4747F"/>
    <w:rsid w:val="00D50090"/>
    <w:rsid w:val="00D5030A"/>
    <w:rsid w:val="00D50F37"/>
    <w:rsid w:val="00D5173F"/>
    <w:rsid w:val="00D51CBF"/>
    <w:rsid w:val="00D52C5B"/>
    <w:rsid w:val="00D52D41"/>
    <w:rsid w:val="00D53F22"/>
    <w:rsid w:val="00D541F4"/>
    <w:rsid w:val="00D5448E"/>
    <w:rsid w:val="00D54A8F"/>
    <w:rsid w:val="00D56B6E"/>
    <w:rsid w:val="00D56CB2"/>
    <w:rsid w:val="00D5770B"/>
    <w:rsid w:val="00D60237"/>
    <w:rsid w:val="00D60FB0"/>
    <w:rsid w:val="00D61D27"/>
    <w:rsid w:val="00D639C7"/>
    <w:rsid w:val="00D640B5"/>
    <w:rsid w:val="00D64317"/>
    <w:rsid w:val="00D64589"/>
    <w:rsid w:val="00D64A1B"/>
    <w:rsid w:val="00D64B54"/>
    <w:rsid w:val="00D64DCD"/>
    <w:rsid w:val="00D6560D"/>
    <w:rsid w:val="00D65E11"/>
    <w:rsid w:val="00D66A65"/>
    <w:rsid w:val="00D67A13"/>
    <w:rsid w:val="00D67F7E"/>
    <w:rsid w:val="00D70E87"/>
    <w:rsid w:val="00D7133C"/>
    <w:rsid w:val="00D719BF"/>
    <w:rsid w:val="00D71B95"/>
    <w:rsid w:val="00D71BB2"/>
    <w:rsid w:val="00D722E4"/>
    <w:rsid w:val="00D7233E"/>
    <w:rsid w:val="00D72582"/>
    <w:rsid w:val="00D72BFA"/>
    <w:rsid w:val="00D72DA6"/>
    <w:rsid w:val="00D73155"/>
    <w:rsid w:val="00D732BF"/>
    <w:rsid w:val="00D74AA9"/>
    <w:rsid w:val="00D74ECF"/>
    <w:rsid w:val="00D75226"/>
    <w:rsid w:val="00D7572B"/>
    <w:rsid w:val="00D760FB"/>
    <w:rsid w:val="00D7639C"/>
    <w:rsid w:val="00D7761A"/>
    <w:rsid w:val="00D80323"/>
    <w:rsid w:val="00D80DAA"/>
    <w:rsid w:val="00D8161E"/>
    <w:rsid w:val="00D81AF4"/>
    <w:rsid w:val="00D81BAE"/>
    <w:rsid w:val="00D82A79"/>
    <w:rsid w:val="00D831F0"/>
    <w:rsid w:val="00D83238"/>
    <w:rsid w:val="00D834AA"/>
    <w:rsid w:val="00D83D81"/>
    <w:rsid w:val="00D84296"/>
    <w:rsid w:val="00D84EEC"/>
    <w:rsid w:val="00D852B6"/>
    <w:rsid w:val="00D855CA"/>
    <w:rsid w:val="00D86FB8"/>
    <w:rsid w:val="00D871C1"/>
    <w:rsid w:val="00D87231"/>
    <w:rsid w:val="00D87457"/>
    <w:rsid w:val="00D87509"/>
    <w:rsid w:val="00D90183"/>
    <w:rsid w:val="00D901F1"/>
    <w:rsid w:val="00D9060F"/>
    <w:rsid w:val="00D90C64"/>
    <w:rsid w:val="00D918AF"/>
    <w:rsid w:val="00D92468"/>
    <w:rsid w:val="00D92D00"/>
    <w:rsid w:val="00D94338"/>
    <w:rsid w:val="00D943FB"/>
    <w:rsid w:val="00D951C3"/>
    <w:rsid w:val="00D95414"/>
    <w:rsid w:val="00D9553C"/>
    <w:rsid w:val="00D968E3"/>
    <w:rsid w:val="00DA0D75"/>
    <w:rsid w:val="00DA12A5"/>
    <w:rsid w:val="00DA1740"/>
    <w:rsid w:val="00DA25B7"/>
    <w:rsid w:val="00DA2CA2"/>
    <w:rsid w:val="00DA3DE8"/>
    <w:rsid w:val="00DA52E9"/>
    <w:rsid w:val="00DA6D29"/>
    <w:rsid w:val="00DA6D9A"/>
    <w:rsid w:val="00DB0726"/>
    <w:rsid w:val="00DB1555"/>
    <w:rsid w:val="00DB1814"/>
    <w:rsid w:val="00DB25DD"/>
    <w:rsid w:val="00DB2C65"/>
    <w:rsid w:val="00DB3FDC"/>
    <w:rsid w:val="00DB4292"/>
    <w:rsid w:val="00DB544B"/>
    <w:rsid w:val="00DB58BD"/>
    <w:rsid w:val="00DB5F57"/>
    <w:rsid w:val="00DB74E1"/>
    <w:rsid w:val="00DC05FD"/>
    <w:rsid w:val="00DC06BF"/>
    <w:rsid w:val="00DC101E"/>
    <w:rsid w:val="00DC1303"/>
    <w:rsid w:val="00DC1320"/>
    <w:rsid w:val="00DC4764"/>
    <w:rsid w:val="00DC49B8"/>
    <w:rsid w:val="00DC598C"/>
    <w:rsid w:val="00DC6A6E"/>
    <w:rsid w:val="00DC6AE5"/>
    <w:rsid w:val="00DC6D0C"/>
    <w:rsid w:val="00DC6F07"/>
    <w:rsid w:val="00DC7553"/>
    <w:rsid w:val="00DC7A4E"/>
    <w:rsid w:val="00DD0406"/>
    <w:rsid w:val="00DD0411"/>
    <w:rsid w:val="00DD0A72"/>
    <w:rsid w:val="00DD0D81"/>
    <w:rsid w:val="00DD11E0"/>
    <w:rsid w:val="00DD1246"/>
    <w:rsid w:val="00DD12A1"/>
    <w:rsid w:val="00DD2C44"/>
    <w:rsid w:val="00DD37D1"/>
    <w:rsid w:val="00DD3B83"/>
    <w:rsid w:val="00DD4504"/>
    <w:rsid w:val="00DD51A6"/>
    <w:rsid w:val="00DD63DA"/>
    <w:rsid w:val="00DD6E80"/>
    <w:rsid w:val="00DE184A"/>
    <w:rsid w:val="00DE19DB"/>
    <w:rsid w:val="00DE1F85"/>
    <w:rsid w:val="00DE2043"/>
    <w:rsid w:val="00DE2193"/>
    <w:rsid w:val="00DE2AE3"/>
    <w:rsid w:val="00DE2C20"/>
    <w:rsid w:val="00DE39DC"/>
    <w:rsid w:val="00DE4592"/>
    <w:rsid w:val="00DE5020"/>
    <w:rsid w:val="00DE5F15"/>
    <w:rsid w:val="00DE68A3"/>
    <w:rsid w:val="00DE75D1"/>
    <w:rsid w:val="00DE77EC"/>
    <w:rsid w:val="00DE7A4D"/>
    <w:rsid w:val="00DE7D33"/>
    <w:rsid w:val="00DF0869"/>
    <w:rsid w:val="00DF0CCF"/>
    <w:rsid w:val="00DF1834"/>
    <w:rsid w:val="00DF1C70"/>
    <w:rsid w:val="00DF242F"/>
    <w:rsid w:val="00DF30FF"/>
    <w:rsid w:val="00DF369C"/>
    <w:rsid w:val="00DF3A72"/>
    <w:rsid w:val="00DF3BEC"/>
    <w:rsid w:val="00DF3E7C"/>
    <w:rsid w:val="00DF4001"/>
    <w:rsid w:val="00DF4518"/>
    <w:rsid w:val="00DF4BDD"/>
    <w:rsid w:val="00DF53F8"/>
    <w:rsid w:val="00DF5807"/>
    <w:rsid w:val="00DF6DD2"/>
    <w:rsid w:val="00DF6ED6"/>
    <w:rsid w:val="00E00307"/>
    <w:rsid w:val="00E00B15"/>
    <w:rsid w:val="00E00E5D"/>
    <w:rsid w:val="00E01434"/>
    <w:rsid w:val="00E014E8"/>
    <w:rsid w:val="00E027CD"/>
    <w:rsid w:val="00E029A2"/>
    <w:rsid w:val="00E02AF9"/>
    <w:rsid w:val="00E02DE2"/>
    <w:rsid w:val="00E03023"/>
    <w:rsid w:val="00E03680"/>
    <w:rsid w:val="00E0384B"/>
    <w:rsid w:val="00E0388C"/>
    <w:rsid w:val="00E04B3B"/>
    <w:rsid w:val="00E04F88"/>
    <w:rsid w:val="00E05F22"/>
    <w:rsid w:val="00E06662"/>
    <w:rsid w:val="00E07663"/>
    <w:rsid w:val="00E07E4B"/>
    <w:rsid w:val="00E10642"/>
    <w:rsid w:val="00E1183B"/>
    <w:rsid w:val="00E119CA"/>
    <w:rsid w:val="00E12061"/>
    <w:rsid w:val="00E1295F"/>
    <w:rsid w:val="00E133D9"/>
    <w:rsid w:val="00E13618"/>
    <w:rsid w:val="00E1386D"/>
    <w:rsid w:val="00E13A58"/>
    <w:rsid w:val="00E14DA3"/>
    <w:rsid w:val="00E15B69"/>
    <w:rsid w:val="00E16033"/>
    <w:rsid w:val="00E16A97"/>
    <w:rsid w:val="00E16FD4"/>
    <w:rsid w:val="00E1732A"/>
    <w:rsid w:val="00E1797A"/>
    <w:rsid w:val="00E20151"/>
    <w:rsid w:val="00E20199"/>
    <w:rsid w:val="00E2030C"/>
    <w:rsid w:val="00E21510"/>
    <w:rsid w:val="00E215A7"/>
    <w:rsid w:val="00E21634"/>
    <w:rsid w:val="00E21D5F"/>
    <w:rsid w:val="00E2212D"/>
    <w:rsid w:val="00E236BC"/>
    <w:rsid w:val="00E25478"/>
    <w:rsid w:val="00E25703"/>
    <w:rsid w:val="00E2608C"/>
    <w:rsid w:val="00E276C4"/>
    <w:rsid w:val="00E30834"/>
    <w:rsid w:val="00E30B6F"/>
    <w:rsid w:val="00E3233B"/>
    <w:rsid w:val="00E324A8"/>
    <w:rsid w:val="00E32887"/>
    <w:rsid w:val="00E32897"/>
    <w:rsid w:val="00E33222"/>
    <w:rsid w:val="00E334AA"/>
    <w:rsid w:val="00E34544"/>
    <w:rsid w:val="00E34EB3"/>
    <w:rsid w:val="00E362EC"/>
    <w:rsid w:val="00E36391"/>
    <w:rsid w:val="00E371EA"/>
    <w:rsid w:val="00E376D3"/>
    <w:rsid w:val="00E37A0A"/>
    <w:rsid w:val="00E401FB"/>
    <w:rsid w:val="00E402B0"/>
    <w:rsid w:val="00E403C5"/>
    <w:rsid w:val="00E40B04"/>
    <w:rsid w:val="00E40C3C"/>
    <w:rsid w:val="00E41271"/>
    <w:rsid w:val="00E41949"/>
    <w:rsid w:val="00E420C2"/>
    <w:rsid w:val="00E42D59"/>
    <w:rsid w:val="00E4334A"/>
    <w:rsid w:val="00E43850"/>
    <w:rsid w:val="00E43D68"/>
    <w:rsid w:val="00E447EF"/>
    <w:rsid w:val="00E44B57"/>
    <w:rsid w:val="00E44C59"/>
    <w:rsid w:val="00E44CD3"/>
    <w:rsid w:val="00E45193"/>
    <w:rsid w:val="00E45425"/>
    <w:rsid w:val="00E4606C"/>
    <w:rsid w:val="00E462AD"/>
    <w:rsid w:val="00E467A2"/>
    <w:rsid w:val="00E47C55"/>
    <w:rsid w:val="00E50191"/>
    <w:rsid w:val="00E50675"/>
    <w:rsid w:val="00E50F44"/>
    <w:rsid w:val="00E51070"/>
    <w:rsid w:val="00E537F3"/>
    <w:rsid w:val="00E53C8D"/>
    <w:rsid w:val="00E53FCB"/>
    <w:rsid w:val="00E54106"/>
    <w:rsid w:val="00E55446"/>
    <w:rsid w:val="00E55AC6"/>
    <w:rsid w:val="00E565DE"/>
    <w:rsid w:val="00E570E1"/>
    <w:rsid w:val="00E57368"/>
    <w:rsid w:val="00E57D9E"/>
    <w:rsid w:val="00E60F5B"/>
    <w:rsid w:val="00E610DB"/>
    <w:rsid w:val="00E61521"/>
    <w:rsid w:val="00E6154A"/>
    <w:rsid w:val="00E63176"/>
    <w:rsid w:val="00E63751"/>
    <w:rsid w:val="00E63898"/>
    <w:rsid w:val="00E64497"/>
    <w:rsid w:val="00E6449D"/>
    <w:rsid w:val="00E66236"/>
    <w:rsid w:val="00E66594"/>
    <w:rsid w:val="00E6693D"/>
    <w:rsid w:val="00E66C22"/>
    <w:rsid w:val="00E67D97"/>
    <w:rsid w:val="00E70FD9"/>
    <w:rsid w:val="00E711DF"/>
    <w:rsid w:val="00E71908"/>
    <w:rsid w:val="00E71DC8"/>
    <w:rsid w:val="00E72A72"/>
    <w:rsid w:val="00E72F6C"/>
    <w:rsid w:val="00E7463A"/>
    <w:rsid w:val="00E756B2"/>
    <w:rsid w:val="00E75C1D"/>
    <w:rsid w:val="00E75D81"/>
    <w:rsid w:val="00E75E1C"/>
    <w:rsid w:val="00E8013E"/>
    <w:rsid w:val="00E80E46"/>
    <w:rsid w:val="00E812D0"/>
    <w:rsid w:val="00E815A2"/>
    <w:rsid w:val="00E81EE4"/>
    <w:rsid w:val="00E81F2B"/>
    <w:rsid w:val="00E8244F"/>
    <w:rsid w:val="00E82B6A"/>
    <w:rsid w:val="00E82FFB"/>
    <w:rsid w:val="00E83B72"/>
    <w:rsid w:val="00E83C7C"/>
    <w:rsid w:val="00E84B2D"/>
    <w:rsid w:val="00E85C82"/>
    <w:rsid w:val="00E866C7"/>
    <w:rsid w:val="00E869C9"/>
    <w:rsid w:val="00E90586"/>
    <w:rsid w:val="00E91586"/>
    <w:rsid w:val="00E917AD"/>
    <w:rsid w:val="00E917FA"/>
    <w:rsid w:val="00E936AF"/>
    <w:rsid w:val="00E949DA"/>
    <w:rsid w:val="00E94D0C"/>
    <w:rsid w:val="00E94D15"/>
    <w:rsid w:val="00E9518D"/>
    <w:rsid w:val="00E95346"/>
    <w:rsid w:val="00E9537E"/>
    <w:rsid w:val="00E9588A"/>
    <w:rsid w:val="00E96777"/>
    <w:rsid w:val="00E96E8A"/>
    <w:rsid w:val="00E97899"/>
    <w:rsid w:val="00EA08E4"/>
    <w:rsid w:val="00EA1178"/>
    <w:rsid w:val="00EA1F31"/>
    <w:rsid w:val="00EA27B0"/>
    <w:rsid w:val="00EA2F51"/>
    <w:rsid w:val="00EA34CF"/>
    <w:rsid w:val="00EA458C"/>
    <w:rsid w:val="00EA5056"/>
    <w:rsid w:val="00EA703F"/>
    <w:rsid w:val="00EA7BD6"/>
    <w:rsid w:val="00EB02ED"/>
    <w:rsid w:val="00EB0D46"/>
    <w:rsid w:val="00EB12A4"/>
    <w:rsid w:val="00EB1B82"/>
    <w:rsid w:val="00EB369A"/>
    <w:rsid w:val="00EB4AC8"/>
    <w:rsid w:val="00EB551D"/>
    <w:rsid w:val="00EB5668"/>
    <w:rsid w:val="00EB58D2"/>
    <w:rsid w:val="00EB63D4"/>
    <w:rsid w:val="00EB6761"/>
    <w:rsid w:val="00EB754D"/>
    <w:rsid w:val="00EC1A35"/>
    <w:rsid w:val="00EC236C"/>
    <w:rsid w:val="00EC2E2D"/>
    <w:rsid w:val="00EC3314"/>
    <w:rsid w:val="00EC3F0E"/>
    <w:rsid w:val="00EC449D"/>
    <w:rsid w:val="00EC55AF"/>
    <w:rsid w:val="00EC5B92"/>
    <w:rsid w:val="00EC5C14"/>
    <w:rsid w:val="00EC5E4C"/>
    <w:rsid w:val="00EC72D0"/>
    <w:rsid w:val="00EC75CA"/>
    <w:rsid w:val="00ED0161"/>
    <w:rsid w:val="00ED10B7"/>
    <w:rsid w:val="00ED116C"/>
    <w:rsid w:val="00ED13CC"/>
    <w:rsid w:val="00ED17A0"/>
    <w:rsid w:val="00ED2655"/>
    <w:rsid w:val="00ED2C9E"/>
    <w:rsid w:val="00ED3213"/>
    <w:rsid w:val="00ED32BD"/>
    <w:rsid w:val="00ED3665"/>
    <w:rsid w:val="00ED3798"/>
    <w:rsid w:val="00ED46E7"/>
    <w:rsid w:val="00ED6CF8"/>
    <w:rsid w:val="00ED70DF"/>
    <w:rsid w:val="00ED719F"/>
    <w:rsid w:val="00ED7E72"/>
    <w:rsid w:val="00EE0A26"/>
    <w:rsid w:val="00EE0DC3"/>
    <w:rsid w:val="00EE16CD"/>
    <w:rsid w:val="00EE1932"/>
    <w:rsid w:val="00EE2063"/>
    <w:rsid w:val="00EE281A"/>
    <w:rsid w:val="00EE29D9"/>
    <w:rsid w:val="00EE2D78"/>
    <w:rsid w:val="00EE33B8"/>
    <w:rsid w:val="00EE3D4B"/>
    <w:rsid w:val="00EE62E4"/>
    <w:rsid w:val="00EE7407"/>
    <w:rsid w:val="00EF10F2"/>
    <w:rsid w:val="00EF1A59"/>
    <w:rsid w:val="00EF1D06"/>
    <w:rsid w:val="00EF3848"/>
    <w:rsid w:val="00EF532F"/>
    <w:rsid w:val="00EF547D"/>
    <w:rsid w:val="00EF62B4"/>
    <w:rsid w:val="00EF6403"/>
    <w:rsid w:val="00F00C0B"/>
    <w:rsid w:val="00F01340"/>
    <w:rsid w:val="00F025DD"/>
    <w:rsid w:val="00F026E3"/>
    <w:rsid w:val="00F02C88"/>
    <w:rsid w:val="00F042B1"/>
    <w:rsid w:val="00F0464A"/>
    <w:rsid w:val="00F0477E"/>
    <w:rsid w:val="00F0513D"/>
    <w:rsid w:val="00F06BE2"/>
    <w:rsid w:val="00F06D0F"/>
    <w:rsid w:val="00F10672"/>
    <w:rsid w:val="00F113EF"/>
    <w:rsid w:val="00F1159D"/>
    <w:rsid w:val="00F11710"/>
    <w:rsid w:val="00F1262D"/>
    <w:rsid w:val="00F126F6"/>
    <w:rsid w:val="00F12920"/>
    <w:rsid w:val="00F13082"/>
    <w:rsid w:val="00F142DB"/>
    <w:rsid w:val="00F148DB"/>
    <w:rsid w:val="00F149CD"/>
    <w:rsid w:val="00F14B6F"/>
    <w:rsid w:val="00F153F3"/>
    <w:rsid w:val="00F15A26"/>
    <w:rsid w:val="00F17364"/>
    <w:rsid w:val="00F17E34"/>
    <w:rsid w:val="00F20170"/>
    <w:rsid w:val="00F21CC7"/>
    <w:rsid w:val="00F22269"/>
    <w:rsid w:val="00F23AD4"/>
    <w:rsid w:val="00F23B80"/>
    <w:rsid w:val="00F24857"/>
    <w:rsid w:val="00F252E3"/>
    <w:rsid w:val="00F25894"/>
    <w:rsid w:val="00F265BD"/>
    <w:rsid w:val="00F277B7"/>
    <w:rsid w:val="00F27972"/>
    <w:rsid w:val="00F27B22"/>
    <w:rsid w:val="00F27EEA"/>
    <w:rsid w:val="00F309AC"/>
    <w:rsid w:val="00F30D41"/>
    <w:rsid w:val="00F31772"/>
    <w:rsid w:val="00F31A1E"/>
    <w:rsid w:val="00F31A55"/>
    <w:rsid w:val="00F325A3"/>
    <w:rsid w:val="00F3426E"/>
    <w:rsid w:val="00F35540"/>
    <w:rsid w:val="00F356EC"/>
    <w:rsid w:val="00F37FC0"/>
    <w:rsid w:val="00F40066"/>
    <w:rsid w:val="00F40E55"/>
    <w:rsid w:val="00F40F74"/>
    <w:rsid w:val="00F4198E"/>
    <w:rsid w:val="00F41A0D"/>
    <w:rsid w:val="00F41A9C"/>
    <w:rsid w:val="00F41BEA"/>
    <w:rsid w:val="00F42619"/>
    <w:rsid w:val="00F4309C"/>
    <w:rsid w:val="00F44190"/>
    <w:rsid w:val="00F4490F"/>
    <w:rsid w:val="00F4597C"/>
    <w:rsid w:val="00F46216"/>
    <w:rsid w:val="00F466A2"/>
    <w:rsid w:val="00F468C1"/>
    <w:rsid w:val="00F4747D"/>
    <w:rsid w:val="00F50660"/>
    <w:rsid w:val="00F50D94"/>
    <w:rsid w:val="00F510AE"/>
    <w:rsid w:val="00F52C04"/>
    <w:rsid w:val="00F52C84"/>
    <w:rsid w:val="00F53011"/>
    <w:rsid w:val="00F53702"/>
    <w:rsid w:val="00F53FCB"/>
    <w:rsid w:val="00F54F3F"/>
    <w:rsid w:val="00F55532"/>
    <w:rsid w:val="00F55BA3"/>
    <w:rsid w:val="00F565AF"/>
    <w:rsid w:val="00F56882"/>
    <w:rsid w:val="00F56AF0"/>
    <w:rsid w:val="00F5739E"/>
    <w:rsid w:val="00F6012B"/>
    <w:rsid w:val="00F60224"/>
    <w:rsid w:val="00F60327"/>
    <w:rsid w:val="00F60610"/>
    <w:rsid w:val="00F609C4"/>
    <w:rsid w:val="00F60C10"/>
    <w:rsid w:val="00F6153D"/>
    <w:rsid w:val="00F61B31"/>
    <w:rsid w:val="00F61B7B"/>
    <w:rsid w:val="00F61E18"/>
    <w:rsid w:val="00F627CA"/>
    <w:rsid w:val="00F629EF"/>
    <w:rsid w:val="00F62CC3"/>
    <w:rsid w:val="00F638D3"/>
    <w:rsid w:val="00F638EF"/>
    <w:rsid w:val="00F64C76"/>
    <w:rsid w:val="00F64CBA"/>
    <w:rsid w:val="00F64D42"/>
    <w:rsid w:val="00F65311"/>
    <w:rsid w:val="00F65963"/>
    <w:rsid w:val="00F66FBE"/>
    <w:rsid w:val="00F67481"/>
    <w:rsid w:val="00F70724"/>
    <w:rsid w:val="00F70AC6"/>
    <w:rsid w:val="00F70F53"/>
    <w:rsid w:val="00F713DC"/>
    <w:rsid w:val="00F723FB"/>
    <w:rsid w:val="00F730AD"/>
    <w:rsid w:val="00F74A5E"/>
    <w:rsid w:val="00F74EC7"/>
    <w:rsid w:val="00F7545A"/>
    <w:rsid w:val="00F755EF"/>
    <w:rsid w:val="00F7565B"/>
    <w:rsid w:val="00F77004"/>
    <w:rsid w:val="00F77706"/>
    <w:rsid w:val="00F77F69"/>
    <w:rsid w:val="00F8029D"/>
    <w:rsid w:val="00F806A2"/>
    <w:rsid w:val="00F81A9A"/>
    <w:rsid w:val="00F822D8"/>
    <w:rsid w:val="00F82839"/>
    <w:rsid w:val="00F82881"/>
    <w:rsid w:val="00F82C8C"/>
    <w:rsid w:val="00F82E62"/>
    <w:rsid w:val="00F82FBE"/>
    <w:rsid w:val="00F837F9"/>
    <w:rsid w:val="00F83F7F"/>
    <w:rsid w:val="00F840C3"/>
    <w:rsid w:val="00F8411D"/>
    <w:rsid w:val="00F84312"/>
    <w:rsid w:val="00F844DA"/>
    <w:rsid w:val="00F8556F"/>
    <w:rsid w:val="00F86989"/>
    <w:rsid w:val="00F86B56"/>
    <w:rsid w:val="00F879A2"/>
    <w:rsid w:val="00F87CB4"/>
    <w:rsid w:val="00F87DE8"/>
    <w:rsid w:val="00F90029"/>
    <w:rsid w:val="00F90331"/>
    <w:rsid w:val="00F90F3E"/>
    <w:rsid w:val="00F91716"/>
    <w:rsid w:val="00F917EE"/>
    <w:rsid w:val="00F9187E"/>
    <w:rsid w:val="00F92BA3"/>
    <w:rsid w:val="00F92E82"/>
    <w:rsid w:val="00F940F3"/>
    <w:rsid w:val="00F9455E"/>
    <w:rsid w:val="00F9482B"/>
    <w:rsid w:val="00F95A58"/>
    <w:rsid w:val="00F95E48"/>
    <w:rsid w:val="00F964EB"/>
    <w:rsid w:val="00F965D8"/>
    <w:rsid w:val="00F969A7"/>
    <w:rsid w:val="00F96B89"/>
    <w:rsid w:val="00F97199"/>
    <w:rsid w:val="00F975BA"/>
    <w:rsid w:val="00F97BB6"/>
    <w:rsid w:val="00F97D4A"/>
    <w:rsid w:val="00FA09BE"/>
    <w:rsid w:val="00FA0DB0"/>
    <w:rsid w:val="00FA2352"/>
    <w:rsid w:val="00FA2756"/>
    <w:rsid w:val="00FA2E31"/>
    <w:rsid w:val="00FA3252"/>
    <w:rsid w:val="00FA363A"/>
    <w:rsid w:val="00FA4A94"/>
    <w:rsid w:val="00FA518B"/>
    <w:rsid w:val="00FA5C1C"/>
    <w:rsid w:val="00FA6072"/>
    <w:rsid w:val="00FA65B9"/>
    <w:rsid w:val="00FA6D47"/>
    <w:rsid w:val="00FA7FBB"/>
    <w:rsid w:val="00FB04D1"/>
    <w:rsid w:val="00FB074C"/>
    <w:rsid w:val="00FB0754"/>
    <w:rsid w:val="00FB18C2"/>
    <w:rsid w:val="00FB2846"/>
    <w:rsid w:val="00FB2D2A"/>
    <w:rsid w:val="00FB38BC"/>
    <w:rsid w:val="00FB4BD1"/>
    <w:rsid w:val="00FB584C"/>
    <w:rsid w:val="00FB5B6B"/>
    <w:rsid w:val="00FB60C8"/>
    <w:rsid w:val="00FB73EB"/>
    <w:rsid w:val="00FB7AF1"/>
    <w:rsid w:val="00FC0418"/>
    <w:rsid w:val="00FC1272"/>
    <w:rsid w:val="00FC1545"/>
    <w:rsid w:val="00FC197D"/>
    <w:rsid w:val="00FC1C60"/>
    <w:rsid w:val="00FC1FA1"/>
    <w:rsid w:val="00FC226D"/>
    <w:rsid w:val="00FC26F2"/>
    <w:rsid w:val="00FC2818"/>
    <w:rsid w:val="00FC5348"/>
    <w:rsid w:val="00FC53B7"/>
    <w:rsid w:val="00FC54F3"/>
    <w:rsid w:val="00FC5565"/>
    <w:rsid w:val="00FC675D"/>
    <w:rsid w:val="00FC6844"/>
    <w:rsid w:val="00FC6F7E"/>
    <w:rsid w:val="00FC7437"/>
    <w:rsid w:val="00FC745C"/>
    <w:rsid w:val="00FC74C4"/>
    <w:rsid w:val="00FD02D1"/>
    <w:rsid w:val="00FD133C"/>
    <w:rsid w:val="00FD1474"/>
    <w:rsid w:val="00FD2EF3"/>
    <w:rsid w:val="00FD423F"/>
    <w:rsid w:val="00FD4C1B"/>
    <w:rsid w:val="00FD4EEF"/>
    <w:rsid w:val="00FD55A4"/>
    <w:rsid w:val="00FD5957"/>
    <w:rsid w:val="00FD5B48"/>
    <w:rsid w:val="00FD66A2"/>
    <w:rsid w:val="00FD6E4F"/>
    <w:rsid w:val="00FE08EE"/>
    <w:rsid w:val="00FE0944"/>
    <w:rsid w:val="00FE10F6"/>
    <w:rsid w:val="00FE1ACC"/>
    <w:rsid w:val="00FE207B"/>
    <w:rsid w:val="00FE2EDC"/>
    <w:rsid w:val="00FE3E2F"/>
    <w:rsid w:val="00FE5DED"/>
    <w:rsid w:val="00FE6E4E"/>
    <w:rsid w:val="00FE73E0"/>
    <w:rsid w:val="00FE7ACB"/>
    <w:rsid w:val="00FF01AC"/>
    <w:rsid w:val="00FF0B13"/>
    <w:rsid w:val="00FF0C08"/>
    <w:rsid w:val="00FF1120"/>
    <w:rsid w:val="00FF1D7C"/>
    <w:rsid w:val="00FF26C8"/>
    <w:rsid w:val="00FF4577"/>
    <w:rsid w:val="00FF46D3"/>
    <w:rsid w:val="00FF4F21"/>
    <w:rsid w:val="00FF4F55"/>
    <w:rsid w:val="00FF523F"/>
    <w:rsid w:val="00FF59BC"/>
    <w:rsid w:val="00FF5B1A"/>
    <w:rsid w:val="00FF5EA6"/>
    <w:rsid w:val="00FF6261"/>
    <w:rsid w:val="00FF6EE7"/>
    <w:rsid w:val="018F2EE2"/>
    <w:rsid w:val="04847BE4"/>
    <w:rsid w:val="04A647CA"/>
    <w:rsid w:val="05A94143"/>
    <w:rsid w:val="08692032"/>
    <w:rsid w:val="09DB112D"/>
    <w:rsid w:val="09EA33AB"/>
    <w:rsid w:val="1CE1707F"/>
    <w:rsid w:val="1E193CD7"/>
    <w:rsid w:val="237860EB"/>
    <w:rsid w:val="246D299A"/>
    <w:rsid w:val="2CE12C7E"/>
    <w:rsid w:val="2E6914F4"/>
    <w:rsid w:val="304765B2"/>
    <w:rsid w:val="37C624B2"/>
    <w:rsid w:val="390F5A41"/>
    <w:rsid w:val="3BB43D55"/>
    <w:rsid w:val="458F2D40"/>
    <w:rsid w:val="4675334C"/>
    <w:rsid w:val="4A767B40"/>
    <w:rsid w:val="4AAE69ED"/>
    <w:rsid w:val="501C335E"/>
    <w:rsid w:val="524C34EE"/>
    <w:rsid w:val="546F6E21"/>
    <w:rsid w:val="58957DD2"/>
    <w:rsid w:val="5EFF439D"/>
    <w:rsid w:val="64046FF6"/>
    <w:rsid w:val="69975042"/>
    <w:rsid w:val="713A5CC2"/>
    <w:rsid w:val="72802C82"/>
    <w:rsid w:val="734F60C7"/>
    <w:rsid w:val="7CC3523C"/>
    <w:rsid w:val="7D205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iPriority="0" w:name="toc 5"/>
    <w:lsdException w:uiPriority="0" w:name="toc 6"/>
    <w:lsdException w:qFormat="1" w:unhideWhenUsed="0"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qFormat="1"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9">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2520" w:leftChars="1200"/>
    </w:pPr>
  </w:style>
  <w:style w:type="paragraph" w:styleId="7">
    <w:name w:val="List Number"/>
    <w:basedOn w:val="1"/>
    <w:qFormat/>
    <w:uiPriority w:val="0"/>
    <w:pPr>
      <w:tabs>
        <w:tab w:val="left" w:pos="845"/>
      </w:tabs>
      <w:spacing w:line="400" w:lineRule="atLeast"/>
      <w:ind w:left="845" w:hanging="420"/>
    </w:pPr>
    <w:rPr>
      <w:rFonts w:ascii="宋体"/>
      <w:sz w:val="24"/>
    </w:rPr>
  </w:style>
  <w:style w:type="paragraph" w:styleId="8">
    <w:name w:val="Document Map"/>
    <w:basedOn w:val="1"/>
    <w:semiHidden/>
    <w:qFormat/>
    <w:uiPriority w:val="0"/>
    <w:pPr>
      <w:shd w:val="clear" w:color="auto" w:fill="000080"/>
    </w:pPr>
  </w:style>
  <w:style w:type="paragraph" w:styleId="9">
    <w:name w:val="annotation text"/>
    <w:basedOn w:val="1"/>
    <w:semiHidden/>
    <w:qFormat/>
    <w:uiPriority w:val="0"/>
    <w:pPr>
      <w:jc w:val="left"/>
    </w:pPr>
  </w:style>
  <w:style w:type="paragraph" w:styleId="10">
    <w:name w:val="Body Text"/>
    <w:basedOn w:val="1"/>
    <w:qFormat/>
    <w:uiPriority w:val="0"/>
    <w:pPr>
      <w:spacing w:after="120"/>
    </w:pPr>
  </w:style>
  <w:style w:type="paragraph" w:styleId="11">
    <w:name w:val="Body Text Indent"/>
    <w:basedOn w:val="1"/>
    <w:qFormat/>
    <w:uiPriority w:val="0"/>
    <w:pPr>
      <w:spacing w:after="120"/>
      <w:ind w:left="420" w:leftChars="200"/>
    </w:pPr>
  </w:style>
  <w:style w:type="paragraph" w:styleId="12">
    <w:name w:val="Block Text"/>
    <w:basedOn w:val="1"/>
    <w:qFormat/>
    <w:uiPriority w:val="0"/>
    <w:pPr>
      <w:spacing w:after="120"/>
      <w:ind w:left="1440" w:leftChars="700" w:right="1440" w:rightChars="700"/>
    </w:pPr>
  </w:style>
  <w:style w:type="paragraph" w:styleId="13">
    <w:name w:val="toc 3"/>
    <w:basedOn w:val="1"/>
    <w:next w:val="1"/>
    <w:qFormat/>
    <w:uiPriority w:val="39"/>
    <w:pPr>
      <w:tabs>
        <w:tab w:val="right" w:leader="dot" w:pos="9060"/>
      </w:tabs>
    </w:pPr>
  </w:style>
  <w:style w:type="paragraph" w:styleId="14">
    <w:name w:val="Plain Text"/>
    <w:basedOn w:val="1"/>
    <w:qFormat/>
    <w:uiPriority w:val="0"/>
    <w:rPr>
      <w:rFonts w:ascii="宋体" w:hAnsi="Courier New" w:cs="Courier New"/>
      <w:szCs w:val="21"/>
    </w:rPr>
  </w:style>
  <w:style w:type="paragraph" w:styleId="15">
    <w:name w:val="Date"/>
    <w:basedOn w:val="1"/>
    <w:next w:val="1"/>
    <w:qFormat/>
    <w:uiPriority w:val="0"/>
    <w:pPr>
      <w:ind w:left="100" w:leftChars="2500"/>
    </w:pPr>
  </w:style>
  <w:style w:type="paragraph" w:styleId="16">
    <w:name w:val="Balloon Text"/>
    <w:basedOn w:val="1"/>
    <w:semiHidden/>
    <w:qFormat/>
    <w:uiPriority w:val="0"/>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060"/>
      </w:tabs>
      <w:spacing w:line="440" w:lineRule="exact"/>
    </w:pPr>
    <w:rPr>
      <w:rFonts w:ascii="宋体" w:hAnsi="宋体"/>
      <w:sz w:val="28"/>
      <w:szCs w:val="28"/>
    </w:rPr>
  </w:style>
  <w:style w:type="paragraph" w:styleId="20">
    <w:name w:val="toc 4"/>
    <w:basedOn w:val="1"/>
    <w:next w:val="1"/>
    <w:qFormat/>
    <w:uiPriority w:val="39"/>
    <w:pPr>
      <w:tabs>
        <w:tab w:val="right" w:leader="dot" w:pos="9060"/>
      </w:tabs>
    </w:pPr>
  </w:style>
  <w:style w:type="paragraph" w:styleId="21">
    <w:name w:val="footnote text"/>
    <w:basedOn w:val="1"/>
    <w:semiHidden/>
    <w:qFormat/>
    <w:uiPriority w:val="0"/>
    <w:pPr>
      <w:snapToGrid w:val="0"/>
      <w:jc w:val="left"/>
    </w:pPr>
    <w:rPr>
      <w:sz w:val="18"/>
      <w:szCs w:val="18"/>
    </w:rPr>
  </w:style>
  <w:style w:type="paragraph" w:styleId="22">
    <w:name w:val="toc 2"/>
    <w:basedOn w:val="1"/>
    <w:next w:val="1"/>
    <w:qFormat/>
    <w:uiPriority w:val="39"/>
    <w:pPr>
      <w:tabs>
        <w:tab w:val="left" w:pos="420"/>
        <w:tab w:val="right" w:leader="dot" w:pos="9060"/>
      </w:tabs>
    </w:pPr>
  </w:style>
  <w:style w:type="paragraph" w:styleId="23">
    <w:name w:val="Normal (Web)"/>
    <w:basedOn w:val="1"/>
    <w:qFormat/>
    <w:uiPriority w:val="0"/>
    <w:rPr>
      <w:sz w:val="24"/>
    </w:rPr>
  </w:style>
  <w:style w:type="paragraph" w:styleId="24">
    <w:name w:val="annotation subject"/>
    <w:basedOn w:val="9"/>
    <w:next w:val="9"/>
    <w:semiHidden/>
    <w:qFormat/>
    <w:uiPriority w:val="0"/>
    <w:rPr>
      <w:b/>
      <w:bCs/>
    </w:rPr>
  </w:style>
  <w:style w:type="paragraph" w:styleId="25">
    <w:name w:val="Body Text First Indent"/>
    <w:basedOn w:val="1"/>
    <w:link w:val="41"/>
    <w:qFormat/>
    <w:uiPriority w:val="0"/>
    <w:pPr>
      <w:spacing w:line="400" w:lineRule="atLeast"/>
      <w:ind w:firstLine="200" w:firstLineChars="200"/>
    </w:pPr>
    <w:rPr>
      <w:sz w:val="24"/>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8">
    <w:name w:val="Table Professional"/>
    <w:basedOn w:val="26"/>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30">
    <w:name w:val="page number"/>
    <w:basedOn w:val="29"/>
    <w:qFormat/>
    <w:uiPriority w:val="0"/>
  </w:style>
  <w:style w:type="character" w:styleId="31">
    <w:name w:val="Hyperlink"/>
    <w:qFormat/>
    <w:uiPriority w:val="99"/>
    <w:rPr>
      <w:color w:val="0000FF"/>
      <w:u w:val="single"/>
    </w:rPr>
  </w:style>
  <w:style w:type="character" w:styleId="32">
    <w:name w:val="annotation reference"/>
    <w:semiHidden/>
    <w:qFormat/>
    <w:uiPriority w:val="0"/>
    <w:rPr>
      <w:sz w:val="21"/>
      <w:szCs w:val="21"/>
    </w:rPr>
  </w:style>
  <w:style w:type="character" w:styleId="33">
    <w:name w:val="footnote reference"/>
    <w:semiHidden/>
    <w:qFormat/>
    <w:uiPriority w:val="0"/>
    <w:rPr>
      <w:vertAlign w:val="superscript"/>
    </w:rPr>
  </w:style>
  <w:style w:type="character" w:customStyle="1" w:styleId="34">
    <w:name w:val="line1"/>
    <w:qFormat/>
    <w:uiPriority w:val="0"/>
  </w:style>
  <w:style w:type="character" w:customStyle="1" w:styleId="35">
    <w:name w:val="zw21"/>
    <w:qFormat/>
    <w:uiPriority w:val="0"/>
    <w:rPr>
      <w:rFonts w:hint="default" w:ascii="Arial" w:hAnsi="Arial" w:cs="Arial"/>
      <w:color w:val="000000"/>
      <w:sz w:val="18"/>
      <w:szCs w:val="18"/>
    </w:rPr>
  </w:style>
  <w:style w:type="character" w:customStyle="1" w:styleId="36">
    <w:name w:val="页脚 Char"/>
    <w:link w:val="17"/>
    <w:qFormat/>
    <w:uiPriority w:val="99"/>
    <w:rPr>
      <w:kern w:val="2"/>
      <w:sz w:val="18"/>
      <w:szCs w:val="18"/>
    </w:rPr>
  </w:style>
  <w:style w:type="character" w:customStyle="1" w:styleId="37">
    <w:name w:val="标题 1 Char"/>
    <w:link w:val="2"/>
    <w:qFormat/>
    <w:uiPriority w:val="0"/>
    <w:rPr>
      <w:rFonts w:eastAsia="宋体"/>
      <w:b/>
      <w:bCs/>
      <w:kern w:val="44"/>
      <w:sz w:val="44"/>
      <w:szCs w:val="44"/>
      <w:lang w:val="en-US" w:eastAsia="zh-CN" w:bidi="ar-SA"/>
    </w:rPr>
  </w:style>
  <w:style w:type="character" w:customStyle="1" w:styleId="38">
    <w:name w:val="标题 2 Char"/>
    <w:link w:val="3"/>
    <w:qFormat/>
    <w:uiPriority w:val="0"/>
    <w:rPr>
      <w:rFonts w:ascii="Arial" w:hAnsi="Arial" w:eastAsia="黑体"/>
      <w:b/>
      <w:bCs/>
      <w:kern w:val="2"/>
      <w:sz w:val="32"/>
      <w:szCs w:val="32"/>
      <w:lang w:val="en-US" w:eastAsia="zh-CN" w:bidi="ar-SA"/>
    </w:rPr>
  </w:style>
  <w:style w:type="character" w:customStyle="1" w:styleId="39">
    <w:name w:val="MTEquationSection"/>
    <w:qFormat/>
    <w:uiPriority w:val="0"/>
    <w:rPr>
      <w:rFonts w:ascii="黑体" w:eastAsia="黑体"/>
      <w:vanish/>
      <w:color w:val="FF0000"/>
      <w:sz w:val="32"/>
      <w:szCs w:val="32"/>
    </w:rPr>
  </w:style>
  <w:style w:type="character" w:customStyle="1" w:styleId="40">
    <w:name w:val="apple-converted-space"/>
    <w:basedOn w:val="29"/>
    <w:qFormat/>
    <w:uiPriority w:val="0"/>
  </w:style>
  <w:style w:type="character" w:customStyle="1" w:styleId="41">
    <w:name w:val="正文首行缩进 Char"/>
    <w:link w:val="25"/>
    <w:qFormat/>
    <w:uiPriority w:val="0"/>
    <w:rPr>
      <w:rFonts w:eastAsia="宋体"/>
      <w:kern w:val="2"/>
      <w:sz w:val="24"/>
      <w:szCs w:val="24"/>
      <w:lang w:val="en-US" w:eastAsia="zh-CN" w:bidi="ar-SA"/>
    </w:rPr>
  </w:style>
  <w:style w:type="paragraph" w:customStyle="1" w:styleId="42">
    <w:name w:val="Char"/>
    <w:basedOn w:val="1"/>
    <w:qFormat/>
    <w:uiPriority w:val="0"/>
    <w:pPr>
      <w:tabs>
        <w:tab w:val="left" w:pos="360"/>
      </w:tabs>
      <w:spacing w:line="360" w:lineRule="auto"/>
    </w:pPr>
    <w:rPr>
      <w:sz w:val="24"/>
    </w:rPr>
  </w:style>
  <w:style w:type="paragraph" w:customStyle="1" w:styleId="43">
    <w:name w:val="MTDisplayEquation"/>
    <w:basedOn w:val="1"/>
    <w:next w:val="1"/>
    <w:qFormat/>
    <w:uiPriority w:val="0"/>
    <w:pPr>
      <w:tabs>
        <w:tab w:val="center" w:pos="4540"/>
        <w:tab w:val="right" w:pos="9080"/>
      </w:tabs>
      <w:spacing w:line="440" w:lineRule="exact"/>
    </w:pPr>
    <w:rPr>
      <w:rFonts w:ascii="宋体" w:hAnsi="宋体"/>
      <w:sz w:val="24"/>
    </w:rPr>
  </w:style>
  <w:style w:type="paragraph" w:customStyle="1" w:styleId="44">
    <w:name w:val="列项——"/>
    <w:qFormat/>
    <w:uiPriority w:val="0"/>
    <w:pPr>
      <w:widowControl w:val="0"/>
      <w:numPr>
        <w:ilvl w:val="2"/>
        <w:numId w:val="1"/>
      </w:numPr>
      <w:tabs>
        <w:tab w:val="left" w:pos="854"/>
      </w:tabs>
      <w:ind w:left="200" w:leftChars="200" w:hanging="200" w:hangingChars="200"/>
      <w:jc w:val="both"/>
    </w:pPr>
    <w:rPr>
      <w:rFonts w:ascii="宋体" w:hAnsi="Times New Roman" w:eastAsia="宋体" w:cs="Times New Roman"/>
      <w:sz w:val="21"/>
      <w:lang w:val="en-US" w:eastAsia="zh-CN" w:bidi="ar-SA"/>
    </w:rPr>
  </w:style>
  <w:style w:type="character" w:styleId="45">
    <w:name w:val="Placeholder Text"/>
    <w:basedOn w:val="2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customXml" Target="../customXml/item3.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6.wmf"/><Relationship Id="rId3" Type="http://schemas.openxmlformats.org/officeDocument/2006/relationships/footnotes" Target="footnotes.xml"/><Relationship Id="rId29" Type="http://schemas.openxmlformats.org/officeDocument/2006/relationships/oleObject" Target="embeddings/oleObject6.bin"/><Relationship Id="rId28" Type="http://schemas.openxmlformats.org/officeDocument/2006/relationships/image" Target="media/image5.wmf"/><Relationship Id="rId27" Type="http://schemas.openxmlformats.org/officeDocument/2006/relationships/oleObject" Target="embeddings/oleObject5.bin"/><Relationship Id="rId26" Type="http://schemas.openxmlformats.org/officeDocument/2006/relationships/image" Target="media/image4.wmf"/><Relationship Id="rId25" Type="http://schemas.openxmlformats.org/officeDocument/2006/relationships/oleObject" Target="embeddings/oleObject4.bin"/><Relationship Id="rId24" Type="http://schemas.openxmlformats.org/officeDocument/2006/relationships/image" Target="media/image3.wmf"/><Relationship Id="rId23" Type="http://schemas.openxmlformats.org/officeDocument/2006/relationships/oleObject" Target="embeddings/oleObject3.bin"/><Relationship Id="rId22" Type="http://schemas.openxmlformats.org/officeDocument/2006/relationships/image" Target="media/image2.wmf"/><Relationship Id="rId21" Type="http://schemas.openxmlformats.org/officeDocument/2006/relationships/oleObject" Target="embeddings/oleObject2.bin"/><Relationship Id="rId20" Type="http://schemas.openxmlformats.org/officeDocument/2006/relationships/image" Target="media/image1.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theme" Target="theme/theme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header" Target="header4.xml"/><Relationship Id="rId14" Type="http://schemas.openxmlformats.org/officeDocument/2006/relationships/header" Target="header3.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2.xml"/><Relationship Id="rId10" Type="http://schemas.openxmlformats.org/officeDocument/2006/relationships/header" Target="head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3398;&#20301;&#35770;&#25991;&#35268;&#33539;&#20462;&#35746;\&#40065;&#19996;&#22823;&#23398;&#20840;&#26085;&#21046;&#23398;&#26415;&#23398;&#20301;&#30740;&#31350;&#29983;&#35770;&#25991;&#27169;&#26495;&#65288;&#27491;&#24335;&#35013;&#35746;-&#27169;&#24335;&#19968;&#65289;--&#29579;&#26195;&#23433;.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22675704"/>
        <w:style w:val=""/>
        <w:category>
          <w:name w:val="常规"/>
          <w:gallery w:val="placeholder"/>
        </w:category>
        <w:types>
          <w:type w:val="bbPlcHdr"/>
        </w:types>
        <w:behaviors>
          <w:behavior w:val="content"/>
        </w:behaviors>
        <w:description w:val=""/>
        <w:guid w:val="{3C21C52B-BC69-4267-A577-41296D4FCF74}"/>
      </w:docPartPr>
      <w:docPartBody>
        <w:p w14:paraId="594B4BEE">
          <w:r>
            <w:rPr>
              <w:rStyle w:val="4"/>
              <w:rFonts w:hint="eastAsia"/>
            </w:rPr>
            <w:t>选择一项。</w:t>
          </w:r>
        </w:p>
      </w:docPartBody>
    </w:docPart>
    <w:docPart>
      <w:docPartPr>
        <w:name w:val="D7A24B1C35A548EFBAEB6534D70057F5"/>
        <w:style w:val=""/>
        <w:category>
          <w:name w:val="常规"/>
          <w:gallery w:val="placeholder"/>
        </w:category>
        <w:types>
          <w:type w:val="bbPlcHdr"/>
        </w:types>
        <w:behaviors>
          <w:behavior w:val="content"/>
        </w:behaviors>
        <w:description w:val=""/>
        <w:guid w:val="{16EE6A34-7E56-4878-9906-65E156AE5CFD}"/>
      </w:docPartPr>
      <w:docPartBody>
        <w:p w14:paraId="5D581BB6">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198E"/>
    <w:rsid w:val="000232FB"/>
    <w:rsid w:val="0002635D"/>
    <w:rsid w:val="000F237E"/>
    <w:rsid w:val="00167BE9"/>
    <w:rsid w:val="003C34AE"/>
    <w:rsid w:val="0059598E"/>
    <w:rsid w:val="006C527C"/>
    <w:rsid w:val="007157B0"/>
    <w:rsid w:val="00721E77"/>
    <w:rsid w:val="00894D83"/>
    <w:rsid w:val="008B4802"/>
    <w:rsid w:val="0097488A"/>
    <w:rsid w:val="009D516D"/>
    <w:rsid w:val="00A10823"/>
    <w:rsid w:val="00AB198E"/>
    <w:rsid w:val="00AE1A40"/>
    <w:rsid w:val="00AF6AFF"/>
    <w:rsid w:val="00C009E0"/>
    <w:rsid w:val="00D0344B"/>
    <w:rsid w:val="00D23F84"/>
    <w:rsid w:val="00ED3ED7"/>
    <w:rsid w:val="00F54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 w:type="paragraph" w:customStyle="1" w:styleId="5">
    <w:name w:val="D7A24B1C35A548EFBAEB6534D70057F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3077"/>
    <customShpInfo spid="_x0000_s3078"/>
    <customShpInfo spid="_x0000_s3075"/>
    <customShpInfo spid="_x0000_s3076"/>
  </customShpExts>
</s:customDat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contractReview xmlns="http://schemas.wps.cn/vas-ai-hub/contract-review">
  <reviewItems>
    <reviewItem>
      <errorID>34d6ef7e-fda1-442c-ae3b-05fe52297208</errorID>
      <errorWord>二○</errorWord>
      <group>L1_Knowledge</group>
      <groupName>知识性问题</groupName>
      <ability>L2_Knowledge</ability>
      <abilityName>其他知识</abilityName>
      <candidateList>
        <item>二〇</item>
      </candidateList>
      <explain/>
      <paraID>248466B3</paraID>
      <start>0</start>
      <end>2</end>
      <status>modified</status>
      <modifiedWord>二〇</modifiedWord>
      <trackRevisions>false</trackRevisions>
    </reviewItem>
    <reviewItem>
      <errorID>0df9d369-065e-4263-a249-057bf261e465</errorID>
      <errorWord>：</errorWord>
      <group>L1_Format</group>
      <groupName>格式问题</groupName>
      <ability>L2_HalfPunc</ability>
      <abilityName>全半角检查</abilityName>
      <candidateList>
        <item>:</item>
      </candidateList>
      <explain>文本全半角错误。</explain>
      <paraID>2CF9B2D7</paraID>
      <start>18</start>
      <end>19</end>
      <status>ignored</status>
      <modifiedWord/>
      <trackRevisions>false</trackRevisions>
    </reviewItem>
    <reviewItem>
      <errorID>d95c1025-0e05-4642-a315-e1313e5b1687</errorID>
      <errorWord>：</errorWord>
      <group>L1_Format</group>
      <groupName>格式问题</groupName>
      <ability>L2_HalfPunc</ability>
      <abilityName>全半角检查</abilityName>
      <candidateList>
        <item>:</item>
      </candidateList>
      <explain>文本全半角错误。</explain>
      <paraID>26C64932</paraID>
      <start>17</start>
      <end>18</end>
      <status>ignored</status>
      <modifiedWord/>
      <trackRevisions>false</trackRevisions>
    </reviewItem>
    <reviewItem>
      <errorID>dd8c7b27-c56b-4346-830f-de95703bfb42</errorID>
      <errorWord>，</errorWord>
      <group>L1_Punc</group>
      <groupName>标点问题</groupName>
      <ability>L2_Punc</ability>
      <abilityName>标点符号检查</abilityName>
      <candidateList/>
      <explain/>
      <paraID>5ECA97BF</paraID>
      <start>0</start>
      <end>1</end>
      <status>ignored</status>
      <modifiedWord/>
      <trackRevisions>false</trackRevisions>
    </reviewItem>
    <reviewItem>
      <errorID>079ae7a8-a6c5-4a24-981c-6ab2d4f55263</errorID>
      <errorWord>的</errorWord>
      <group>L1_AI</group>
      <groupName>深度校对</groupName>
      <ability>L2_AI_Grammar</ability>
      <abilityName>语法纠错</abilityName>
      <candidateList>
        <item>过的</item>
      </candidateList>
      <explain/>
      <paraID>5637E49A</paraID>
      <start>77</start>
      <end>78</end>
      <status>ignored</status>
      <modifiedWord/>
      <trackRevisions>false</trackRevisions>
    </reviewItem>
    <reviewItem>
      <errorID>1d6a2a6c-b3fe-46b4-ba10-307b8210a78f</errorID>
      <errorWord>第1章</errorWord>
      <group>L1_AI</group>
      <groupName>深度校对</groupName>
      <ability>L2_AI_Title</ability>
      <abilityName>标题检查</abilityName>
      <candidateList/>
      <explain>相邻标题序号不连续。一级标题‘第1章’后直接出现‘1’，序号不连续；‘1’后直接出现‘1.1’，序号不连续；‘1.1’后直接出现‘1.1.1’，序号不连续；且后续标题序号层级关系混乱，如‘第2章’和‘第3章’作为一级标题，与前面标题序号体系不连贯</explain>
      <paraID>1D83ABB5</paraID>
      <start>0</start>
      <end>3</end>
      <status>ignored</status>
      <modifiedWord/>
      <trackRevisions>false</trackRevisions>
    </reviewItem>
    <reviewItem>
      <errorID>56959689-4814-416d-bd8d-ac7cc527c295</errorID>
      <errorWord>重要的</errorWord>
      <group>L1_AI</group>
      <groupName>深度校对</groupName>
      <ability>L2_AI_Grammar</ability>
      <abilityName>语法纠错</abilityName>
      <candidateList>
        <item>重要</item>
      </candidateList>
      <explain>〈形〉具有重大的意义、作用和影响的：～人物｜～问题｜这文件很～。</explain>
      <paraID>51305F6E</paraID>
      <start>10</start>
      <end>13</end>
      <status>ignored</status>
      <modifiedWord/>
      <trackRevisions>false</trackRevisions>
    </reviewItem>
    <reviewItem>
      <errorID>f7925e83-18d8-49b5-9d0c-deb48eaca66f</errorID>
      <errorWord>，</errorWord>
      <group>L1_AI</group>
      <groupName>深度校对</groupName>
      <ability>L2_AI_Punc</ability>
      <abilityName>标点纠错</abilityName>
      <candidateList>
        <item>。</item>
      </candidateList>
      <explain/>
      <paraID>51305F6E</paraID>
      <start>20</start>
      <end>21</end>
      <status>ignored</status>
      <modifiedWord/>
      <trackRevisions>false</trackRevisions>
    </reviewItem>
    <reviewItem>
      <errorID>0b3537c6-6c13-4735-8320-ccbe58ad1def</errorID>
      <errorWord> </errorWord>
      <group>L1_AI</group>
      <groupName>深度校对</groupName>
      <ability>L2_AI_Punc</ability>
      <abilityName>标点纠错</abilityName>
      <candidateList>
        <item/>
      </candidateList>
      <explain>此处空格冗余，建议删除。</explain>
      <paraID>51305F6E</paraID>
      <start>47</start>
      <end>48</end>
      <status>ignored</status>
      <modifiedWord/>
      <trackRevisions>false</trackRevisions>
    </reviewItem>
    <reviewItem>
      <errorID>92a3d9c0-0dec-4c46-ba95-2a82f6ececc1</errorID>
      <errorWord>这条</errorWord>
      <group>L1_AI</group>
      <groupName>深度校对</groupName>
      <ability>L2_AI_Word</ability>
      <abilityName>字词纠错</abilityName>
      <candidateList>
        <item>该条</item>
      </candidateList>
      <explain/>
      <paraID>51305F6E</paraID>
      <start>56</start>
      <end>58</end>
      <status>ignored</status>
      <modifiedWord/>
      <trackRevisions>false</trackRevisions>
    </reviewItem>
    <reviewItem>
      <errorID>1398af7f-6ca4-49e0-9b5c-2abbbf5eb0ad</errorID>
      <errorWord>…………</errorWord>
      <group>L1_Punc</group>
      <groupName>标点问题</groupName>
      <ability>L2_Punc</ability>
      <abilityName>标点符号检查</abilityName>
      <candidateList>
        <item>…</item>
      </candidateList>
      <explain/>
      <paraID>4B672F34</paraID>
      <start>0</start>
      <end>4</end>
      <status>ignored</status>
      <modifiedWord/>
      <trackRevisions>false</trackRevisions>
    </reviewItem>
    <reviewItem>
      <errorID>d485f8a6-f460-441f-85dd-cb149e5dcd4d</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3D48BE84</paraID>
      <start>28</start>
      <end>29</end>
      <status>ignored</status>
      <modifiedWord/>
      <trackRevisions>false</trackRevisions>
    </reviewItem>
    <reviewItem>
      <errorID>2d63808a-aa0c-4f68-b2b3-15ae9e1644ba</errorID>
      <errorWord>………</errorWord>
      <group>L1_Punc</group>
      <groupName>标点问题</groupName>
      <ability>L2_Punc</ability>
      <abilityName>标点符号检查</abilityName>
      <candidateList>
        <item>…</item>
      </candidateList>
      <explain/>
      <paraID>7FF10D55</paraID>
      <start>0</start>
      <end>3</end>
      <status>ignored</status>
      <modifiedWord/>
      <trackRevisions>false</trackRevisions>
    </reviewItem>
    <reviewItem>
      <errorID>ebb9029c-903b-4782-892e-1ac51b8c5d99</errorID>
      <errorWord>构形</errorWord>
      <group>L1_Word</group>
      <groupName>字词问题</groupName>
      <ability>L2_Typo</ability>
      <abilityName>字词错误</abilityName>
      <candidateList>
        <item>构型</item>
      </candidateList>
      <explain/>
      <paraID>785BA9C7</paraID>
      <start>8</start>
      <end>10</end>
      <status>ignored</status>
      <modifiedWord/>
      <trackRevisions>false</trackRevisions>
    </reviewItem>
    <reviewItem>
      <errorID>28472cbb-9938-4830-994e-0d0145df6bf3</errorID>
      <errorWord>（</errorWord>
      <group>L1_Format</group>
      <groupName>格式问题</groupName>
      <ability>L2_HalfPunc</ability>
      <abilityName>全半角检查</abilityName>
      <candidateList>
        <item>(</item>
      </candidateList>
      <explain>文本全半角错误。</explain>
      <paraID>4EC5994B</paraID>
      <start>70</start>
      <end>71</end>
      <status>ignored</status>
      <modifiedWord/>
      <trackRevisions>false</trackRevisions>
    </reviewItem>
    <reviewItem>
      <errorID>c9228620-7c8d-4b1b-9cc5-db7b19d00e66</errorID>
      <errorWord>）</errorWord>
      <group>L1_Format</group>
      <groupName>格式问题</groupName>
      <ability>L2_HalfPunc</ability>
      <abilityName>全半角检查</abilityName>
      <candidateList>
        <item>)</item>
      </candidateList>
      <explain>文本全半角错误。</explain>
      <paraID>4EC5994B</paraID>
      <start>74</start>
      <end>75</end>
      <status>ignored</status>
      <modifiedWord/>
      <trackRevisions>false</trackRevisions>
    </reviewItem>
    <reviewItem>
      <errorID>5a8e1627-6fe3-45d6-9a87-745fb336922b</errorID>
      <errorWord>（</errorWord>
      <group>L1_Format</group>
      <groupName>格式问题</groupName>
      <ability>L2_HalfPunc</ability>
      <abilityName>全半角检查</abilityName>
      <candidateList>
        <item>(</item>
      </candidateList>
      <explain>文本全半角错误。</explain>
      <paraID>22B9FEB8</paraID>
      <start>21</start>
      <end>22</end>
      <status>ignored</status>
      <modifiedWord/>
      <trackRevisions>false</trackRevisions>
    </reviewItem>
    <reviewItem>
      <errorID>b7f9668f-edaf-4229-aaee-8c489866af63</errorID>
      <errorWord>）</errorWord>
      <group>L1_Format</group>
      <groupName>格式问题</groupName>
      <ability>L2_HalfPunc</ability>
      <abilityName>全半角检查</abilityName>
      <candidateList>
        <item>)</item>
      </candidateList>
      <explain>文本全半角错误。</explain>
      <paraID>22B9FEB8</paraID>
      <start>24</start>
      <end>25</end>
      <status>ignored</status>
      <modifiedWord/>
      <trackRevisions>false</trackRevisions>
    </reviewItem>
    <reviewItem>
      <errorID>3ab2bfaa-2c2e-45dc-b692-74f5fbe53a16</errorID>
      <errorWord>)</errorWord>
      <group>L1_Format</group>
      <groupName>格式问题</groupName>
      <ability>L2_HalfPunc</ability>
      <abilityName>全半角检查</abilityName>
      <candidateList>
        <item>）</item>
      </candidateList>
      <explain>文本全半角错误。</explain>
      <paraID>44F5C703</paraID>
      <start>65</start>
      <end>66</end>
      <status>ignored</status>
      <modifiedWord/>
      <trackRevisions>false</trackRevisions>
    </reviewItem>
    <reviewItem>
      <errorID>48fdc515-bee5-4732-ae39-44862a819d3b</errorID>
      <errorWord>：</errorWord>
      <group>L1_Format</group>
      <groupName>格式问题</groupName>
      <ability>L2_HalfPunc</ability>
      <abilityName>全半角检查</abilityName>
      <candidateList>
        <item>:</item>
      </candidateList>
      <explain>文本全半角错误。</explain>
      <paraID>15D161DA</paraID>
      <start>53</start>
      <end>54</end>
      <status>ignored</status>
      <modifiedWord/>
      <trackRevisions>false</trackRevisions>
    </reviewItem>
    <reviewItem>
      <errorID>00a3f0ba-d0da-4898-a602-c08c0c6664c9</errorID>
      <errorWord>政经济</errorWord>
      <group>L1_AI</group>
      <groupName>深度校对</groupName>
      <ability>L2_AI_Grammar</ability>
      <abilityName>语法纠错</abilityName>
      <candidateList>
        <item>政治经济学</item>
      </candidateList>
      <explain/>
      <paraID>6254FB9F</paraID>
      <start>10</start>
      <end>15</end>
      <status>modified</status>
      <modifiedWord>政治经济学</modifiedWord>
      <trackRevisions>false</trackRevisions>
    </reviewItem>
    <reviewItem>
      <errorID>170450a6-f7b8-48f2-81a6-81dd96412837</errorID>
      <errorWord>.</errorWord>
      <group>L1_Format</group>
      <groupName>格式问题</groupName>
      <ability>L2_HalfPunc</ability>
      <abilityName>全半角检查</abilityName>
      <candidateList>
        <item>。</item>
      </candidateList>
      <explain>文本全半角错误。</explain>
      <paraID>6254FB9F</paraID>
      <start>44</start>
      <end>45</end>
      <status>ignored</status>
      <modifiedWord/>
      <trackRevisions>false</trackRevisions>
    </reviewItem>
    <reviewItem>
      <errorID>74b7bc10-0b63-4864-a3a6-013b7c85cec6</errorID>
      <errorWord>人民版社</errorWord>
      <group>L1_AI</group>
      <groupName>深度校对</groupName>
      <ability>L2_AI_Grammar</ability>
      <abilityName>语法纠错</abilityName>
      <candidateList>
        <item>：人民出版社</item>
      </candidateList>
      <explain/>
      <paraID>6254FB9F</paraID>
      <start>48</start>
      <end>54</end>
      <status>modified</status>
      <modifiedWord>：人民出版社</modifiedWord>
      <trackRevisions>false</trackRevisions>
    </reviewItem>
    <reviewItem>
      <errorID>fdef2ca6-ad34-46e2-8799-05a9b9fbf3d7</errorID>
      <errorWord>：</errorWord>
      <group>L1_Format</group>
      <groupName>格式问题</groupName>
      <ability>L2_HalfPunc</ability>
      <abilityName>全半角检查</abilityName>
      <candidateList>
        <item>:</item>
      </candidateList>
      <explain>文本全半角错误。</explain>
      <paraID>6254FB9F</paraID>
      <start>59</start>
      <end>60</end>
      <status>ignored</status>
      <modifiedWord/>
      <trackRevisions>false</trackRevisions>
    </reviewItem>
    <reviewItem>
      <errorID>2b684dcb-6cb2-4061-be4c-979235a0bf76</errorID>
      <errorWord>.</errorWord>
      <group>L1_Format</group>
      <groupName>格式问题</groupName>
      <ability>L2_HalfPunc</ability>
      <abilityName>全半角检查</abilityName>
      <candidateList>
        <item>。</item>
      </candidateList>
      <explain>文本全半角错误。</explain>
      <paraID>627449AA</paraID>
      <start>8</start>
      <end>9</end>
      <status>ignored</status>
      <modifiedWord/>
      <trackRevisions>false</trackRevisions>
    </reviewItem>
    <reviewItem>
      <errorID>90015df0-c767-47a5-bcb1-64554c74e083</errorID>
      <errorWord>人民日报</errorWord>
      <group>L1_Knowledge</group>
      <groupName>知识性问题</groupName>
      <ability>L2_Knowledge</ability>
      <abilityName>其他知识</abilityName>
      <candidateList>
        <item>《人民日报》</item>
      </candidateList>
      <explain>此处应使用书名号。</explain>
      <paraID>7F213575</paraID>
      <start>23</start>
      <end>29</end>
      <status>modified</status>
      <modifiedWord>《人民日报》</modifiedWord>
      <trackRevisions>false</trackRevisions>
    </reviewItem>
    <reviewItem>
      <errorID>42092e0c-4265-40f5-836c-c10440c5969c</errorID>
      <errorWord>.</errorWord>
      <group>L1_Format</group>
      <groupName>格式问题</groupName>
      <ability>L2_HalfPunc</ability>
      <abilityName>全半角检查</abilityName>
      <candidateList>
        <item>。</item>
      </candidateList>
      <explain>文本全半角错误。</explain>
      <paraID>7F1F9B46</paraID>
      <start>20</start>
      <end>21</end>
      <status>ignored</status>
      <modifiedWord/>
      <trackRevisions>false</trackRevisions>
    </reviewItem>
    <reviewItem>
      <errorID>a6271001-8306-4d09-b4ae-1d8433a22b7b</errorID>
      <errorWord>- </errorWord>
      <group>L1_AI</group>
      <groupName>深度校对</groupName>
      <ability>L2_AI_Punc</ability>
      <abilityName>标点纠错</abilityName>
      <candidateList>
        <item/>
      </candidateList>
      <explain/>
      <paraID>7F1F9B46</paraID>
      <start>48</start>
      <end>48</end>
      <status>modified</status>
      <modifiedWord/>
      <trackRevisions>false</trackRevisions>
    </reviewItem>
    <reviewItem>
      <errorID>40d3714a-9d21-4c31-a1f3-c6e2ac832c1b</errorID>
      <errorWord>.</errorWord>
      <group>L1_Format</group>
      <groupName>格式问题</groupName>
      <ability>L2_HalfPunc</ability>
      <abilityName>全半角检查</abilityName>
      <candidateList>
        <item>。</item>
      </candidateList>
      <explain>文本全半角错误。</explain>
      <paraID>45944407</paraID>
      <start>7</start>
      <end>8</end>
      <status>ignored</status>
      <modifiedWord/>
      <trackRevisions>false</trackRevisions>
    </reviewItem>
    <reviewItem>
      <errorID>ad7a8edb-e6ac-45a4-9674-9afe69df51d8</errorID>
      <errorWord>迈人</errorWord>
      <group>L1_Word</group>
      <groupName>字词问题</groupName>
      <ability>L2_Typo</ability>
      <abilityName>字词错误</abilityName>
      <candidateList>
        <item>迈入</item>
      </candidateList>
      <explain>存在字形相近字词的误用。</explain>
      <paraID>45944407</paraID>
      <start>15</start>
      <end>17</end>
      <status>modified</status>
      <modifiedWord>迈入</modifiedWord>
      <trackRevisions>false</trackRevisions>
    </reviewItem>
    <reviewItem>
      <errorID>29498005-4deb-4c1c-be21-def048234a7c</errorID>
      <errorWord>，</errorWord>
      <group>L1_Format</group>
      <groupName>格式问题</groupName>
      <ability>L2_HalfPunc</ability>
      <abilityName>全半角检查</abilityName>
      <candidateList>
        <item>, </item>
      </candidateList>
      <explain>文本全半角错误。</explain>
      <paraID>22B1DEC8</paraID>
      <start>15</start>
      <end>16</end>
      <status>ignored</status>
      <modifiedWord/>
      <trackRevisions>false</trackRevisions>
    </reviewItem>
    <reviewItem>
      <errorID>001707c4-0014-4474-aca1-e83221fcb0bf</errorID>
      <errorWord>，</errorWord>
      <group>L1_Format</group>
      <groupName>格式问题</groupName>
      <ability>L2_HalfPunc</ability>
      <abilityName>全半角检查</abilityName>
      <candidateList>
        <item>, </item>
      </candidateList>
      <explain>文本全半角错误。</explain>
      <paraID>22B1DEC8</paraID>
      <start>30</start>
      <end>31</end>
      <status>ignored</status>
      <modifiedWord/>
      <trackRevisions>false</trackRevisions>
    </reviewItem>
    <reviewItem>
      <errorID>f17d6f35-d1a8-4fcd-83f1-b7da6adadab6</errorID>
      <errorWord>，</errorWord>
      <group>L1_Format</group>
      <groupName>格式问题</groupName>
      <ability>L2_HalfPunc</ability>
      <abilityName>全半角检查</abilityName>
      <candidateList>
        <item>, </item>
      </candidateList>
      <explain>文本全半角错误。</explain>
      <paraID>22B1DEC8</paraID>
      <start>41</start>
      <end>42</end>
      <status>ignored</status>
      <modifiedWord/>
      <trackRevisions>false</trackRevisions>
    </reviewItem>
    <reviewItem>
      <errorID>c0277dce-2223-4e06-966d-7f7811a0a94f</errorID>
      <errorWord>，</errorWord>
      <group>L1_Format</group>
      <groupName>格式问题</groupName>
      <ability>L2_HalfPunc</ability>
      <abilityName>全半角检查</abilityName>
      <candidateList>
        <item>,</item>
      </candidateList>
      <explain>文本全半角错误。</explain>
      <paraID>22B1DEC8</paraID>
      <start>94</start>
      <end>95</end>
      <status>ignored</status>
      <modifiedWord/>
      <trackRevisions>false</trackRevisions>
    </reviewItem>
    <reviewItem>
      <errorID>83362b90-04a0-4776-8e87-62ccce373cd5</errorID>
      <errorWord>，</errorWord>
      <group>L1_Format</group>
      <groupName>格式问题</groupName>
      <ability>L2_HalfPunc</ability>
      <abilityName>全半角检查</abilityName>
      <candidateList>
        <item>,</item>
      </candidateList>
      <explain>文本全半角错误。</explain>
      <paraID>22B1DEC8</paraID>
      <start>99</start>
      <end>100</end>
      <status>ignored</status>
      <modifiedWord/>
      <trackRevisions>false</trackRevisions>
    </reviewItem>
    <reviewItem>
      <errorID>bd6ad82f-250e-49df-a4d9-e72d8b323366</errorID>
      <errorWord>：</errorWord>
      <group>L1_Format</group>
      <groupName>格式问题</groupName>
      <ability>L2_HalfPunc</ability>
      <abilityName>全半角检查</abilityName>
      <candidateList>
        <item>:</item>
      </candidateList>
      <explain>文本全半角错误。</explain>
      <paraID>22B1DEC8</paraID>
      <start>103</start>
      <end>104</end>
      <status>ignored</status>
      <modifiedWord/>
      <trackRevisions>false</trackRevisions>
    </reviewItem>
    <reviewItem>
      <errorID>c7a9995e-cdf3-4515-8b3c-049041bba862</errorID>
      <errorWord>：</errorWord>
      <group>L1_Format</group>
      <groupName>格式问题</groupName>
      <ability>L2_HalfPunc</ability>
      <abilityName>全半角检查</abilityName>
      <candidateList>
        <item>:</item>
      </candidateList>
      <explain>文本全半角错误。</explain>
      <paraID>22B1DEC8</paraID>
      <start>316</start>
      <end>317</end>
      <status>ignored</status>
      <modifiedWord/>
      <trackRevisions>false</trackRevisions>
    </reviewItem>
    <reviewItem>
      <errorID>e92eae9d-abec-41fa-a9c3-cc6437cd99c1</errorID>
      <errorWord>.</errorWord>
      <group>L1_Format</group>
      <groupName>格式问题</groupName>
      <ability>L2_HalfPunc</ability>
      <abilityName>全半角检查</abilityName>
      <candidateList>
        <item>。</item>
      </candidateList>
      <explain>文本全半角错误。</explain>
      <paraID>72D2C016</paraID>
      <start>8</start>
      <end>9</end>
      <status>ignored</status>
      <modifiedWord/>
      <trackRevisions>false</trackRevisions>
    </reviewItem>
    <reviewItem>
      <errorID>f8510d22-bf7c-4a88-b84e-73a68581a867</errorID>
      <errorWord>）</errorWord>
      <group>L1_AI</group>
      <groupName>深度校对</groupName>
      <ability>L2_AI_Punc</ability>
      <abilityName>标点纠错</abilityName>
      <candidateList>
        <item>）。</item>
      </candidateList>
      <explain/>
      <paraID>6609EECB</paraID>
      <start>32</start>
      <end>33</end>
      <status>ignored</status>
      <modifiedWord/>
      <trackRevisions>false</trackRevisions>
    </reviewItem>
    <reviewItem>
      <errorID>e11db37a-4581-47fb-8e2f-705a7da847d0</errorID>
      <errorWord>，</errorWord>
      <group>L1_AI</group>
      <groupName>深度校对</groupName>
      <ability>L2_AI_Punc</ability>
      <abilityName>标点纠错</abilityName>
      <candidateList>
        <item>、</item>
      </candidateList>
      <explain/>
      <paraID>39D22D08</paraID>
      <start>16</start>
      <end>17</end>
      <status>ignored</status>
      <modifiedWord/>
      <trackRevisions>false</trackRevisions>
    </reviewItem>
    <reviewItem>
      <errorID>f4f80d21-0dce-4c48-9234-dbe2bd402e6e</errorID>
      <errorWord>，…</errorWord>
      <group>L1_Punc</group>
      <groupName>标点问题</groupName>
      <ability>L2_Punc</ability>
      <abilityName>标点符号检查</abilityName>
      <candidateList>
        <item>，</item>
      </candidateList>
      <explain/>
      <paraID>39D22D08</paraID>
      <start>19</start>
      <end>21</end>
      <status>ignored</status>
      <modifiedWord/>
      <trackRevisions>false</trackRevisions>
    </reviewItem>
    <reviewItem>
      <errorID>151a55a8-c1f4-4e42-954c-3a3291f3f0e2</errorID>
      <errorWord>系列</errorWord>
      <group>L1_AI</group>
      <groupName>深度校对</groupName>
      <ability>L2_AI_Grammar</ability>
      <abilityName>语法纠错</abilityName>
      <candidateList>
        <item>等系列</item>
      </candidateList>
      <explain/>
      <paraID>39D22D08</paraID>
      <start>21</start>
      <end>23</end>
      <status>ignored</status>
      <modifiedWord/>
      <trackRevisions>false</trackRevisions>
    </reviewItem>
    <reviewItem>
      <errorID>13d99293-e4fb-4155-a1f0-456086a87f47</errorID>
      <errorWord>，</errorWord>
      <group>L1_AI</group>
      <groupName>深度校对</groupName>
      <ability>L2_AI_Punc</ability>
      <abilityName>标点纠错</abilityName>
      <candidateList>
        <item>、</item>
      </candidateList>
      <explain/>
      <paraID>39D22D08</paraID>
      <start>29</start>
      <end>30</end>
      <status>ignored</status>
      <modifiedWord/>
      <trackRevisions>false</trackRevisions>
    </reviewItem>
    <reviewItem>
      <errorID>d815e073-e01f-4e19-8fe8-db8ca5277d21</errorID>
      <errorWord>，…</errorWord>
      <group>L1_Punc</group>
      <groupName>标点问题</groupName>
      <ability>L2_Punc</ability>
      <abilityName>标点符号检查</abilityName>
      <candidateList>
        <item>，</item>
      </candidateList>
      <explain/>
      <paraID>39D22D08</paraID>
      <start>34</start>
      <end>36</end>
      <status>ignored</status>
      <modifiedWord/>
      <trackRevisions>false</trackRevisions>
    </reviewItem>
    <reviewItem>
      <errorID>9838fe03-7821-4c25-8760-35118b6064c2</errorID>
      <errorWord>系列</errorWord>
      <group>L1_AI</group>
      <groupName>深度校对</groupName>
      <ability>L2_AI_Grammar</ability>
      <abilityName>语法纠错</abilityName>
      <candidateList>
        <item>等系列</item>
      </candidateList>
      <explain/>
      <paraID>39D22D08</paraID>
      <start>36</start>
      <end>38</end>
      <status>ignored</status>
      <modifiedWord/>
      <trackRevisions>false</trackRevisions>
    </reviewItem>
    <reviewItem>
      <errorID>d1644910-7103-4eb6-a592-65128595836c</errorID>
      <errorWord>，</errorWord>
      <group>L1_AI</group>
      <groupName>深度校对</groupName>
      <ability>L2_AI_Punc</ability>
      <abilityName>标点纠错</abilityName>
      <candidateList>
        <item>、</item>
      </candidateList>
      <explain/>
      <paraID>39D22D08</paraID>
      <start>43</start>
      <end>44</end>
      <status>ignored</status>
      <modifiedWord/>
      <trackRevisions>false</trackRevisions>
    </reviewItem>
    <reviewItem>
      <errorID>5daefe5e-f8a6-4116-80fc-6e10cd3b3ffc</errorID>
      <errorWord>，…</errorWord>
      <group>L1_Punc</group>
      <groupName>标点问题</groupName>
      <ability>L2_Punc</ability>
      <abilityName>标点符号检查</abilityName>
      <candidateList>
        <item>，</item>
      </candidateList>
      <explain/>
      <paraID>39D22D08</paraID>
      <start>48</start>
      <end>50</end>
      <status>ignored</status>
      <modifiedWord/>
      <trackRevisions>false</trackRevisions>
    </reviewItem>
    <reviewItem>
      <errorID>5a9ef01f-3378-45c9-9d90-4bfc9bc40635</errorID>
      <errorWord>系列</errorWord>
      <group>L1_AI</group>
      <groupName>深度校对</groupName>
      <ability>L2_AI_Grammar</ability>
      <abilityName>语法纠错</abilityName>
      <candidateList>
        <item>等系列</item>
      </candidateList>
      <explain/>
      <paraID>39D22D08</paraID>
      <start>50</start>
      <end>52</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705DB-725A-4733-BBEF-0FDAD144DC8F}">
  <ds:schemaRefs/>
</ds:datastoreItem>
</file>

<file path=customXml/itemProps3.xml><?xml version="1.0" encoding="utf-8"?>
<ds:datastoreItem xmlns:ds="http://schemas.openxmlformats.org/officeDocument/2006/customXml" ds:itemID="{7ba86adf-eb8c-4165-9dc6-06d0291a5db8}">
  <ds:schemaRefs/>
</ds:datastoreItem>
</file>

<file path=docProps/app.xml><?xml version="1.0" encoding="utf-8"?>
<Properties xmlns="http://schemas.openxmlformats.org/officeDocument/2006/extended-properties" xmlns:vt="http://schemas.openxmlformats.org/officeDocument/2006/docPropsVTypes">
  <Template>鲁东大学全日制学术学位研究生论文模板（正式装订-模式一）--王晓安.dot</Template>
  <Company>芳向电脑工作室</Company>
  <Pages>16</Pages>
  <Words>1648</Words>
  <Characters>2526</Characters>
  <Lines>45</Lines>
  <Paragraphs>12</Paragraphs>
  <TotalTime>155</TotalTime>
  <ScaleCrop>false</ScaleCrop>
  <LinksUpToDate>false</LinksUpToDate>
  <CharactersWithSpaces>2817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2020-05-18T02:45:00Z</dcterms:created>
  <dc:creator>JGL</dc:creator>
  <cp:lastModifiedBy>道通为一</cp:lastModifiedBy>
  <cp:lastPrinted>2015-09-18T07:58:00Z</cp:lastPrinted>
  <dcterms:modified xsi:type="dcterms:W3CDTF">2025-11-10T08:22:58Z</dcterms:modified>
  <dc:subject>鲁东大学硕士学位论文</dc:subject>
  <dc:title>鲁东大学全日制学术学位研究生论文模板</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KSOProductBuildVer">
    <vt:lpwstr>2052-12.1.0.23542</vt:lpwstr>
  </property>
  <property fmtid="{D5CDD505-2E9C-101B-9397-08002B2CF9AE}" pid="6" name="ICV">
    <vt:lpwstr>8C272C813F8B4901815CE64E66A95C9B</vt:lpwstr>
  </property>
  <property fmtid="{D5CDD505-2E9C-101B-9397-08002B2CF9AE}" pid="7" name="KSOTemplateDocerSaveRecord">
    <vt:lpwstr>eyJoZGlkIjoiODZjMzkxYzE3ZTY1ZDc0YzlmYjBhNTVhNTcyYjRiNzkiLCJ1c2VySWQiOiI0MzE5NjEwMDEifQ==</vt:lpwstr>
  </property>
</Properties>
</file>